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369" w:rsidRDefault="0008390F" w:rsidP="00E81369">
      <w:r>
        <w:rPr>
          <w:noProof/>
        </w:rPr>
        <w:pict>
          <v:group id="组合 181" o:spid="_x0000_s1026" style="position:absolute;left:0;text-align:left;margin-left:-372.1pt;margin-top:-76.85pt;width:1158.75pt;height:148.7pt;flip:y;z-index:251667456;mso-position-horizontal-relative:margin" coordsize="147164,18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"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等腰三角形 9" o:spid="_x0000_s1027" type="#_x0000_t5" style="position:absolute;left:33830;width:44246;height:1888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BiTsQA&#10;AADaAAAADwAAAGRycy9kb3ducmV2LnhtbESPQWvCQBSE7wX/w/KE3upGoalG1yClhRYEiQri7ZF9&#10;JjHZtyG7Nem/7woFj8PMfMOs0sE04kadqywrmE4iEMS51RUXCo6Hz5c5COeRNTaWScEvOUjXo6cV&#10;Jtr2nNFt7wsRIOwSVFB63yZSurwkg25iW+LgXWxn0AfZFVJ32Ae4aeQsimJpsOKwUGJL7yXl9f7H&#10;KIgvvNttZ+Y0XM/6I2vi79q/vSr1PB42SxCeBv8I/7e/tIIF3K+EGyD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MgYk7EAAAA2gAAAA8AAAAAAAAAAAAAAAAAmAIAAGRycy9k&#10;b3ducmV2LnhtbFBLBQYAAAAABAAEAPUAAACJAwAAAAA=&#10;" fillcolor="#59a5d9" stroked="f" strokeweight="1pt">
              <v:fill opacity="22102f"/>
            </v:shape>
            <v:shape id="等腰三角形 11" o:spid="_x0000_s1028" type="#_x0000_t5" style="position:absolute;left:50184;width:44245;height:1888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ZnZ8MA&#10;AADbAAAADwAAAGRycy9kb3ducmV2LnhtbERP22rCQBB9L/Qflin4VjcJNJXoJpTSQgVB1ELxbchO&#10;Lk12NmS3Gv/eFQq+zeFcZ1VMphcnGl1rWUE8j0AQl1a3XCv4Pnw+L0A4j6yxt0wKLuSgyB8fVphp&#10;e+Ydnfa+FiGEXYYKGu+HTEpXNmTQze1AHLjKjgZ9gGMt9YjnEG56mURRKg22HBoaHOi9obLb/xkF&#10;acXb7SYxP9PvUX/s+nTd+dcXpWZP09sShKfJ38X/7i8d5sdw+yUcIP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8ZnZ8MAAADbAAAADwAAAAAAAAAAAAAAAACYAgAAZHJzL2Rv&#10;d25yZXYueG1sUEsFBgAAAAAEAAQA9QAAAIgDAAAAAA==&#10;" fillcolor="#59a5d9" stroked="f" strokeweight="1pt">
              <v:fill opacity="22102f"/>
            </v:shape>
            <v:shape id="等腰三角形 12" o:spid="_x0000_s1029" type="#_x0000_t5" style="position:absolute;left:70612;width:44246;height:1888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T5EMMA&#10;AADbAAAADwAAAGRycy9kb3ducmV2LnhtbERPTWvCQBC9C/0PyxR6M5sGmkp0lVJaaEEIiULpbciO&#10;STQ7G7JbE/+9KxS8zeN9zmozmU6caXCtZQXPUQyCuLK65VrBfvc5X4BwHlljZ5kUXMjBZv0wW2Gm&#10;7cgFnUtfixDCLkMFjfd9JqWrGjLoItsTB+5gB4M+wKGWesAxhJtOJnGcSoMth4YGe3pvqDqVf0ZB&#10;euA83ybmZzr+6o+iS79P/vVFqafH6W0JwtPk7+J/95cO8xO4/RIOkO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xT5EMMAAADbAAAADwAAAAAAAAAAAAAAAACYAgAAZHJzL2Rv&#10;d25yZXYueG1sUEsFBgAAAAAEAAQA9QAAAIgDAAAAAA==&#10;" fillcolor="#59a5d9" stroked="f" strokeweight="1pt">
              <v:fill opacity="22102f"/>
            </v:shape>
            <v:shape id="等腰三角形 14" o:spid="_x0000_s1030" type="#_x0000_t5" style="position:absolute;left:88259;width:44245;height:1888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HE/8IA&#10;AADbAAAADwAAAGRycy9kb3ducmV2LnhtbERPTWvCQBC9F/wPywi91Y3SRomuQUoLLQgSFcTbkB2T&#10;mOxsyG5N+u/dQsHbPN7nrNLBNOJGnassK5hOIhDEudUVFwqOh8+XBQjnkTU2lknBLzlI16OnFSba&#10;9pzRbe8LEULYJaig9L5NpHR5SQbdxLbEgbvYzqAPsCuk7rAP4aaRsyiKpcGKQ0OJLb2XlNf7H6Mg&#10;vvBut52Z03A964+sib9rP39T6nk8bJYgPA3+If53f+kw/xX+fgkHyP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scT/wgAAANsAAAAPAAAAAAAAAAAAAAAAAJgCAABkcnMvZG93&#10;bnJldi54bWxQSwUGAAAAAAQABAD1AAAAhwMAAAAA&#10;" fillcolor="#59a5d9" stroked="f" strokeweight="1pt">
              <v:fill opacity="22102f"/>
            </v:shape>
            <v:shape id="等腰三角形 16" o:spid="_x0000_s1031" type="#_x0000_t5" style="position:absolute;left:102918;width:44246;height:1888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//E8MA&#10;AADbAAAADwAAAGRycy9kb3ducmV2LnhtbERPTWvCQBC9F/wPywje6qaCaYmuoZQKCoWQtCDehuyY&#10;xGRnQ3Y16b/vFgq9zeN9zjadTCfuNLjGsoKnZQSCuLS64UrB1+f+8QWE88gaO8uk4JscpLvZwxYT&#10;bUfO6V74SoQQdgkqqL3vEyldWZNBt7Q9ceAudjDoAxwqqQccQ7jp5CqKYmmw4dBQY09vNZVtcTMK&#10;4gtn2cfKnKbrWb/nXXxs/fNaqcV8et2A8DT5f/Gf+6DD/Bh+fwkHyN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C//E8MAAADbAAAADwAAAAAAAAAAAAAAAACYAgAAZHJzL2Rv&#10;d25yZXYueG1sUEsFBgAAAAAEAAQA9QAAAIgDAAAAAA==&#10;" fillcolor="#59a5d9" stroked="f" strokeweight="1pt">
              <v:fill opacity="22102f"/>
            </v:shape>
            <v:shape id="等腰三角形 18" o:spid="_x0000_s1032" type="#_x0000_t5" style="position:absolute;left:25341;width:44246;height:1888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zO+sQA&#10;AADbAAAADwAAAGRycy9kb3ducmV2LnhtbESPT2vCQBDF7wW/wzKCt7pRaCrRVUQsVBDEPyDehuyY&#10;RLOzIbvV+O07h0JvM7w37/1mtuhcrR7UhsqzgdEwAUWce1txYeB0/HqfgAoR2WLtmQy8KMBi3nub&#10;YWb9k/f0OMRCSQiHDA2UMTaZ1iEvyWEY+oZYtKtvHUZZ20LbFp8S7mo9TpJUO6xYGkpsaFVSfj/8&#10;OAPplXe77didu9vFrvd1urnHzw9jBv1uOQUVqYv/5r/rbyv4Aiu/yAB6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8zvrEAAAA2wAAAA8AAAAAAAAAAAAAAAAAmAIAAGRycy9k&#10;b3ducmV2LnhtbFBLBQYAAAAABAAEAPUAAACJAwAAAAA=&#10;" fillcolor="#59a5d9" stroked="f" strokeweight="1pt">
              <v:fill opacity="22102f"/>
            </v:shape>
            <v:shape id="等腰三角形 19" o:spid="_x0000_s1033" type="#_x0000_t5" style="position:absolute;left:11083;width:44246;height:1888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BrYcMA&#10;AADbAAAADwAAAGRycy9kb3ducmV2LnhtbERPTWvCQBC9F/oflhF6qxuFRpu6hiIWWihIYkG8Ddkx&#10;SZOdDdmtif/eLQje5vE+Z5WOphVn6l1tWcFsGoEgLqyuuVTws/94XoJwHllja5kUXMhBun58WGGi&#10;7cAZnXNfihDCLkEFlfddIqUrKjLoprYjDtzJ9gZ9gH0pdY9DCDetnEdRLA3WHBoq7GhTUdHkf0ZB&#10;fOLd7ntuDuPvUW+zNv5q/OJFqafJ+P4GwtPo7+Kb+1OH+a/w/0s4QK6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bBrYcMAAADbAAAADwAAAAAAAAAAAAAAAACYAgAAZHJzL2Rv&#10;d25yZXYueG1sUEsFBgAAAAAEAAQA9QAAAIgDAAAAAA==&#10;" fillcolor="#59a5d9" stroked="f" strokeweight="1pt">
              <v:fill opacity="22102f"/>
            </v:shape>
            <v:shape id="等腰三角形 20" o:spid="_x0000_s1034" type="#_x0000_t5" style="position:absolute;left:18413;width:44246;height:1888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YIQcIA&#10;AADbAAAADwAAAGRycy9kb3ducmV2LnhtbERPy2rCQBTdC/7DcIXudNJA0xIzCUUstFAQtVC6u2Ru&#10;HiZzJ2SmMf17ZyF0eTjvrJhNLyYaXWtZweMmAkFcWt1yreDr/LZ+AeE8ssbeMin4IwdFvlxkmGp7&#10;5SNNJ1+LEMIuRQWN90MqpSsbMug2diAOXGVHgz7AsZZ6xGsIN72MoyiRBlsODQ0OtGuo7E6/RkFS&#10;8eHwGZvv+fKj98c++ej885NSD6v5dQvC0+z/xXf3u1YQh/XhS/gBMr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5ghBwgAAANsAAAAPAAAAAAAAAAAAAAAAAJgCAABkcnMvZG93&#10;bnJldi54bWxQSwUGAAAAAAQABAD1AAAAhwMAAAAA&#10;" fillcolor="#59a5d9" stroked="f" strokeweight="1pt">
              <v:fill opacity="22102f"/>
            </v:shape>
            <v:shape id="等腰三角形 22" o:spid="_x0000_s1035" type="#_x0000_t5" style="position:absolute;left:4912;width:44246;height:1888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gzrcIA&#10;AADbAAAADwAAAGRycy9kb3ducmV2LnhtbESPQYvCMBSE7wv+h/AEb2tqwSrVKCIKCguiK4i3R/Ns&#10;q81LaaJ2/70RhD0OM/MNM523phIPalxpWcGgH4EgzqwuOVdw/F1/j0E4j6yxskwK/sjBfNb5mmKq&#10;7ZP39Dj4XAQIuxQVFN7XqZQuK8ig69uaOHgX2xj0QTa51A0+A9xUMo6iRBosOSwUWNOyoOx2uBsF&#10;yYV3u5/YnNrrWa/2VbK9+dFQqV63XUxAeGr9f/jT3mgFcQzvL+EHyN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eDOtwgAAANsAAAAPAAAAAAAAAAAAAAAAAJgCAABkcnMvZG93&#10;bnJldi54bWxQSwUGAAAAAAQABAD1AAAAhwMAAAAA&#10;" fillcolor="#59a5d9" stroked="f" strokeweight="1pt">
              <v:fill opacity="22102f"/>
            </v:shape>
            <v:shape id="等腰三角形 25" o:spid="_x0000_s1036" type="#_x0000_t5" style="position:absolute;width:44245;height:1888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Gr2cQA&#10;AADbAAAADwAAAGRycy9kb3ducmV2LnhtbESPQWvCQBSE7wX/w/IEb3VjwFhSVynSQoVCMBWkt0f2&#10;maRm34bsNkn/vSsIHoeZ+YZZb0fTiJ46V1tWsJhHIIgLq2suFRy/P55fQDiPrLGxTAr+ycF2M3la&#10;Y6rtwAfqc1+KAGGXooLK+zaV0hUVGXRz2xIH72w7gz7IrpS6wyHATSPjKEqkwZrDQoUt7SoqLvmf&#10;UZCcOcu+YnMaf3/0+6FJ9he/Wio1m45vryA8jf4Rvrc/tYJ4Cbcv4QfIz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aRq9nEAAAA2wAAAA8AAAAAAAAAAAAAAAAAmAIAAGRycy9k&#10;b3ducmV2LnhtbFBLBQYAAAAABAAEAPUAAACJAwAAAAA=&#10;" fillcolor="#59a5d9" stroked="f" strokeweight="1pt">
              <v:fill opacity="22102f"/>
            </v:shape>
            <v:shape id="等腰三角形 26" o:spid="_x0000_s1037" type="#_x0000_t5" style="position:absolute;left:54876;width:44246;height:1888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M1rsIA&#10;AADbAAAADwAAAGRycy9kb3ducmV2LnhtbESPQYvCMBSE74L/ITzBm6YW7Eo1iogLCoLoCuLt0Tzb&#10;avNSmqzWf2+EhT0OM/MNM1u0phIPalxpWcFoGIEgzqwuOVdw+vkeTEA4j6yxskwKXuRgMe92Zphq&#10;++QDPY4+FwHCLkUFhfd1KqXLCjLohrYmDt7VNgZ9kE0udYPPADeVjKMokQZLDgsF1rQqKLsff42C&#10;5Mr7/S425/Z20etDlWzv/musVL/XLqcgPLX+P/zX3mgFcQKfL+EHyP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QzWuwgAAANsAAAAPAAAAAAAAAAAAAAAAAJgCAABkcnMvZG93&#10;bnJldi54bWxQSwUGAAAAAAQABAD1AAAAhwMAAAAA&#10;" fillcolor="#59a5d9" stroked="f" strokeweight="1pt">
              <v:fill opacity="22102f"/>
            </v:shape>
            <v:shape id="等腰三角形 27" o:spid="_x0000_s1038" type="#_x0000_t5" style="position:absolute;left:78885;width:44245;height:1888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+QNcMA&#10;AADbAAAADwAAAGRycy9kb3ducmV2LnhtbESP3YrCMBSE74V9h3AE7zS1YJWuUZZFQUEQf0D27tAc&#10;267NSWmi1rc3guDlMDPfMNN5aypxo8aVlhUMBxEI4szqknMFx8OyPwHhPLLGyjIpeJCD+eyrM8VU&#10;2zvv6Lb3uQgQdikqKLyvUyldVpBBN7A1cfDOtjHog2xyqRu8B7ipZBxFiTRYclgosKbfgrLL/moU&#10;JGfebjexObX/f3qxq5L1xY9HSvW67c83CE+t/4Tf7ZVWEI/h9SX8ADl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Q+QNcMAAADbAAAADwAAAAAAAAAAAAAAAACYAgAAZHJzL2Rv&#10;d25yZXYueG1sUEsFBgAAAAAEAAQA9QAAAIgDAAAAAA==&#10;" fillcolor="#59a5d9" stroked="f" strokeweight="1pt">
              <v:fill opacity="22102f"/>
            </v:shape>
            <v:shape id="等腰三角形 28" o:spid="_x0000_s1039" type="#_x0000_t5" style="position:absolute;left:62027;width:44246;height:1888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AER8IA&#10;AADbAAAADwAAAGRycy9kb3ducmV2LnhtbERPy2rCQBTdC/7DcIXudNJA0xIzCUUstFAQtVC6u2Ru&#10;HiZzJ2SmMf17ZyF0eTjvrJhNLyYaXWtZweMmAkFcWt1yreDr/LZ+AeE8ssbeMin4IwdFvlxkmGp7&#10;5SNNJ1+LEMIuRQWN90MqpSsbMug2diAOXGVHgz7AsZZ6xGsIN72MoyiRBlsODQ0OtGuo7E6/RkFS&#10;8eHwGZvv+fKj98c++ej885NSD6v5dQvC0+z/xXf3u1YQh7HhS/gBMr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kARHwgAAANsAAAAPAAAAAAAAAAAAAAAAAJgCAABkcnMvZG93&#10;bnJldi54bWxQSwUGAAAAAAQABAD1AAAAhwMAAAAA&#10;" fillcolor="#59a5d9" stroked="f" strokeweight="1pt">
              <v:fill opacity="22102f"/>
            </v:shape>
            <v:shape id="等腰三角形 29" o:spid="_x0000_s1040" type="#_x0000_t5" style="position:absolute;left:93524;width:44246;height:1888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yh3MUA&#10;AADbAAAADwAAAGRycy9kb3ducmV2LnhtbESPQWvCQBSE7wX/w/KE3urGgKmmriKlQguCRIXS2yP7&#10;TFKzb8Pu1qT/visUPA4z8w2zXA+mFVdyvrGsYDpJQBCXVjdcKTgdt09zED4ga2wtk4Jf8rBejR6W&#10;mGvbc0HXQ6hEhLDPUUEdQpdL6cuaDPqJ7Yijd7bOYIjSVVI77CPctDJNkkwabDgu1NjRa03l5fBj&#10;FGRn3u93qfkcvr/0W9FmH5fwPFPqcTxsXkAEGsI9/N9+1wrSBdy+xB8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3KHcxQAAANsAAAAPAAAAAAAAAAAAAAAAAJgCAABkcnMv&#10;ZG93bnJldi54bWxQSwUGAAAAAAQABAD1AAAAigMAAAAA&#10;" fillcolor="#59a5d9" stroked="f" strokeweight="1pt">
              <v:fill opacity="22102f"/>
            </v:shape>
            <v:shape id="等腰三角形 30" o:spid="_x0000_s1041" type="#_x0000_t5" style="position:absolute;left:42270;width:44246;height:1888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+enMEA&#10;AADbAAAADwAAAGRycy9kb3ducmV2LnhtbERPy4rCMBTdC/MP4Q6403QUq3QaZRgUFATxATK7S3P7&#10;GJub0kStf28WgsvDeaeLztTiRq2rLCv4GkYgiDOrKy4UnI6rwQyE88gaa8uk4EEOFvOPXoqJtnfe&#10;0+3gCxFC2CWooPS+SaR0WUkG3dA2xIHLbWvQB9gWUrd4D+GmlqMoiqXBikNDiQ39lpRdDlejIM55&#10;t9uOzLn7/9PLfR1vLn46Uar/2f18g/DU+bf45V5rBeOwPnwJP0DO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M/npzBAAAA2wAAAA8AAAAAAAAAAAAAAAAAmAIAAGRycy9kb3du&#10;cmV2LnhtbFBLBQYAAAAABAAEAPUAAACGAwAAAAA=&#10;" fillcolor="#59a5d9" stroked="f" strokeweight="1pt">
              <v:fill opacity="22102f"/>
            </v:shape>
            <w10:wrap anchorx="margin"/>
          </v:group>
        </w:pict>
      </w:r>
    </w:p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08390F" w:rsidP="00E81369">
      <w:r w:rsidRPr="0008390F">
        <w:rPr>
          <w:rFonts w:ascii="Arial" w:eastAsia="微软雅黑" w:hAnsi="Arial"/>
          <w:noProof/>
          <w:szCs w:val="4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" o:spid="_x0000_s1173" type="#_x0000_t202" style="position:absolute;left:0;text-align:left;margin-left:90.75pt;margin-top:166.8pt;width:268.8pt;height:51.6pt;z-index:251675648;visibility:visible;mso-position-horizontal-relative:margin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" filled="f" stroked="f">
            <v:textbox>
              <w:txbxContent>
                <w:p w:rsidR="00E81369" w:rsidRDefault="00E81369" w:rsidP="00E81369">
                  <w:pPr>
                    <w:adjustRightInd w:val="0"/>
                    <w:snapToGrid w:val="0"/>
                    <w:spacing w:line="276" w:lineRule="auto"/>
                    <w:jc w:val="distribute"/>
                    <w:rPr>
                      <w:rFonts w:ascii="华文隶书" w:eastAsia="华文隶书" w:hAnsi="Calibri Light"/>
                      <w:color w:val="2B7FB9"/>
                      <w:sz w:val="60"/>
                      <w:szCs w:val="60"/>
                    </w:rPr>
                  </w:pPr>
                  <w:r>
                    <w:rPr>
                      <w:rFonts w:ascii="华文隶书" w:eastAsia="华文隶书" w:hAnsi="Calibri Light" w:hint="eastAsia"/>
                      <w:color w:val="2B7FB9"/>
                      <w:sz w:val="60"/>
                      <w:szCs w:val="60"/>
                    </w:rPr>
                    <w:t>Personal Resume</w:t>
                  </w:r>
                </w:p>
              </w:txbxContent>
            </v:textbox>
            <w10:wrap anchorx="margin" anchory="page"/>
          </v:shape>
        </w:pict>
      </w:r>
    </w:p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08390F" w:rsidP="00E81369">
      <w:r>
        <w:rPr>
          <w:noProof/>
        </w:rPr>
        <w:pict>
          <v:group id="组合 7187" o:spid="_x0000_s1165" style="position:absolute;left:0;text-align:left;margin-left:-21.6pt;margin-top:9.6pt;width:457.25pt;height:109.95pt;z-index:251669504" coordsize="58068,139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">
            <v:group id="组合 1" o:spid="_x0000_s1167" style="position:absolute;top:914;width:58068;height:13049" coordsize="58076,115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pMDodxgAAAN0A&#10;AAAPAAAAAAAAAAAAAAAAAKoCAABkcnMvZG93bnJldi54bWxQSwUGAAAAAAQABAD6AAAAnQMAAAAA&#10;">
              <v:rect id="矩形 7182" o:spid="_x0000_s1172" style="position:absolute;left:10909;width:47167;height:1153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NvlscA&#10;AADdAAAADwAAAGRycy9kb3ducmV2LnhtbESPQWvCQBSE7wX/w/IEb3WjlCrRTZBCSxUa0Qri7TX7&#10;msRm34bsVqO/visIPQ4z8w0zTztTixO1rrKsYDSMQBDnVldcKNh9vj5OQTiPrLG2TAou5CBNeg9z&#10;jLU984ZOW1+IAGEXo4LS+yaW0uUlGXRD2xAH79u2Bn2QbSF1i+cAN7UcR9GzNFhxWCixoZeS8p/t&#10;r1HAXxlnH3K9f7s2MsuejqslHlZKDfrdYgbCU+f/w/f2u1YwGU3HcHsTnoBM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STb5bHAAAA3QAAAA8AAAAAAAAAAAAAAAAAmAIAAGRy&#10;cy9kb3ducmV2LnhtbFBLBQYAAAAABAAEAPUAAACMAwAAAAA=&#10;" fillcolor="#2b7fb9" stroked="f" strokeweight="1pt"/>
              <v:shape id="同侧圆角矩形 7183" o:spid="_x0000_s1171" style="position:absolute;left:-310;top:310;width:11530;height:10909;rotation:-90;visibility:visible;mso-wrap-style:square;v-text-anchor:middle" coordsize="1153024,10909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hYg8UA&#10;AADdAAAADwAAAGRycy9kb3ducmV2LnhtbESPQYvCMBSE78L+h/AEb5rqgtZqlEWQVTzp7grens2z&#10;LTYvtYla/70RhD0OM/MNM503phQ3ql1hWUG/F4EgTq0uOFPw+7PsxiCcR9ZYWiYFD3Iwn320ppho&#10;e+ct3XY+EwHCLkEFufdVIqVLczLoerYiDt7J1gZ9kHUmdY33ADelHETRUBosOCzkWNEip/S8uxoF&#10;xeWwOVf7zI5PsTnS6o/Xg8u3Up128zUB4anx/+F3e6UVjPrxJ7zehCcgZ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yFiDxQAAAN0AAAAPAAAAAAAAAAAAAAAAAJgCAABkcnMv&#10;ZG93bnJldi54bWxQSwUGAAAAAAQABAD1AAAAigMAAAAA&#10;" path="m181833,l971191,v100424,,181833,81409,181833,181833l1153024,1090975r,l,1090975r,l,181833c,81409,81409,,181833,xe" fillcolor="#c33" stroked="f" strokeweight="1pt">
                <v:stroke joinstyle="miter"/>
                <v:path arrowok="t" o:connecttype="custom" o:connectlocs="181833,0;971191,0;1153024,181833;1153024,1090975;1153024,1090975;0,1090975;0,1090975;0,181833;181833,0" o:connectangles="0,0,0,0,0,0,0,0,0"/>
              </v:shape>
              <v:group id="组合 7184" o:spid="_x0000_s1168" style="position:absolute;left:1719;top:1843;width:7776;height:7844" coordorigin="1719,1843" coordsize="19923,200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+UeZhccAAADd&#10;AAAADwAAAAAAAAAAAAAAAACqAgAAZHJzL2Rvd25yZXYueG1sUEsFBgAAAAAEAAQA+gAAAJ4DAAAA&#10;AA==&#10;">
                <v:rect id="Rectangle 6" o:spid="_x0000_s1170" style="position:absolute;left:7926;top:1843;width:7509;height:2009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+qI8YA&#10;AADdAAAADwAAAGRycy9kb3ducmV2LnhtbESPQWvCQBSE74L/YXmFXqRuLFQluooIpaEIYrSeH9ln&#10;Epp9G7PbJP33riB4HGbmG2a57k0lWmpcaVnBZByBIM6sLjlXcDp+vs1BOI+ssbJMCv7JwXo1HCwx&#10;1rbjA7Wpz0WAsItRQeF9HUvpsoIMurGtiYN3sY1BH2STS91gF+Cmku9RNJUGSw4LBda0LSj7Tf+M&#10;gi7bt+fj7kvuR+fE8jW5btOfb6VeX/rNAoSn3j/Dj3aiFcwm8w+4vwlPQK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5+qI8YAAADdAAAADwAAAAAAAAAAAAAAAACYAgAAZHJz&#10;L2Rvd25yZXYueG1sUEsFBgAAAAAEAAQA9QAAAIsDAAAAAA==&#10;" filled="f" stroked="f"/>
                <v:rect id="Rectangle 7" o:spid="_x0000_s1169" style="position:absolute;left:1719;top:8113;width:19923;height:757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00VMYA&#10;AADdAAAADwAAAGRycy9kb3ducmV2LnhtbESPT2vCQBTE7wW/w/IEL0U3erASXUUEaZCCNP45P7LP&#10;JJh9G7PbJH77bqHgcZiZ3zCrTW8q0VLjSssKppMIBHFmdcm5gvNpP16AcB5ZY2WZFDzJwWY9eFth&#10;rG3H39SmPhcBwi5GBYX3dSylywoy6Ca2Jg7ezTYGfZBNLnWDXYCbSs6iaC4NlhwWCqxpV1B2T3+M&#10;gi47ttfT16c8vl8Ty4/ksUsvB6VGw367BOGp96/wfzvRCj6mizn8vQlPQK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000VMYAAADdAAAADwAAAAAAAAAAAAAAAACYAgAAZHJz&#10;L2Rvd25yZXYueG1sUEsFBgAAAAAEAAQA9QAAAIsDAAAAAA==&#10;" filled="f" stroked="f"/>
              </v:group>
            </v:group>
            <v:shape id="文本框 1" o:spid="_x0000_s1166" type="#_x0000_t202" style="position:absolute;left:13868;width:40081;height:1325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<v:textbox>
                <w:txbxContent>
                  <w:p w:rsidR="00E81369" w:rsidRDefault="00CE0ECD" w:rsidP="00E81369">
                    <w:pPr>
                      <w:pStyle w:val="a5"/>
                      <w:snapToGrid w:val="0"/>
                      <w:spacing w:before="0" w:beforeAutospacing="0" w:after="0" w:afterAutospacing="0"/>
                      <w:jc w:val="distribute"/>
                      <w:rPr>
                        <w:rFonts w:ascii="微软雅黑" w:eastAsia="微软雅黑" w:hAnsi="微软雅黑"/>
                        <w:color w:val="FFFFFF" w:themeColor="background1"/>
                        <w:sz w:val="124"/>
                        <w:szCs w:val="124"/>
                      </w:rPr>
                    </w:pPr>
                    <w:r>
                      <w:rPr>
                        <w:rFonts w:ascii="微软雅黑" w:eastAsia="微软雅黑" w:hAnsi="微软雅黑" w:cs="+mn-cs" w:hint="eastAsia"/>
                        <w:bCs/>
                        <w:color w:val="FFFFFF" w:themeColor="background1"/>
                        <w:kern w:val="24"/>
                        <w:sz w:val="124"/>
                        <w:szCs w:val="124"/>
                      </w:rPr>
                      <w:t>个人</w:t>
                    </w:r>
                    <w:r w:rsidR="00E81369">
                      <w:rPr>
                        <w:rFonts w:ascii="微软雅黑" w:eastAsia="微软雅黑" w:hAnsi="微软雅黑" w:cs="+mn-cs" w:hint="eastAsia"/>
                        <w:bCs/>
                        <w:color w:val="FFFFFF" w:themeColor="background1"/>
                        <w:kern w:val="24"/>
                        <w:sz w:val="124"/>
                        <w:szCs w:val="124"/>
                      </w:rPr>
                      <w:t>简历</w:t>
                    </w:r>
                  </w:p>
                </w:txbxContent>
              </v:textbox>
            </v:shape>
          </v:group>
        </w:pict>
      </w:r>
    </w:p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08390F" w:rsidP="00E81369">
      <w:r>
        <w:rPr>
          <w:noProof/>
        </w:rPr>
        <w:pict>
          <v:shape id="文本框 7190" o:spid="_x0000_s1164" type="#_x0000_t202" style="position:absolute;left:0;text-align:left;margin-left:78.75pt;margin-top:9.35pt;width:337.95pt;height:182.05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" filled="f" stroked="f" strokeweight=".5pt">
            <v:textbox>
              <w:txbxContent>
                <w:p w:rsidR="00E81369" w:rsidRDefault="00E81369" w:rsidP="00E81369">
                  <w:pPr>
                    <w:snapToGrid w:val="0"/>
                    <w:spacing w:line="360" w:lineRule="auto"/>
                    <w:rPr>
                      <w:rFonts w:ascii="微软雅黑" w:eastAsia="微软雅黑" w:hAnsi="微软雅黑"/>
                      <w:color w:val="595959"/>
                      <w:sz w:val="28"/>
                      <w:szCs w:val="28"/>
                    </w:rPr>
                  </w:pPr>
                  <w:r>
                    <w:rPr>
                      <w:rFonts w:ascii="微软雅黑" w:eastAsia="微软雅黑" w:hAnsi="微软雅黑" w:hint="eastAsia"/>
                      <w:color w:val="595959"/>
                      <w:sz w:val="28"/>
                      <w:szCs w:val="28"/>
                    </w:rPr>
                    <w:t>姓    名</w:t>
                  </w:r>
                  <w:r>
                    <w:rPr>
                      <w:rFonts w:ascii="微软雅黑" w:eastAsia="微软雅黑" w:hAnsi="微软雅黑"/>
                      <w:color w:val="595959"/>
                      <w:sz w:val="28"/>
                      <w:szCs w:val="28"/>
                    </w:rPr>
                    <w:t>：</w:t>
                  </w:r>
                  <w:r>
                    <w:rPr>
                      <w:rFonts w:ascii="微软雅黑" w:eastAsia="微软雅黑" w:hAnsi="微软雅黑" w:hint="eastAsia"/>
                      <w:color w:val="595959"/>
                      <w:sz w:val="28"/>
                      <w:szCs w:val="28"/>
                    </w:rPr>
                    <w:t xml:space="preserve"> </w:t>
                  </w:r>
                </w:p>
                <w:p w:rsidR="00E81369" w:rsidRDefault="00E81369" w:rsidP="00E81369">
                  <w:pPr>
                    <w:snapToGrid w:val="0"/>
                    <w:spacing w:line="360" w:lineRule="auto"/>
                    <w:rPr>
                      <w:rFonts w:ascii="微软雅黑" w:eastAsia="微软雅黑" w:hAnsi="微软雅黑"/>
                      <w:color w:val="595959"/>
                      <w:sz w:val="28"/>
                      <w:szCs w:val="28"/>
                    </w:rPr>
                  </w:pPr>
                  <w:r>
                    <w:rPr>
                      <w:rFonts w:ascii="微软雅黑" w:eastAsia="微软雅黑" w:hAnsi="微软雅黑" w:hint="eastAsia"/>
                      <w:color w:val="595959"/>
                      <w:sz w:val="28"/>
                      <w:szCs w:val="28"/>
                    </w:rPr>
                    <w:t xml:space="preserve">毕业学院： </w:t>
                  </w:r>
                </w:p>
                <w:p w:rsidR="00E81369" w:rsidRDefault="00E81369" w:rsidP="00E81369">
                  <w:pPr>
                    <w:snapToGrid w:val="0"/>
                    <w:spacing w:line="360" w:lineRule="auto"/>
                    <w:rPr>
                      <w:rFonts w:ascii="微软雅黑" w:eastAsia="微软雅黑" w:hAnsi="微软雅黑"/>
                      <w:color w:val="595959"/>
                      <w:sz w:val="28"/>
                      <w:szCs w:val="28"/>
                    </w:rPr>
                  </w:pPr>
                  <w:r>
                    <w:rPr>
                      <w:rFonts w:ascii="微软雅黑" w:eastAsia="微软雅黑" w:hAnsi="微软雅黑" w:hint="eastAsia"/>
                      <w:color w:val="595959"/>
                      <w:sz w:val="28"/>
                      <w:szCs w:val="28"/>
                    </w:rPr>
                    <w:t xml:space="preserve">所学专业： </w:t>
                  </w:r>
                </w:p>
                <w:p w:rsidR="00E81369" w:rsidRDefault="00E81369" w:rsidP="00E81369">
                  <w:pPr>
                    <w:snapToGrid w:val="0"/>
                    <w:spacing w:line="360" w:lineRule="auto"/>
                    <w:rPr>
                      <w:rFonts w:ascii="微软雅黑" w:eastAsia="微软雅黑" w:hAnsi="微软雅黑"/>
                      <w:color w:val="595959"/>
                      <w:sz w:val="28"/>
                      <w:szCs w:val="28"/>
                    </w:rPr>
                  </w:pPr>
                  <w:r>
                    <w:rPr>
                      <w:rFonts w:ascii="微软雅黑" w:eastAsia="微软雅黑" w:hAnsi="微软雅黑" w:hint="eastAsia"/>
                      <w:color w:val="595959"/>
                      <w:sz w:val="28"/>
                      <w:szCs w:val="28"/>
                    </w:rPr>
                    <w:t>联系电话</w:t>
                  </w:r>
                  <w:r>
                    <w:rPr>
                      <w:rFonts w:ascii="微软雅黑" w:eastAsia="微软雅黑" w:hAnsi="微软雅黑"/>
                      <w:color w:val="595959"/>
                      <w:sz w:val="28"/>
                      <w:szCs w:val="28"/>
                    </w:rPr>
                    <w:t>：</w:t>
                  </w:r>
                  <w:r>
                    <w:rPr>
                      <w:rFonts w:ascii="微软雅黑" w:eastAsia="微软雅黑" w:hAnsi="微软雅黑" w:hint="eastAsia"/>
                      <w:color w:val="595959"/>
                      <w:sz w:val="28"/>
                      <w:szCs w:val="28"/>
                    </w:rPr>
                    <w:t xml:space="preserve"> </w:t>
                  </w:r>
                </w:p>
                <w:p w:rsidR="00E81369" w:rsidRDefault="00E81369" w:rsidP="00E81369">
                  <w:pPr>
                    <w:snapToGrid w:val="0"/>
                    <w:spacing w:line="360" w:lineRule="auto"/>
                    <w:rPr>
                      <w:rFonts w:ascii="微软雅黑" w:eastAsia="微软雅黑" w:hAnsi="微软雅黑"/>
                      <w:color w:val="595959"/>
                      <w:sz w:val="28"/>
                      <w:szCs w:val="28"/>
                    </w:rPr>
                  </w:pPr>
                  <w:r>
                    <w:rPr>
                      <w:rFonts w:ascii="微软雅黑" w:eastAsia="微软雅黑" w:hAnsi="微软雅黑" w:hint="eastAsia"/>
                      <w:color w:val="595959"/>
                      <w:sz w:val="28"/>
                      <w:szCs w:val="28"/>
                    </w:rPr>
                    <w:t>联系邮箱</w:t>
                  </w:r>
                  <w:r>
                    <w:rPr>
                      <w:rFonts w:ascii="微软雅黑" w:eastAsia="微软雅黑" w:hAnsi="微软雅黑"/>
                      <w:color w:val="595959"/>
                      <w:sz w:val="28"/>
                      <w:szCs w:val="28"/>
                    </w:rPr>
                    <w:t>：</w:t>
                  </w:r>
                </w:p>
              </w:txbxContent>
            </v:textbox>
          </v:shape>
        </w:pict>
      </w:r>
    </w:p>
    <w:p w:rsidR="00E81369" w:rsidRDefault="0008390F" w:rsidP="00E81369">
      <w:r>
        <w:rPr>
          <w:noProof/>
        </w:rPr>
        <w:pict>
          <v:group id="组合 7197" o:spid="_x0000_s1158" style="position:absolute;left:0;text-align:left;margin-left:48.9pt;margin-top:.7pt;width:25.1pt;height:159.55pt;z-index:251674624" coordorigin=",-345" coordsize="3187,20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">
            <v:shape id="Freeform 142" o:spid="_x0000_s1163" style="position:absolute;top:4293;width:3187;height:2228;visibility:visible;mso-wrap-style:square;v-text-anchor:top" coordsize="263,1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RM58EA&#10;AADdAAAADwAAAGRycy9kb3ducmV2LnhtbERPTYvCMBC9L/gfwgheFk314Go1iggFLx50C+JtaMam&#10;mExKE7X+e3NY2OPjfa+3vbPiSV1oPCuYTjIQxJXXDdcKyt9ivAARIrJG65kUvCnAdjP4WmOu/YtP&#10;9DzHWqQQDjkqMDG2uZShMuQwTHxLnLib7xzGBLta6g5fKdxZOcuyuXTYcGow2NLeUHU/P5yCRYnX&#10;5fF4McY25TfNb4U9caHUaNjvViAi9fFf/Oc+aAU/02Wam96kJyA3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JETOfBAAAA3QAAAA8AAAAAAAAAAAAAAAAAmAIAAGRycy9kb3du&#10;cmV2LnhtbFBLBQYAAAAABAAEAPUAAACGAwAAAAA=&#10;" path="m255,42c140,2,140,2,140,2,133,,134,,127,2,11,42,11,42,11,42v-8,2,-8,7,,9c38,61,38,61,38,61,26,73,25,85,25,99v-5,2,-8,7,-8,12c17,116,20,120,24,122,22,137,16,153,,173v8,6,12,8,19,11c42,174,39,147,37,121v3,-2,5,-6,5,-10c42,106,40,102,36,100,37,86,40,74,50,66v,-1,1,-1,1,-1c131,33,131,33,131,33v3,-1,6,,7,3c138,36,138,36,138,36v1,3,,7,-3,8c68,71,68,71,68,71v60,20,60,20,60,20c135,94,134,94,141,91,256,52,256,52,256,52v7,-3,7,-7,-1,-10c255,42,255,42,255,42xm128,106c55,82,55,82,55,82v,18,,18,,18c59,104,61,109,61,114v,5,-2,10,-5,13c57,130,59,133,61,134v43,23,101,23,148,-3c213,129,215,125,215,121v,-40,,-40,,-40c141,106,141,106,141,106v-8,3,-6,3,-13,c128,106,128,106,128,106xm128,106v,,,,,e" fillcolor="#2b7fb9" stroked="f">
              <v:path arrowok="t" o:connecttype="custom" o:connectlocs="309074,50876;169687,2423;153931,2423;13333,50876;13333,61778;46058,73891;30301,119922;20605,134458;29089,147782;0,209560;23029,222885;44846,146571;50906,134458;43634,121133;60603,79948;61815,78737;158779,39974;167263,43608;167263,43608;163627,53299;82420,86005;155143,110231;170900,110231;310286,62989;309074,50876;309074,50876;155143,128401;66663,99329;66663,121133;73935,138092;67875,153839;73935,162318;253319,158684;260591,146571;260591,98118;170900,128401;155143,128401;155143,128401;155143,128401;155143,128401" o:connectangles="0,0,0,0,0,0,0,0,0,0,0,0,0,0,0,0,0,0,0,0,0,0,0,0,0,0,0,0,0,0,0,0,0,0,0,0,0,0,0,0"/>
              <o:lock v:ext="edit" aspectratio="t" verticies="t"/>
            </v:shape>
            <v:shape id="Freeform 38" o:spid="_x0000_s1162" style="position:absolute;left:345;top:-345;width:2108;height:2228;visibility:visible;mso-wrap-style:square;v-text-anchor:top" coordsize="328,3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+Q8MYA&#10;AADdAAAADwAAAGRycy9kb3ducmV2LnhtbESPX2vCQBDE3wv9DscWfKsXBVuNniIFQUsf6h98XnJr&#10;Esztxtw1id++Vyj4OMzMb5jFqneVaqnxpbCB0TABRZyJLTk3cDpuXqegfEC2WAmTgTt5WC2fnxaY&#10;Wul4T+0h5CpC2KdooAihTrX2WUEO/VBq4uhdpHEYomxybRvsItxVepwkb9phyXGhwJo+Csquhx9n&#10;4PO+724bOSXSSj/Br+P5e7w7GzN46ddzUIH68Aj/t7fWwPtoNoO/N/EJ6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h+Q8MYAAADdAAAADwAAAAAAAAAAAAAAAACYAgAAZHJz&#10;L2Rvd25yZXYueG1sUEsFBgAAAAAEAAQA9QAAAIsDAAAAAA==&#10;" path="m285,119c285,53,231,,164,,98,,44,53,44,119v,38,18,72,46,94c39,238,4,289,,347v18,,18,,18,c22,292,58,244,108,224v15,8,37,14,56,14c183,238,201,234,216,227v13,-8,13,-8,13,-8c239,213,239,213,239,213v28,-22,46,-56,46,-94xm164,219c108,219,63,174,63,119,63,64,108,19,164,19v56,,101,45,101,100c265,174,222,219,164,219xm266,230v,1,,1,,1c264,229,262,227,259,227v-6,,-11,3,-11,9c248,240,250,244,254,245v-1,,-1,,-1,c286,269,303,305,306,347v22,,22,,22,c325,300,302,258,266,230xm266,230v,,,,,e" fillcolor="#2b7fb9" stroked="f">
              <v:path arrowok="t" o:connecttype="custom" o:connectlocs="2147483646,2147483646;2147483646,0;2147483646,2147483646;2147483646,2147483646;0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" o:connectangles="0,0,0,0,0,0,0,0,0,0,0,0,0,0,0,0,0,0,0,0,0,0,0,0,0,0,0,0"/>
              <o:lock v:ext="edit" aspectratio="t" verticies="t"/>
            </v:shape>
            <v:shape id="Freeform 137" o:spid="_x0000_s1161" style="position:absolute;left:345;top:8860;width:2232;height:2232;visibility:visible;mso-wrap-style:square;v-text-anchor:top" coordsize="140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KDV8cA&#10;AADeAAAADwAAAGRycy9kb3ducmV2LnhtbESP3WrCQBSE7wu+w3KE3tWNaf2LriKKUNqL+vcAh+wx&#10;Wcyejdk1pm/fLRR6OczMN8xi1dlKtNR441jBcJCAIM6dNlwoOJ92L1MQPiBrrByTgm/ysFr2nhaY&#10;affgA7XHUIgIYZ+hgjKEOpPS5yVZ9ANXE0fv4hqLIcqmkLrBR4TbSqZJMpYWDceFEmvalJRfj3er&#10;gNNRe/lMbubDzXaHr+2sMOvJXqnnfreegwjUhf/wX/tdK0iHo7dX+L0Tr4Bc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XSg1fHAAAA3gAAAA8AAAAAAAAAAAAAAAAAmAIAAGRy&#10;cy9kb3ducmV2LnhtbFBLBQYAAAAABAAEAPUAAACMAwAAAAA=&#10;" path="m130,18v,113,,113,,113c25,131,25,131,25,131v-9,,-15,-6,-15,-13c10,111,16,105,25,105v95,,95,,95,c120,,120,,120,,20,,20,,20,,9,,,8,,18,,123,,123,,123v,9,9,17,20,17c140,140,140,140,140,140v,-122,,-122,,-122c130,18,130,18,130,18xm30,114v90,,90,,90,c120,123,120,123,120,123v-90,,-90,,-90,c30,114,30,114,30,114xm30,114v,,,,,e" fillcolor="#2b7fb9" stroked="f">
              <v:path arrowok="t" o:connecttype="custom" o:connectlocs="207257,28697;207257,208851;39857,208851;15943,188126;39857,167400;191314,167400;191314,0;31886,0;0,28697;0,196097;31886,223200;223200,223200;223200,28697;207257,28697;47829,181749;191314,181749;191314,196097;47829,196097;47829,181749;47829,181749;47829,181749" o:connectangles="0,0,0,0,0,0,0,0,0,0,0,0,0,0,0,0,0,0,0,0,0"/>
              <o:lock v:ext="edit" aspectratio="t" verticies="t"/>
            </v:shape>
            <v:shape id="Freeform 12" o:spid="_x0000_s1160" style="position:absolute;left:172;top:13437;width:2206;height:2232;visibility:visible;mso-wrap-style:square;v-text-anchor:top" coordsize="108,1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QX18kA&#10;AADeAAAADwAAAGRycy9kb3ducmV2LnhtbESPT2vCQBTE74V+h+UVeqsbg0qJrlIKpXpp/Q/eXrOv&#10;2ZDs2zS7auqndwsFj8PM/IaZzDpbixO1vnSsoN9LQBDnTpdcKNhu3p6eQfiArLF2TAp+ycNsen83&#10;wUy7M6/otA6FiBD2GSowITSZlD43ZNH3XEMcvW/XWgxRtoXULZ4j3NYyTZKRtFhyXDDY0KuhvFof&#10;rYJduV+mh4/B8XKY/3yZz/dqtKgqpR4fupcxiEBduIX/23OtIO0PB0P4uxOvgJxe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gsQX18kAAADeAAAADwAAAAAAAAAAAAAAAACYAgAA&#10;ZHJzL2Rvd25yZXYueG1sUEsFBgAAAAAEAAQA9QAAAI4DAAAAAA==&#10;" path="m85,105v3,-2,6,-3,8,-5c93,100,94,99,94,99v1,-1,2,-2,2,-4c96,94,96,92,94,91,74,77,74,77,74,77,73,76,72,76,71,76v-1,,-3,,-4,1c67,77,64,81,64,81v-2,2,-10,2,-12,c30,59,30,59,30,59,27,57,29,52,31,49v3,-3,3,-3,3,-3c35,45,36,44,36,42v,-1,-1,-2,-1,-3c18,15,18,15,18,15,17,13,16,13,14,13v-2,,-3,1,-4,2c9,15,9,15,9,15,5,21,,29,,37v,22,50,72,72,72c72,109,72,109,73,109v5,-1,10,-3,12,-4c85,105,85,105,85,105xm80,c65,,52,10,52,24v,7,5,14,11,19c59,57,59,57,59,57,73,47,73,47,73,47v2,,4,1,7,1c95,48,108,37,108,24,108,10,95,,80,v,,,,,xm68,17v2,,4,2,4,5c72,24,70,26,68,26v-2,,-4,-2,-4,-4c64,19,66,17,68,17v,,,,,xm80,26v-2,,-4,-2,-4,-4c76,19,78,17,80,17v2,,4,2,4,5c84,24,82,26,80,26v,,,,,xm92,26v-3,,-4,-2,-4,-4c88,19,89,17,92,17v2,,4,2,4,5c96,24,94,26,92,26v,,,,,xm92,26v,,,,,e" fillcolor="#2b7fb9" stroked="f">
              <v:path arrowok="t" o:connecttype="custom" o:connectlocs="173624,215009;189965,204771;192008,202723;196093,194532;192008,186341;151155,157673;145027,155626;136857,157673;130729,165864;106217,165864;61279,120815;63322,100338;69450,94194;73535,86004;71492,79861;36768,30716;28597,26620;20426,30716;18384,30716;0,75765;147070,223200;149113,223200;173624,215009;173624,215009;163411,0;106217,49145;128686,88051;120516,116719;149113,96242;163411,98290;220605,49145;163411,0;163411,0;138899,34811;147070,45050;138899,53240;130729,45050;138899,34811;138899,34811;163411,53240;155241,45050;163411,34811;171582,45050;163411,53240;163411,53240;187923,53240;179752,45050;187923,34811;196093,45050;187923,53240;187923,53240;187923,53240;187923,53240" o:connectangles="0,0,0,0,0,0,0,0,0,0,0,0,0,0,0,0,0,0,0,0,0,0,0,0,0,0,0,0,0,0,0,0,0,0,0,0,0,0,0,0,0,0,0,0,0,0,0,0,0,0,0,0,0"/>
              <o:lock v:ext="edit" aspectratio="t" verticies="t"/>
            </v:shape>
            <v:shape id="Freeform 43" o:spid="_x0000_s1159" style="position:absolute;top:18267;width:2239;height:1656;flip:x;visibility:visible;mso-wrap-style:square;v-text-anchor:top" coordsize="122,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mKL8UA&#10;AADeAAAADwAAAGRycy9kb3ducmV2LnhtbESPQWvCQBSE7wX/w/KE3urGUEOJrlJEiSBYqoVeH9ln&#10;NjT7NmTXGP+9Kwg9DjPzDbNYDbYRPXW+dqxgOklAEJdO11wp+Dlt3z5A+ICssXFMCm7kYbUcvSww&#10;1+7K39QfQyUihH2OCkwIbS6lLw1Z9BPXEkfv7DqLIcqukrrDa4TbRqZJkkmLNccFgy2tDZV/x4tV&#10;sHaH395QkW6+9v4UCpttmiJT6nU8fM5BBBrCf/jZ3mkF6XT2nsHjTrwCcn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SYovxQAAAN4AAAAPAAAAAAAAAAAAAAAAAJgCAABkcnMv&#10;ZG93bnJldi54bWxQSwUGAAAAAAQABAD1AAAAigMAAAAA&#10;" path="m110,c12,,12,,12,,5,,,6,,12,,78,,78,,78v,7,5,12,12,12c110,90,110,90,110,90v7,,12,-5,12,-12c122,12,122,12,122,12,122,6,117,,110,v,,,,,xm110,25c61,55,61,55,61,55,12,25,12,25,12,25v,-12,,-12,,-12c61,43,61,43,61,43,110,13,110,13,110,13v,12,,12,,12c110,25,110,25,110,25xm110,25v,,,,,e" fillcolor="#2b7fb9" stroked="f">
              <v:path arrowok="t" o:connecttype="custom" o:connectlocs="201885,0;22024,0;0,22080;0,143520;22024,165600;201885,165600;223909,143520;223909,22080;201885,0;201885,0;201885,46000;111955,101200;22024,46000;22024,23920;111955,79120;201885,23920;201885,46000;201885,46000;201885,46000;201885,46000" o:connectangles="0,0,0,0,0,0,0,0,0,0,0,0,0,0,0,0,0,0,0,0"/>
              <o:lock v:ext="edit" aspectratio="t" verticies="t"/>
            </v:shape>
          </v:group>
        </w:pict>
      </w:r>
    </w:p>
    <w:p w:rsidR="00E81369" w:rsidRDefault="0008390F" w:rsidP="00E81369">
      <w:r>
        <w:rPr>
          <w:noProof/>
        </w:rPr>
        <w:pict>
          <v:group id="组合 7191" o:spid="_x0000_s1152" style="position:absolute;left:0;text-align:left;margin-left:84.85pt;margin-top:7.1pt;width:240.9pt;height:2in;z-index:251673600" coordsize="32040,18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">
            <v:line id="直接连接符 7192" o:spid="_x0000_s1157" style="position:absolute;visibility:visible" from="0,0" to="3204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pOt8UAAADdAAAADwAAAGRycy9kb3ducmV2LnhtbESPwW7CMBBE75X6D9ZW4gZOEKJtwKAW&#10;hODQHpr2A1bxkgTsdbANpH9fIyH1OJqZN5r5srdGXMiH1rGCfJSBIK6cbrlW8PO9Gb6ACBFZo3FM&#10;Cn4pwHLx+DDHQrsrf9GljLVIEA4FKmhi7AopQ9WQxTByHXHy9s5bjEn6WmqP1wS3Ro6zbCottpwW&#10;Guxo1VB1LM9WwbYtj+u9MQe3eZeTk/78qH0elBo89W8zEJH6+B++t3dawXP+Oobbm/QE5O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bpOt8UAAADdAAAADwAAAAAAAAAA&#10;AAAAAAChAgAAZHJzL2Rvd25yZXYueG1sUEsFBgAAAAAEAAQA+QAAAJMDAAAAAA==&#10;" strokecolor="#7f7f7f" strokeweight=".5pt">
              <v:stroke joinstyle="miter"/>
            </v:line>
            <v:line id="直接连接符 7193" o:spid="_x0000_s1156" style="position:absolute;visibility:visible" from="0,4655" to="32040,46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brLMYAAADdAAAADwAAAGRycy9kb3ducmV2LnhtbESPwW7CMBBE75X4B2uRuIGTFrUlxaC2&#10;CMGhPTTlA1bxkqTY69Q2EP4eV0LqcTQzbzTzZW+NOJEPrWMF+SQDQVw53XKtYPe9Hj+DCBFZo3FM&#10;Ci4UYLkY3M2x0O7MX3QqYy0ShEOBCpoYu0LKUDVkMUxcR5y8vfMWY5K+ltrjOcGtkfdZ9igttpwW&#10;GuzovaHqUB6tgk1bHlZ7Y37c+k1Of/XnR+3zoNRo2L++gIjUx//wrb3VCp7y2QP8vUlPQC6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726yzGAAAA3QAAAA8AAAAAAAAA&#10;AAAAAAAAoQIAAGRycy9kb3ducmV2LnhtbFBLBQYAAAAABAAEAPkAAACUAwAAAAA=&#10;" strokecolor="#7f7f7f" strokeweight=".5pt">
              <v:stroke joinstyle="miter"/>
            </v:line>
            <v:line id="直接连接符 7194" o:spid="_x0000_s1155" style="position:absolute;visibility:visible" from="0,9144" to="32040,91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R9zWMUAAADdAAAADwAAAGRycy9kb3ducmV2LnhtbESPwW7CMBBE75X6D9ZW4gZOEKJtwKAW&#10;hODQHpr2A1bxkgTsdbANpH9fIyH1OJqZN5r5srdGXMiH1rGCfJSBIK6cbrlW8PO9Gb6ACBFZo3FM&#10;Cn4pwHLx+DDHQrsrf9GljLVIEA4FKmhi7AopQ9WQxTByHXHy9s5bjEn6WmqP1wS3Ro6zbCottpwW&#10;Guxo1VB1LM9WwbYtj+u9MQe3eZeTk/78qH0elBo89W8zEJH6+B++t3dawXP+OoHbm/QE5O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R9zWMUAAADdAAAADwAAAAAAAAAA&#10;AAAAAAChAgAAZHJzL2Rvd25yZXYueG1sUEsFBgAAAAAEAAQA+QAAAJMDAAAAAA==&#10;" strokecolor="#7f7f7f" strokeweight=".5pt">
              <v:stroke joinstyle="miter"/>
            </v:line>
            <v:line id="直接连接符 7195" o:spid="_x0000_s1154" style="position:absolute;visibility:visible" from="0,13799" to="32040,137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PWw8YAAADdAAAADwAAAGRycy9kb3ducmV2LnhtbESPwW7CMBBE75X4B2uRuIGTqrQlxaC2&#10;CMGhPTTlA1bxkqTY69Q2EP4eV0LqcTQzbzTzZW+NOJEPrWMF+SQDQVw53XKtYPe9Hj+DCBFZo3FM&#10;Ci4UYLkY3M2x0O7MX3QqYy0ShEOBCpoYu0LKUDVkMUxcR5y8vfMWY5K+ltrjOcGtkfdZ9igttpwW&#10;GuzovaHqUB6tgk1bHlZ7Y37c+k0+/OrPj9rnQanRsH99ARGpj//hW3urFTzlsyn8vUlPQC6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5T1sPGAAAA3QAAAA8AAAAAAAAA&#10;AAAAAAAAoQIAAGRycy9kb3ducmV2LnhtbFBLBQYAAAAABAAEAPkAAACUAwAAAAA=&#10;" strokecolor="#7f7f7f" strokeweight=".5pt">
              <v:stroke joinstyle="miter"/>
            </v:line>
            <v:line id="直接连接符 7196" o:spid="_x0000_s1153" style="position:absolute;visibility:visible" from="0,18288" to="32040,18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oFItMUAAADdAAAADwAAAGRycy9kb3ducmV2LnhtbESPwW7CMBBE75X6D9ZW4gZOEKJtwKAW&#10;hODQHpr2A1bxkgTsdbANpH9fIyH1OJqZN5r5srdGXMiH1rGCfJSBIK6cbrlW8PO9Gb6ACBFZo3FM&#10;Cn4pwHLx+DDHQrsrf9GljLVIEA4FKmhi7AopQ9WQxTByHXHy9s5bjEn6WmqP1wS3Ro6zbCottpwW&#10;Guxo1VB1LM9WwbYtj+u9MQe3eZeTk/78qH0elBo89W8zEJH6+B++t3dawXP+OoXbm/QE5O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oFItMUAAADdAAAADwAAAAAAAAAA&#10;AAAAAAChAgAAZHJzL2Rvd25yZXYueG1sUEsFBgAAAAAEAAQA+QAAAJMDAAAAAA==&#10;" strokecolor="#7f7f7f" strokeweight=".5pt">
              <v:stroke joinstyle="miter"/>
            </v:line>
          </v:group>
        </w:pict>
      </w:r>
    </w:p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08390F" w:rsidP="00E81369">
      <w:r>
        <w:rPr>
          <w:noProof/>
        </w:rPr>
        <w:pict>
          <v:group id="组合 2178" o:spid="_x0000_s1136" style="position:absolute;left:0;text-align:left;margin-left:-372.1pt;margin-top:31.15pt;width:1158.75pt;height:148.65pt;z-index:251668480;mso-position-horizontal-relative:margin" coordsize="147164,18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">
            <v:shape id="等腰三角形 21504" o:spid="_x0000_s1151" type="#_x0000_t5" style="position:absolute;left:33830;width:44246;height:1888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PSIMcA&#10;AADeAAAADwAAAGRycy9kb3ducmV2LnhtbESPQWvCQBSE7wX/w/KE3urGUGNJ3QSRFloQRC2It0f2&#10;maRm34bsNkn/vVsoeBxm5htmlY+mET11rrasYD6LQBAXVtdcKvg6vj+9gHAeWWNjmRT8koM8mzys&#10;MNV24D31B1+KAGGXooLK+zaV0hUVGXQz2xIH72I7gz7IrpS6wyHATSPjKEqkwZrDQoUtbSoqrocf&#10;oyC58G63jc1p/D7rt32TfF79cqHU43Rcv4LwNPp7+L/9oRXE80X0DH93whWQ2Q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qz0iDHAAAA3gAAAA8AAAAAAAAAAAAAAAAAmAIAAGRy&#10;cy9kb3ducmV2LnhtbFBLBQYAAAAABAAEAPUAAACMAwAAAAA=&#10;" fillcolor="#59a5d9" stroked="f" strokeweight="1pt">
              <v:fill opacity="22102f"/>
            </v:shape>
            <v:shape id="等腰三角形 21505" o:spid="_x0000_s1150" type="#_x0000_t5" style="position:absolute;left:50184;width:44245;height:1888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93u8cA&#10;AADeAAAADwAAAGRycy9kb3ducmV2LnhtbESPQWvCQBSE70L/w/IKvenGQNISXaUUhRaEkFgovT2y&#10;zySafRuyWxP/fbdQ8DjMzDfMejuZTlxpcK1lBctFBIK4srrlWsHncT9/AeE8ssbOMim4kYPt5mG2&#10;xkzbkQu6lr4WAcIuQwWN930mpasaMugWticO3skOBn2QQy31gGOAm07GUZRKgy2HhQZ7emuoupQ/&#10;RkF64jw/xOZrOn/rXdGlHxf/nCj19Di9rkB4mvw9/N9+1wriZRIl8HcnXAG5+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X/d7vHAAAA3gAAAA8AAAAAAAAAAAAAAAAAmAIAAGRy&#10;cy9kb3ducmV2LnhtbFBLBQYAAAAABAAEAPUAAACMAwAAAAA=&#10;" fillcolor="#59a5d9" stroked="f" strokeweight="1pt">
              <v:fill opacity="22102f"/>
            </v:shape>
            <v:shape id="等腰三角形 21506" o:spid="_x0000_s1149" type="#_x0000_t5" style="position:absolute;left:70612;width:44246;height:1888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3pzMcA&#10;AADeAAAADwAAAGRycy9kb3ducmV2LnhtbESP3WrCQBSE7wXfYTlC73STgKmkWUWkBQsF0Qqld4fs&#10;yU+TPRuyq6Zv7wqFXg4z8w2Tb0bTiSsNrrGsIF5EIIgLqxuuFJw/3+YrEM4ja+wsk4JfcrBZTyc5&#10;Ztre+EjXk69EgLDLUEHtfZ9J6YqaDLqF7YmDV9rBoA9yqKQe8BbgppNJFKXSYMNhocaedjUV7eli&#10;FKQlHw4fifkaf77167FL31v/vFTqaTZuX0B4Gv1/+K+91wqSeBml8LgTroBc3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Ut6czHAAAA3gAAAA8AAAAAAAAAAAAAAAAAmAIAAGRy&#10;cy9kb3ducmV2LnhtbFBLBQYAAAAABAAEAPUAAACMAwAAAAA=&#10;" fillcolor="#59a5d9" stroked="f" strokeweight="1pt">
              <v:fill opacity="22102f"/>
            </v:shape>
            <v:shape id="等腰三角形 21507" o:spid="_x0000_s1148" type="#_x0000_t5" style="position:absolute;left:88259;width:44245;height:1888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FMV8cA&#10;AADeAAAADwAAAGRycy9kb3ducmV2LnhtbESPQWvCQBSE70L/w/IKvekmAaNEVylioYWCqIXi7ZF9&#10;Jmmyb0N2m6T/visIHoeZ+YZZb0fTiJ46V1lWEM8iEMS51RUXCr7Ob9MlCOeRNTaWScEfOdhuniZr&#10;zLQd+Ej9yRciQNhlqKD0vs2kdHlJBt3MtsTBu9rOoA+yK6TucAhw08gkilJpsOKwUGJLu5Ly+vRr&#10;FKRXPhw+E/M9/lz0/tikH7VfzJV6eR5fVyA8jf4RvrfftYIknkcLuN0JV0Bu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phTFfHAAAA3gAAAA8AAAAAAAAAAAAAAAAAmAIAAGRy&#10;cy9kb3ducmV2LnhtbFBLBQYAAAAABAAEAPUAAACMAwAAAAA=&#10;" fillcolor="#59a5d9" stroked="f" strokeweight="1pt">
              <v:fill opacity="22102f"/>
            </v:shape>
            <v:shape id="等腰三角形 7168" o:spid="_x0000_s1147" type="#_x0000_t5" style="position:absolute;left:102918;width:44246;height:1888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zCtsIA&#10;AADdAAAADwAAAGRycy9kb3ducmV2LnhtbERPy4rCMBTdD/gP4QqzG1OFqVJNRWQGHBDEKoi7S3P7&#10;0OamNFE7f28WgsvDeS+WvWnEnTpXW1YwHkUgiHOray4VHA+/XzMQziNrbCyTgn9ysEwHHwtMtH3w&#10;nu6ZL0UIYZeggsr7NpHS5RUZdCPbEgeusJ1BH2BXSt3hI4SbRk6iKJYGaw4NFba0rii/ZjejIC54&#10;t9tOzKm/nPXPvon/rn76rdTnsF/NQXjq/Vv8cm+0guk4DnPDm/AEZPo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nMK2wgAAAN0AAAAPAAAAAAAAAAAAAAAAAJgCAABkcnMvZG93&#10;bnJldi54bWxQSwUGAAAAAAQABAD1AAAAhwMAAAAA&#10;" fillcolor="#59a5d9" stroked="f" strokeweight="1pt">
              <v:fill opacity="22102f"/>
            </v:shape>
            <v:shape id="等腰三角形 7169" o:spid="_x0000_s1146" type="#_x0000_t5" style="position:absolute;left:25341;width:44246;height:1888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BnLcUA&#10;AADdAAAADwAAAGRycy9kb3ducmV2LnhtbESPQYvCMBSE7wv+h/AEb2uqYNWuUUQUVhDEKix7ezTP&#10;tmvzUpqs1n9vBMHjMDPfMLNFaypxpcaVlhUM+hEI4szqknMFp+PmcwLCeWSNlWVScCcHi3nnY4aJ&#10;tjc+0DX1uQgQdgkqKLyvEyldVpBB17c1cfDOtjHog2xyqRu8Bbip5DCKYmmw5LBQYE2rgrJL+m8U&#10;xGfe73dD89P+/er1oYq3Fz8eKdXrtssvEJ5a/w6/2t9awXgQT+H5JjwBO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0GctxQAAAN0AAAAPAAAAAAAAAAAAAAAAAJgCAABkcnMv&#10;ZG93bnJldi54bWxQSwUGAAAAAAQABAD1AAAAigMAAAAA&#10;" fillcolor="#59a5d9" stroked="f" strokeweight="1pt">
              <v:fill opacity="22102f"/>
            </v:shape>
            <v:shape id="等腰三角形 7170" o:spid="_x0000_s1145" type="#_x0000_t5" style="position:absolute;left:11083;width:44246;height:1888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NYbcMA&#10;AADdAAAADwAAAGRycy9kb3ducmV2LnhtbERPy4rCMBTdD/gP4QruxlTBVqppEZkBBwTxAeLu0lzb&#10;anNTmqidvzeLgVkeznuZ96YRT+pcbVnBZByBIC6srrlUcDp+f85BOI+ssbFMCn7JQZ4NPpaYavvi&#10;PT0PvhQhhF2KCirv21RKV1Rk0I1tSxy4q+0M+gC7UuoOXyHcNHIaRbE0WHNoqLCldUXF/fAwCuIr&#10;73bbqTn3t4v+2jfxz90nM6VGw361AOGp9//iP/dGK0gmSdgf3oQnILM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TNYbcMAAADdAAAADwAAAAAAAAAAAAAAAACYAgAAZHJzL2Rv&#10;d25yZXYueG1sUEsFBgAAAAAEAAQA9QAAAIgDAAAAAA==&#10;" fillcolor="#59a5d9" stroked="f" strokeweight="1pt">
              <v:fill opacity="22102f"/>
            </v:shape>
            <v:shape id="等腰三角形 7171" o:spid="_x0000_s1144" type="#_x0000_t5" style="position:absolute;left:18413;width:44246;height:1888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/99sYA&#10;AADdAAAADwAAAGRycy9kb3ducmV2LnhtbESPQWvCQBSE70L/w/IKvZlNhCYlZpVSWqggSGKh9PbI&#10;PpNo9m3IbjX+e7dQ8DjMzDdMsZ5ML840us6ygiSKQRDXVnfcKPjaf8xfQDiPrLG3TAqu5GC9epgV&#10;mGt74ZLOlW9EgLDLUUHr/ZBL6eqWDLrIDsTBO9jRoA9ybKQe8RLgppeLOE6lwY7DQosDvbVUn6pf&#10;oyA98G63XZjv6fij38s+3Zx89qzU0+P0ugThafL38H/7UyvIkiyBvzfhCcjV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n/99sYAAADdAAAADwAAAAAAAAAAAAAAAACYAgAAZHJz&#10;L2Rvd25yZXYueG1sUEsFBgAAAAAEAAQA9QAAAIsDAAAAAA==&#10;" fillcolor="#59a5d9" stroked="f" strokeweight="1pt">
              <v:fill opacity="22102f"/>
            </v:shape>
            <v:shape id="等腰三角形 7172" o:spid="_x0000_s1143" type="#_x0000_t5" style="position:absolute;left:4912;width:44246;height:1888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1jgcUA&#10;AADdAAAADwAAAGRycy9kb3ducmV2LnhtbESPQYvCMBSE7wv+h/AEb2tqwVaqUUQUXFgQXUG8PZpn&#10;W21eShO1++83grDHYWa+YWaLztTiQa2rLCsYDSMQxLnVFRcKjj+bzwkI55E11pZJwS85WMx7HzPM&#10;tH3ynh4HX4gAYZehgtL7JpPS5SUZdEPbEAfvYluDPsi2kLrFZ4CbWsZRlEiDFYeFEhtalZTfDnej&#10;ILnwbvcdm1N3Pev1vk6+bj4dKzXod8spCE+d/w+/21utIB2lMbzehCcg5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rWOBxQAAAN0AAAAPAAAAAAAAAAAAAAAAAJgCAABkcnMv&#10;ZG93bnJldi54bWxQSwUGAAAAAAQABAD1AAAAigMAAAAA&#10;" fillcolor="#59a5d9" stroked="f" strokeweight="1pt">
              <v:fill opacity="22102f"/>
            </v:shape>
            <v:shape id="等腰三角形 7173" o:spid="_x0000_s1142" type="#_x0000_t5" style="position:absolute;width:44245;height:1888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HGGsUA&#10;AADdAAAADwAAAGRycy9kb3ducmV2LnhtbESPQYvCMBSE78L+h/AWvGmqYivVKMuioCCIriDeHs2z&#10;rTYvpYna/fcbQdjjMDPfMLNFayrxoMaVlhUM+hEI4szqknMFx59VbwLCeWSNlWVS8EsOFvOPzgxT&#10;bZ+8p8fB5yJA2KWooPC+TqV0WUEGXd/WxMG72MagD7LJpW7wGeCmksMoiqXBksNCgTV9F5TdDnej&#10;IL7wbrcdmlN7Pevlvoo3N5+Mlep+tl9TEJ5a/x9+t9daQTJIRvB6E56An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4cYaxQAAAN0AAAAPAAAAAAAAAAAAAAAAAJgCAABkcnMv&#10;ZG93bnJldi54bWxQSwUGAAAAAAQABAD1AAAAigMAAAAA&#10;" fillcolor="#59a5d9" stroked="f" strokeweight="1pt">
              <v:fill opacity="22102f"/>
            </v:shape>
            <v:shape id="等腰三角形 7174" o:spid="_x0000_s1141" type="#_x0000_t5" style="position:absolute;left:54876;width:44246;height:1888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hebsUA&#10;AADdAAAADwAAAGRycy9kb3ducmV2LnhtbESPQYvCMBSE78L+h/AWvGmqaCvVKMuioCCIriDeHs2z&#10;rTYvpYna/fcbQdjjMDPfMLNFayrxoMaVlhUM+hEI4szqknMFx59VbwLCeWSNlWVS8EsOFvOPzgxT&#10;bZ+8p8fB5yJA2KWooPC+TqV0WUEGXd/WxMG72MagD7LJpW7wGeCmksMoiqXBksNCgTV9F5TdDnej&#10;IL7wbrcdmlN7Pevlvoo3N5+Mlep+tl9TEJ5a/x9+t9daQTJIRvB6E56An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CF5uxQAAAN0AAAAPAAAAAAAAAAAAAAAAAJgCAABkcnMv&#10;ZG93bnJldi54bWxQSwUGAAAAAAQABAD1AAAAigMAAAAA&#10;" fillcolor="#59a5d9" stroked="f" strokeweight="1pt">
              <v:fill opacity="22102f"/>
            </v:shape>
            <v:shape id="等腰三角形 7175" o:spid="_x0000_s1140" type="#_x0000_t5" style="position:absolute;left:78885;width:44245;height:1888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T79ccA&#10;AADdAAAADwAAAGRycy9kb3ducmV2LnhtbESP3WrCQBSE74W+w3IKvTObCCYlZpVSKrQgiLZQvDtk&#10;T36a7NmQXTV9e7dQ8HKYmW+YYjOZXlxodK1lBUkUgyAurW65VvD1uZ0/g3AeWWNvmRT8koPN+mFW&#10;YK7tlQ90OfpaBAi7HBU03g+5lK5syKCL7EAcvMqOBn2QYy31iNcAN71cxHEqDbYcFhoc6LWhsjue&#10;jYK04v1+tzDf089Jvx369KPz2VKpp8fpZQXC0+Tv4f/2u1aQJdkS/t6EJyD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FE+/XHAAAA3QAAAA8AAAAAAAAAAAAAAAAAmAIAAGRy&#10;cy9kb3ducmV2LnhtbFBLBQYAAAAABAAEAPUAAACMAwAAAAA=&#10;" fillcolor="#59a5d9" stroked="f" strokeweight="1pt">
              <v:fill opacity="22102f"/>
            </v:shape>
            <v:shape id="等腰三角形 7176" o:spid="_x0000_s1139" type="#_x0000_t5" style="position:absolute;left:62027;width:44246;height:1888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ZlgsQA&#10;AADdAAAADwAAAGRycy9kb3ducmV2LnhtbESPQYvCMBSE74L/ITzBm6YKttI1ioiCgiC6wrK3R/Ns&#10;uzYvpYla/70RhD0OM/MNM1u0phJ3alxpWcFoGIEgzqwuOVdw/t4MpiCcR9ZYWSYFT3KwmHc7M0y1&#10;ffCR7iefiwBhl6KCwvs6ldJlBRl0Q1sTB+9iG4M+yCaXusFHgJtKjqMolgZLDgsF1rQqKLuebkZB&#10;fOHDYT82P+3fr14fq3h39clEqX6vXX6B8NT6//CnvdUKklESw/tNeAJy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WZYLEAAAA3QAAAA8AAAAAAAAAAAAAAAAAmAIAAGRycy9k&#10;b3ducmV2LnhtbFBLBQYAAAAABAAEAPUAAACJAwAAAAA=&#10;" fillcolor="#59a5d9" stroked="f" strokeweight="1pt">
              <v:fill opacity="22102f"/>
            </v:shape>
            <v:shape id="等腰三角形 7178" o:spid="_x0000_s1138" type="#_x0000_t5" style="position:absolute;left:93524;width:44246;height:1888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0VUa8MA&#10;AADdAAAADwAAAGRycy9kb3ducmV2LnhtbERPy4rCMBTdD/gP4QruxlTBVqppEZkBBwTxAeLu0lzb&#10;anNTmqidvzeLgVkeznuZ96YRT+pcbVnBZByBIC6srrlUcDp+f85BOI+ssbFMCn7JQZ4NPpaYavvi&#10;PT0PvhQhhF2KCirv21RKV1Rk0I1tSxy4q+0M+gC7UuoOXyHcNHIaRbE0WHNoqLCldUXF/fAwCuIr&#10;73bbqTn3t4v+2jfxz90nM6VGw361AOGp9//iP/dGK0gmSZgb3oQnILM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0VUa8MAAADdAAAADwAAAAAAAAAAAAAAAACYAgAAZHJzL2Rv&#10;d25yZXYueG1sUEsFBgAAAAAEAAQA9QAAAIgDAAAAAA==&#10;" fillcolor="#59a5d9" stroked="f" strokeweight="1pt">
              <v:fill opacity="22102f"/>
            </v:shape>
            <v:shape id="等腰三角形 7179" o:spid="_x0000_s1137" type="#_x0000_t5" style="position:absolute;left:42270;width:44246;height:1888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nx8McA&#10;AADdAAAADwAAAGRycy9kb3ducmV2LnhtbESPQWvCQBSE7wX/w/KE3upGoYlN3QSRFloQJFoQb4/s&#10;M0nNvg3ZrUn/vVsoeBxm5htmlY+mFVfqXWNZwXwWgSAurW64UvB1eH9agnAeWWNrmRT8koM8mzys&#10;MNV24IKue1+JAGGXooLa+y6V0pU1GXQz2xEH72x7gz7IvpK6xyHATSsXURRLgw2HhRo72tRUXvY/&#10;RkF85t1uuzDH8fuk34o2/rz45Fmpx+m4fgXhafT38H/7QytI5skL/L0JT0Bm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AJ8fDHAAAA3QAAAA8AAAAAAAAAAAAAAAAAmAIAAGRy&#10;cy9kb3ducmV2LnhtbFBLBQYAAAAABAAEAPUAAACMAwAAAAA=&#10;" fillcolor="#59a5d9" stroked="f" strokeweight="1pt">
              <v:fill opacity="22102f"/>
            </v:shape>
            <w10:wrap anchorx="margin"/>
          </v:group>
        </w:pict>
      </w:r>
    </w:p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5E78F5" w:rsidP="00E81369">
      <w:pPr>
        <w:adjustRightInd w:val="0"/>
        <w:snapToGrid w:val="0"/>
        <w:ind w:leftChars="300" w:left="630"/>
        <w:rPr>
          <w:color w:val="4C4C4C"/>
          <w:sz w:val="28"/>
          <w:szCs w:val="28"/>
        </w:rPr>
      </w:pPr>
      <w:r>
        <w:rPr>
          <w:noProof/>
          <w:color w:val="01A1B9"/>
          <w:sz w:val="28"/>
          <w:szCs w:val="28"/>
        </w:rPr>
        <w:lastRenderedPageBreak/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-829198</wp:posOffset>
            </wp:positionH>
            <wp:positionV relativeFrom="paragraph">
              <wp:posOffset>-339090</wp:posOffset>
            </wp:positionV>
            <wp:extent cx="1766047" cy="1791581"/>
            <wp:effectExtent l="19050" t="19050" r="24765" b="18415"/>
            <wp:wrapNone/>
            <wp:docPr id="21508" name="图片 21508" descr="C:\Users\Administrator\Desktop\方形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方形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6047" cy="1791581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>
                          <a:lumMod val="50000"/>
                        </a:schemeClr>
                      </a:solidFill>
                    </a:ln>
                  </pic:spPr>
                </pic:pic>
              </a:graphicData>
            </a:graphic>
          </wp:anchor>
        </w:drawing>
      </w:r>
      <w:r w:rsidR="0008390F" w:rsidRPr="0008390F">
        <w:rPr>
          <w:rFonts w:asciiTheme="minorHAnsi" w:eastAsiaTheme="minorEastAsia" w:hAnsiTheme="minorHAnsi" w:cstheme="minorBidi"/>
          <w:noProof/>
        </w:rPr>
        <w:pict>
          <v:group id="组合 21603" o:spid="_x0000_s1133" style="position:absolute;left:0;text-align:left;margin-left:117.4pt;margin-top:-6.4pt;width:351.15pt;height:37.05pt;z-index:251676672;mso-position-horizontal-relative:text;mso-position-vertical-relative:text" coordsize="44598,4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">
            <v:shape id="文本框 9" o:spid="_x0000_s1135" type="#_x0000_t202" style="position:absolute;width:10585;height:47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OFn8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bP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DhZ/BAAAA2wAAAA8AAAAAAAAAAAAAAAAAmAIAAGRycy9kb3du&#10;cmV2LnhtbFBLBQYAAAAABAAEAPUAAACGAwAAAAA=&#10;" filled="f" stroked="f">
              <v:textbox>
                <w:txbxContent>
                  <w:p w:rsidR="00E81369" w:rsidRDefault="00E81369" w:rsidP="00E81369">
                    <w:pPr>
                      <w:rPr>
                        <w:rFonts w:ascii="微软雅黑" w:eastAsia="微软雅黑" w:hAnsi="微软雅黑"/>
                        <w:b/>
                        <w:color w:val="2B7FB9"/>
                        <w:sz w:val="28"/>
                        <w:szCs w:val="28"/>
                      </w:rPr>
                    </w:pPr>
                    <w:r>
                      <w:rPr>
                        <w:rFonts w:ascii="微软雅黑" w:eastAsia="微软雅黑" w:hAnsi="微软雅黑" w:hint="eastAsia"/>
                        <w:b/>
                        <w:color w:val="2B7FB9"/>
                        <w:sz w:val="28"/>
                        <w:szCs w:val="28"/>
                      </w:rPr>
                      <w:t>教育背景</w:t>
                    </w:r>
                  </w:p>
                </w:txbxContent>
              </v:textbox>
            </v:shape>
            <v:line id="直接连接符 21597" o:spid="_x0000_s1134" style="position:absolute;visibility:visible" from="8598,2729" to="44598,27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kPC9MYAAADeAAAADwAAAGRycy9kb3ducmV2LnhtbESP3WrCQBSE7wXfYTmCd3VjoNVEV4mK&#10;UCgF/x7gkD0mwezZsLvVtE/fLRS8HGbmG2a57k0r7uR8Y1nBdJKAIC6tbrhScDnvX+YgfEDW2Fom&#10;Bd/kYb0aDpaYa/vgI91PoRIRwj5HBXUIXS6lL2sy6Ce2I47e1TqDIUpXSe3wEeGmlWmSvEmDDceF&#10;Gjva1lTeTl8mUrL+0+8+ss3PrpCHtNy4pkhnSo1HfbEAEagPz/B/+10rSKev2Qz+7sQrIF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5DwvTGAAAA3gAAAA8AAAAAAAAA&#10;AAAAAAAAoQIAAGRycy9kb3ducmV2LnhtbFBLBQYAAAAABAAEAPkAAACUAwAAAAA=&#10;" strokecolor="#2b7fb9" strokeweight="1pt">
              <v:stroke joinstyle="miter"/>
            </v:line>
          </v:group>
        </w:pict>
      </w:r>
      <w:r w:rsidR="0008390F" w:rsidRPr="0008390F">
        <w:rPr>
          <w:rFonts w:asciiTheme="minorHAnsi" w:eastAsiaTheme="minorEastAsia" w:hAnsiTheme="minorHAnsi" w:cstheme="minorBidi"/>
          <w:noProof/>
        </w:rPr>
        <w:pict>
          <v:group id="组合 21593" o:spid="_x0000_s1130" style="position:absolute;left:0;text-align:left;margin-left:0;margin-top:-118.8pt;width:960pt;height:95.6pt;z-index:251655168;mso-position-horizontal:left;mso-position-horizontal-relative:page;mso-position-vertical-relative:text" coordsize="121920,12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">
            <v:rect id="矩形 21594" o:spid="_x0000_s1132" style="position:absolute;width:121920;height:1009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tw2sgA&#10;AADeAAAADwAAAGRycy9kb3ducmV2LnhtbESPQWvCQBSE74L/YXlCb7pRrGh0lVJoaYWmGAXx9sw+&#10;k9js25Ddatpf3y0IHoeZ+YZZrFpTiQs1rrSsYDiIQBBnVpecK9htX/pTEM4ja6wsk4IfcrBadjsL&#10;jLW98oYuqc9FgLCLUUHhfR1L6bKCDLqBrYmDd7KNQR9kk0vd4DXATSVHUTSRBksOCwXW9FxQ9pV+&#10;GwV8TDj5kJ/7199aJsn4vH7Hw1qph177NAfhqfX38K39phWMho+zMfzfCVdALv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4W3DayAAAAN4AAAAPAAAAAAAAAAAAAAAAAJgCAABk&#10;cnMvZG93bnJldi54bWxQSwUGAAAAAAQABAD1AAAAjQMAAAAA&#10;" fillcolor="#2b7fb9" stroked="f" strokeweight="1pt"/>
            <v:shape id="等腰三角形 21595" o:spid="_x0000_s1131" type="#_x0000_t5" style="position:absolute;left:341;top:7744;width:18113;height:440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zY4scA&#10;AADeAAAADwAAAGRycy9kb3ducmV2LnhtbESPQWvCQBSE7wX/w/KEXopuoig2dRWpKB41LRRvz+xr&#10;Nph9G7Krpv313YLgcZiZb5j5srO1uFLrK8cK0mECgrhwuuJSwefHZjAD4QOyxtoxKfghD8tF72mO&#10;mXY3PtA1D6WIEPYZKjAhNJmUvjBk0Q9dQxy9b9daDFG2pdQt3iLc1nKUJFNpseK4YLChd0PFOb9Y&#10;BW7f5PnXeG22L+nxt6vXp509npR67nerNxCBuvAI39s7rWCUTl4n8H8nXgG5+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Hs2OLHAAAA3gAAAA8AAAAAAAAAAAAAAAAAmAIAAGRy&#10;cy9kb3ducmV2LnhtbFBLBQYAAAAABAAEAPUAAACMAwAAAAA=&#10;" fillcolor="white [3212]" strokecolor="white [3212]" strokeweight="1pt"/>
            <w10:wrap anchorx="page"/>
          </v:group>
        </w:pict>
      </w:r>
      <w:r w:rsidR="00E81369">
        <w:rPr>
          <w:rFonts w:hint="eastAsia"/>
        </w:rPr>
        <w:t xml:space="preserve"> </w:t>
      </w:r>
      <w:r w:rsidR="00E81369">
        <w:rPr>
          <w:color w:val="4C4C4C"/>
          <w:sz w:val="28"/>
          <w:szCs w:val="28"/>
        </w:rPr>
        <w:t xml:space="preserve"> </w:t>
      </w:r>
    </w:p>
    <w:p w:rsidR="00E81369" w:rsidRDefault="0008390F" w:rsidP="00E81369">
      <w:pPr>
        <w:adjustRightInd w:val="0"/>
        <w:snapToGrid w:val="0"/>
        <w:ind w:leftChars="300" w:left="630"/>
        <w:rPr>
          <w:color w:val="01A1B9"/>
          <w:sz w:val="28"/>
          <w:szCs w:val="28"/>
        </w:rPr>
      </w:pPr>
      <w:r w:rsidRPr="0008390F">
        <w:rPr>
          <w:noProof/>
        </w:rPr>
        <w:pict>
          <v:shape id="_x0000_s1129" type="#_x0000_t202" style="position:absolute;left:0;text-align:left;margin-left:117.55pt;margin-top:12pt;width:360.55pt;height:106.95pt;z-index:2516572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" filled="f" stroked="f" strokeweight="1.5pt">
            <v:textbox>
              <w:txbxContent>
                <w:p w:rsidR="00E81369" w:rsidRDefault="00E81369" w:rsidP="00E81369">
                  <w:pPr>
                    <w:pStyle w:val="a5"/>
                    <w:adjustRightInd w:val="0"/>
                    <w:snapToGrid w:val="0"/>
                    <w:spacing w:before="0" w:beforeAutospacing="0" w:after="0" w:afterAutospacing="0" w:line="400" w:lineRule="exact"/>
                    <w:rPr>
                      <w:rFonts w:ascii="微软雅黑" w:eastAsia="微软雅黑" w:hAnsi="微软雅黑"/>
                      <w:b/>
                      <w:color w:val="000000"/>
                      <w:kern w:val="24"/>
                      <w:sz w:val="21"/>
                      <w:szCs w:val="21"/>
                    </w:rPr>
                  </w:pPr>
                  <w:r>
                    <w:rPr>
                      <w:rFonts w:ascii="微软雅黑" w:eastAsia="微软雅黑" w:hAnsi="微软雅黑" w:hint="eastAsia"/>
                      <w:b/>
                      <w:color w:val="000000"/>
                      <w:kern w:val="24"/>
                      <w:sz w:val="21"/>
                      <w:szCs w:val="21"/>
                    </w:rPr>
                    <w:t>2013.9-20</w:t>
                  </w:r>
                  <w:bookmarkStart w:id="0" w:name="_GoBack"/>
                  <w:bookmarkEnd w:id="0"/>
                  <w:r>
                    <w:rPr>
                      <w:rFonts w:ascii="微软雅黑" w:eastAsia="微软雅黑" w:hAnsi="微软雅黑" w:hint="eastAsia"/>
                      <w:b/>
                      <w:color w:val="000000"/>
                      <w:kern w:val="24"/>
                      <w:sz w:val="21"/>
                      <w:szCs w:val="21"/>
                    </w:rPr>
                    <w:t xml:space="preserve">16.6    </w:t>
                  </w:r>
                  <w:bookmarkStart w:id="1" w:name="OLE_LINK3"/>
                  <w:r>
                    <w:rPr>
                      <w:rFonts w:ascii="微软雅黑" w:eastAsia="微软雅黑" w:hAnsi="微软雅黑" w:hint="eastAsia"/>
                      <w:b/>
                      <w:color w:val="000000"/>
                      <w:kern w:val="24"/>
                      <w:sz w:val="21"/>
                      <w:szCs w:val="21"/>
                    </w:rPr>
                    <w:t>广州飞扬学院</w:t>
                  </w:r>
                  <w:bookmarkEnd w:id="1"/>
                  <w:r>
                    <w:rPr>
                      <w:rFonts w:ascii="微软雅黑" w:eastAsia="微软雅黑" w:hAnsi="微软雅黑" w:hint="eastAsia"/>
                      <w:b/>
                      <w:color w:val="000000"/>
                      <w:kern w:val="24"/>
                      <w:sz w:val="21"/>
                      <w:szCs w:val="21"/>
                    </w:rPr>
                    <w:t xml:space="preserve">      </w:t>
                  </w:r>
                  <w:r w:rsidR="005E78F5">
                    <w:rPr>
                      <w:rFonts w:ascii="微软雅黑" w:eastAsia="微软雅黑" w:hAnsi="微软雅黑" w:hint="eastAsia"/>
                      <w:b/>
                      <w:color w:val="000000"/>
                      <w:kern w:val="24"/>
                      <w:sz w:val="21"/>
                      <w:szCs w:val="21"/>
                    </w:rPr>
                    <w:t>医学</w:t>
                  </w:r>
                  <w:r>
                    <w:rPr>
                      <w:rFonts w:ascii="微软雅黑" w:eastAsia="微软雅黑" w:hAnsi="微软雅黑" w:hint="eastAsia"/>
                      <w:b/>
                      <w:color w:val="000000"/>
                      <w:kern w:val="24"/>
                      <w:sz w:val="21"/>
                      <w:szCs w:val="21"/>
                    </w:rPr>
                    <w:t xml:space="preserve">学专业 </w:t>
                  </w:r>
                </w:p>
                <w:p w:rsidR="00E81369" w:rsidRPr="00826B35" w:rsidRDefault="00E81369" w:rsidP="00E81369">
                  <w:pPr>
                    <w:adjustRightInd w:val="0"/>
                    <w:snapToGrid w:val="0"/>
                    <w:spacing w:line="400" w:lineRule="exact"/>
                    <w:rPr>
                      <w:rFonts w:ascii="微软雅黑" w:eastAsia="微软雅黑" w:hAnsi="微软雅黑"/>
                      <w:color w:val="595959" w:themeColor="text1" w:themeTint="A6"/>
                      <w:szCs w:val="21"/>
                    </w:rPr>
                  </w:pPr>
                  <w:bookmarkStart w:id="2" w:name="OLE_LINK10"/>
                  <w:bookmarkStart w:id="3" w:name="OLE_LINK1"/>
                  <w:r w:rsidRPr="00826B35">
                    <w:rPr>
                      <w:rFonts w:ascii="微软雅黑" w:eastAsia="微软雅黑" w:hAnsi="微软雅黑" w:hint="eastAsia"/>
                      <w:color w:val="595959" w:themeColor="text1" w:themeTint="A6"/>
                      <w:szCs w:val="21"/>
                    </w:rPr>
                    <w:t>主修课程：内科，外科，妇科儿科，基础护理，正常人体结构，病理学，药理学，护理学基础，医学免疫学与微生物学，医护心理学等</w:t>
                  </w:r>
                  <w:bookmarkEnd w:id="2"/>
                  <w:bookmarkEnd w:id="3"/>
                </w:p>
              </w:txbxContent>
            </v:textbox>
          </v:shape>
        </w:pict>
      </w:r>
    </w:p>
    <w:p w:rsidR="00E81369" w:rsidRDefault="00E81369" w:rsidP="00E81369">
      <w:pPr>
        <w:adjustRightInd w:val="0"/>
        <w:snapToGrid w:val="0"/>
        <w:ind w:leftChars="300" w:left="630"/>
        <w:rPr>
          <w:color w:val="01A1B9"/>
          <w:sz w:val="28"/>
          <w:szCs w:val="28"/>
        </w:rPr>
      </w:pPr>
    </w:p>
    <w:p w:rsidR="00E81369" w:rsidRDefault="00E81369" w:rsidP="00E81369">
      <w:pPr>
        <w:adjustRightInd w:val="0"/>
        <w:snapToGrid w:val="0"/>
        <w:ind w:leftChars="300" w:left="630"/>
        <w:rPr>
          <w:color w:val="01A1B9"/>
          <w:sz w:val="28"/>
          <w:szCs w:val="28"/>
        </w:rPr>
      </w:pPr>
    </w:p>
    <w:p w:rsidR="00E81369" w:rsidRDefault="00E81369" w:rsidP="00E81369">
      <w:pPr>
        <w:adjustRightInd w:val="0"/>
        <w:snapToGrid w:val="0"/>
        <w:ind w:leftChars="300" w:left="630"/>
        <w:rPr>
          <w:color w:val="01A1B9"/>
          <w:sz w:val="28"/>
          <w:szCs w:val="28"/>
        </w:rPr>
      </w:pPr>
    </w:p>
    <w:p w:rsidR="00E81369" w:rsidRDefault="0008390F" w:rsidP="00E81369">
      <w:pPr>
        <w:adjustRightInd w:val="0"/>
        <w:snapToGrid w:val="0"/>
        <w:ind w:leftChars="300" w:left="630"/>
        <w:rPr>
          <w:color w:val="01A1B9"/>
          <w:sz w:val="28"/>
          <w:szCs w:val="28"/>
        </w:rPr>
      </w:pPr>
      <w:r w:rsidRPr="0008390F">
        <w:rPr>
          <w:rFonts w:ascii="微软雅黑" w:hAnsi="微软雅黑"/>
          <w:noProof/>
        </w:rPr>
        <w:pict>
          <v:shape id="文本框 21509" o:spid="_x0000_s1128" type="#_x0000_t202" style="position:absolute;left:0;text-align:left;margin-left:-77.3pt;margin-top:24.1pt;width:164.1pt;height:86.3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" filled="f" stroked="f" strokeweight=".5pt">
            <v:textbox>
              <w:txbxContent>
                <w:p w:rsidR="00E81369" w:rsidRDefault="001D131C" w:rsidP="00E81369">
                  <w:pPr>
                    <w:snapToGrid w:val="0"/>
                    <w:spacing w:line="276" w:lineRule="auto"/>
                    <w:jc w:val="center"/>
                    <w:rPr>
                      <w:rFonts w:ascii="微软雅黑" w:eastAsia="微软雅黑" w:hAnsi="微软雅黑" w:hint="eastAsia"/>
                      <w:b/>
                      <w:color w:val="2B7FB9"/>
                      <w:sz w:val="48"/>
                      <w:szCs w:val="18"/>
                    </w:rPr>
                  </w:pPr>
                  <w:r>
                    <w:rPr>
                      <w:rFonts w:ascii="微软雅黑" w:eastAsia="微软雅黑" w:hAnsi="微软雅黑" w:hint="eastAsia"/>
                      <w:b/>
                      <w:color w:val="2B7FB9"/>
                      <w:sz w:val="48"/>
                      <w:szCs w:val="18"/>
                    </w:rPr>
                    <w:t>幸运日</w:t>
                  </w:r>
                </w:p>
                <w:p w:rsidR="00E81369" w:rsidRDefault="00E81369" w:rsidP="00E81369">
                  <w:pPr>
                    <w:snapToGrid w:val="0"/>
                    <w:jc w:val="center"/>
                    <w:rPr>
                      <w:rFonts w:ascii="微软雅黑" w:eastAsia="微软雅黑" w:hAnsi="微软雅黑"/>
                      <w:color w:val="2B7FB9"/>
                      <w:szCs w:val="21"/>
                    </w:rPr>
                  </w:pPr>
                  <w:r>
                    <w:rPr>
                      <w:rFonts w:ascii="微软雅黑" w:eastAsia="微软雅黑" w:hAnsi="微软雅黑" w:hint="eastAsia"/>
                      <w:color w:val="2B7FB9"/>
                      <w:sz w:val="22"/>
                      <w:szCs w:val="21"/>
                    </w:rPr>
                    <w:t>求职</w:t>
                  </w:r>
                  <w:r>
                    <w:rPr>
                      <w:rFonts w:ascii="微软雅黑" w:eastAsia="微软雅黑" w:hAnsi="微软雅黑"/>
                      <w:color w:val="2B7FB9"/>
                      <w:sz w:val="22"/>
                      <w:szCs w:val="21"/>
                    </w:rPr>
                    <w:t>意向：</w:t>
                  </w:r>
                  <w:r w:rsidR="005E78F5">
                    <w:rPr>
                      <w:rFonts w:ascii="微软雅黑" w:eastAsia="微软雅黑" w:hAnsi="微软雅黑" w:hint="eastAsia"/>
                      <w:color w:val="2B7FB9"/>
                      <w:sz w:val="22"/>
                      <w:szCs w:val="21"/>
                    </w:rPr>
                    <w:t>医生</w:t>
                  </w:r>
                  <w:r>
                    <w:rPr>
                      <w:rFonts w:ascii="微软雅黑" w:eastAsia="微软雅黑" w:hAnsi="微软雅黑" w:hint="eastAsia"/>
                      <w:color w:val="2B7FB9"/>
                      <w:sz w:val="22"/>
                      <w:szCs w:val="21"/>
                    </w:rPr>
                    <w:t>/护理人员</w:t>
                  </w:r>
                </w:p>
              </w:txbxContent>
            </v:textbox>
          </v:shape>
        </w:pict>
      </w:r>
    </w:p>
    <w:p w:rsidR="00E81369" w:rsidRDefault="00E81369" w:rsidP="00E81369">
      <w:pPr>
        <w:adjustRightInd w:val="0"/>
        <w:snapToGrid w:val="0"/>
        <w:ind w:leftChars="300" w:left="630"/>
        <w:rPr>
          <w:color w:val="4C4C4C"/>
          <w:sz w:val="28"/>
          <w:szCs w:val="28"/>
        </w:rPr>
      </w:pPr>
      <w:r>
        <w:rPr>
          <w:rFonts w:hint="eastAsia"/>
          <w:color w:val="4C4C4C"/>
          <w:sz w:val="28"/>
          <w:szCs w:val="28"/>
        </w:rPr>
        <w:t xml:space="preserve"> </w:t>
      </w:r>
    </w:p>
    <w:p w:rsidR="00E81369" w:rsidRDefault="00E81369" w:rsidP="00E81369">
      <w:pPr>
        <w:adjustRightInd w:val="0"/>
        <w:snapToGrid w:val="0"/>
        <w:ind w:leftChars="300" w:left="630"/>
        <w:rPr>
          <w:rFonts w:ascii="微软雅黑" w:hAnsi="微软雅黑"/>
          <w:color w:val="01A1B9"/>
          <w:szCs w:val="21"/>
        </w:rPr>
      </w:pPr>
      <w:r>
        <w:rPr>
          <w:rFonts w:hint="eastAsia"/>
          <w:sz w:val="28"/>
          <w:szCs w:val="28"/>
        </w:rPr>
        <w:t xml:space="preserve"> </w:t>
      </w:r>
    </w:p>
    <w:p w:rsidR="00E81369" w:rsidRDefault="0008390F" w:rsidP="00E81369">
      <w:pPr>
        <w:adjustRightInd w:val="0"/>
        <w:snapToGrid w:val="0"/>
        <w:ind w:leftChars="1000" w:left="2100"/>
        <w:rPr>
          <w:rFonts w:ascii="微软雅黑" w:hAnsi="微软雅黑"/>
          <w:color w:val="4C4C4C"/>
          <w:szCs w:val="21"/>
        </w:rPr>
      </w:pPr>
      <w:r>
        <w:rPr>
          <w:rFonts w:ascii="微软雅黑" w:hAnsi="微软雅黑"/>
          <w:noProof/>
          <w:color w:val="4C4C4C"/>
          <w:szCs w:val="21"/>
        </w:rPr>
        <w:pict>
          <v:group id="组合 21602" o:spid="_x0000_s1127" style="position:absolute;left:0;text-align:left;margin-left:117.4pt;margin-top:2.05pt;width:350.65pt;height:37.05pt;z-index:251677696" coordsize="44529,4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">
            <v:shape id="文本框 58" o:spid="_x0000_s1042" type="#_x0000_t202" style="position:absolute;width:10585;height:47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<v:textbox>
                <w:txbxContent>
                  <w:p w:rsidR="00E81369" w:rsidRDefault="00E81369" w:rsidP="00E81369">
                    <w:pPr>
                      <w:rPr>
                        <w:rFonts w:ascii="微软雅黑" w:eastAsia="微软雅黑" w:hAnsi="微软雅黑"/>
                        <w:b/>
                        <w:color w:val="2B7FB9"/>
                        <w:sz w:val="28"/>
                        <w:szCs w:val="28"/>
                      </w:rPr>
                    </w:pPr>
                    <w:r>
                      <w:rPr>
                        <w:rFonts w:ascii="微软雅黑" w:eastAsia="微软雅黑" w:hAnsi="微软雅黑" w:hint="eastAsia"/>
                        <w:b/>
                        <w:color w:val="2B7FB9"/>
                        <w:sz w:val="28"/>
                        <w:szCs w:val="28"/>
                      </w:rPr>
                      <w:t>实习经历</w:t>
                    </w:r>
                  </w:p>
                </w:txbxContent>
              </v:textbox>
            </v:shape>
            <v:line id="直接连接符 21599" o:spid="_x0000_s1043" style="position:absolute;visibility:visible" from="8529,2797" to="44529,27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JDzHcYAAADeAAAADwAAAGRycy9kb3ducmV2LnhtbESP0WrCQBRE34X+w3ILvtWNAW0TXSVW&#10;CgUR1PoBl+w1CWbvht2tpv16VxB8HGbmDDNf9qYVF3K+saxgPEpAEJdWN1wpOP58vX2A8AFZY2uZ&#10;FPyRh+XiZTDHXNsr7+lyCJWIEPY5KqhD6HIpfVmTQT+yHXH0TtYZDFG6SmqH1wg3rUyTZCoNNhwX&#10;auzos6byfPg1kZL1W7/eZKv/dSF3ablyTZG+KzV87YsZiEB9eIYf7W+tIB1Psgzud+IVkIs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CQ8x3GAAAA3gAAAA8AAAAAAAAA&#10;AAAAAAAAoQIAAGRycy9kb3ducmV2LnhtbFBLBQYAAAAABAAEAPkAAACUAwAAAAA=&#10;" strokecolor="#2b7fb9" strokeweight="1pt">
              <v:stroke joinstyle="miter"/>
            </v:line>
          </v:group>
        </w:pict>
      </w:r>
      <w:r w:rsidR="00E81369">
        <w:rPr>
          <w:rFonts w:ascii="微软雅黑" w:hAnsi="微软雅黑" w:hint="eastAsia"/>
          <w:color w:val="4C4C4C"/>
          <w:szCs w:val="21"/>
        </w:rPr>
        <w:t xml:space="preserve"> </w:t>
      </w:r>
    </w:p>
    <w:p w:rsidR="00E81369" w:rsidRDefault="00E81369" w:rsidP="00E81369">
      <w:pPr>
        <w:adjustRightInd w:val="0"/>
        <w:snapToGrid w:val="0"/>
        <w:ind w:leftChars="1000" w:left="2100"/>
        <w:rPr>
          <w:rFonts w:ascii="微软雅黑" w:hAnsi="微软雅黑"/>
          <w:color w:val="7D7D7D"/>
          <w:szCs w:val="21"/>
        </w:rPr>
      </w:pPr>
    </w:p>
    <w:p w:rsidR="00E81369" w:rsidRDefault="0008390F" w:rsidP="00E81369">
      <w:pPr>
        <w:adjustRightInd w:val="0"/>
        <w:snapToGrid w:val="0"/>
        <w:ind w:leftChars="1000" w:left="2100"/>
        <w:rPr>
          <w:rFonts w:ascii="微软雅黑" w:hAnsi="微软雅黑"/>
          <w:color w:val="7D7D7D"/>
          <w:szCs w:val="21"/>
        </w:rPr>
      </w:pPr>
      <w:r w:rsidRPr="0008390F">
        <w:rPr>
          <w:rFonts w:ascii="微软雅黑" w:hAnsi="微软雅黑"/>
          <w:b/>
          <w:noProof/>
          <w:color w:val="7D7D7D"/>
          <w:szCs w:val="21"/>
        </w:rPr>
        <w:pict>
          <v:shape id="_x0000_s1044" type="#_x0000_t202" style="position:absolute;left:0;text-align:left;margin-left:118.05pt;margin-top:4.25pt;width:352.25pt;height:347.25pt;z-index:25165619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" filled="f" stroked="f">
            <v:textbox>
              <w:txbxContent>
                <w:p w:rsidR="00E81369" w:rsidRDefault="00E81369" w:rsidP="001D131C">
                  <w:pPr>
                    <w:adjustRightInd w:val="0"/>
                    <w:snapToGrid w:val="0"/>
                    <w:spacing w:afterLines="50" w:line="400" w:lineRule="exact"/>
                    <w:rPr>
                      <w:rFonts w:ascii="微软雅黑" w:eastAsia="微软雅黑" w:hAnsi="微软雅黑" w:cs="微软雅黑"/>
                      <w:b/>
                      <w:szCs w:val="21"/>
                    </w:rPr>
                  </w:pPr>
                  <w:r>
                    <w:rPr>
                      <w:rFonts w:ascii="微软雅黑" w:eastAsia="微软雅黑" w:hAnsi="微软雅黑" w:hint="eastAsia"/>
                      <w:b/>
                      <w:color w:val="000000"/>
                      <w:kern w:val="24"/>
                      <w:szCs w:val="21"/>
                    </w:rPr>
                    <w:t>2015. 9-2016.6  广州</w:t>
                  </w:r>
                  <w:r>
                    <w:rPr>
                      <w:rFonts w:ascii="微软雅黑" w:eastAsia="微软雅黑" w:hAnsi="微软雅黑" w:hint="eastAsia"/>
                      <w:b/>
                      <w:szCs w:val="21"/>
                    </w:rPr>
                    <w:t>医科大学第一附属医院</w:t>
                  </w:r>
                  <w:r>
                    <w:rPr>
                      <w:rFonts w:ascii="微软雅黑" w:eastAsia="微软雅黑" w:hAnsi="微软雅黑"/>
                      <w:b/>
                      <w:szCs w:val="21"/>
                    </w:rPr>
                    <w:t xml:space="preserve">  </w:t>
                  </w:r>
                  <w:r>
                    <w:rPr>
                      <w:rFonts w:ascii="微软雅黑" w:eastAsia="微软雅黑" w:hAnsi="微软雅黑" w:hint="eastAsia"/>
                      <w:b/>
                      <w:szCs w:val="21"/>
                    </w:rPr>
                    <w:t>实习</w:t>
                  </w:r>
                  <w:r w:rsidR="005E78F5">
                    <w:rPr>
                      <w:rFonts w:ascii="微软雅黑" w:eastAsia="微软雅黑" w:hAnsi="微软雅黑" w:hint="eastAsia"/>
                      <w:b/>
                      <w:szCs w:val="21"/>
                    </w:rPr>
                    <w:t>医生</w:t>
                  </w:r>
                </w:p>
                <w:p w:rsidR="00E81369" w:rsidRDefault="00E81369" w:rsidP="00E81369">
                  <w:pPr>
                    <w:pStyle w:val="1"/>
                    <w:numPr>
                      <w:ilvl w:val="0"/>
                      <w:numId w:val="1"/>
                    </w:numPr>
                    <w:snapToGrid w:val="0"/>
                    <w:spacing w:line="400" w:lineRule="exact"/>
                    <w:ind w:firstLineChars="0"/>
                    <w:rPr>
                      <w:rFonts w:ascii="微软雅黑" w:eastAsia="微软雅黑" w:hAnsi="微软雅黑"/>
                      <w:color w:val="595959" w:themeColor="text1" w:themeTint="A6"/>
                      <w:szCs w:val="21"/>
                    </w:rPr>
                  </w:pPr>
                  <w:bookmarkStart w:id="4" w:name="OLE_LINK2"/>
                  <w:r>
                    <w:rPr>
                      <w:rFonts w:ascii="微软雅黑" w:eastAsia="微软雅黑" w:hAnsi="微软雅黑" w:hint="eastAsia"/>
                      <w:color w:val="595959" w:themeColor="text1" w:themeTint="A6"/>
                      <w:szCs w:val="21"/>
                    </w:rPr>
                    <w:t>做好基础护理工作。经常巡视病房，密切观察病人病情变化，了解病人心理动态，发生异常及时报告或处理</w:t>
                  </w:r>
                  <w:r>
                    <w:rPr>
                      <w:rFonts w:ascii="微软雅黑" w:eastAsia="微软雅黑" w:hAnsi="微软雅黑"/>
                      <w:color w:val="595959" w:themeColor="text1" w:themeTint="A6"/>
                      <w:szCs w:val="21"/>
                    </w:rPr>
                    <w:t>；</w:t>
                  </w:r>
                </w:p>
                <w:p w:rsidR="00E81369" w:rsidRDefault="00E81369" w:rsidP="00E81369">
                  <w:pPr>
                    <w:pStyle w:val="1"/>
                    <w:numPr>
                      <w:ilvl w:val="0"/>
                      <w:numId w:val="1"/>
                    </w:numPr>
                    <w:snapToGrid w:val="0"/>
                    <w:spacing w:line="400" w:lineRule="exact"/>
                    <w:ind w:firstLineChars="0"/>
                    <w:rPr>
                      <w:rFonts w:ascii="微软雅黑" w:eastAsia="微软雅黑" w:hAnsi="微软雅黑"/>
                      <w:color w:val="595959" w:themeColor="text1" w:themeTint="A6"/>
                      <w:szCs w:val="21"/>
                    </w:rPr>
                  </w:pPr>
                  <w:r>
                    <w:rPr>
                      <w:rFonts w:ascii="微软雅黑" w:eastAsia="微软雅黑" w:hAnsi="微软雅黑" w:hint="eastAsia"/>
                      <w:color w:val="595959" w:themeColor="text1" w:themeTint="A6"/>
                      <w:szCs w:val="21"/>
                    </w:rPr>
                    <w:t>协助医师进行各项诊疗工作，负责采集各种检验标本。掌握常用消毒液的浓度、配制及用法</w:t>
                  </w:r>
                  <w:r>
                    <w:rPr>
                      <w:rFonts w:ascii="微软雅黑" w:eastAsia="微软雅黑" w:hAnsi="微软雅黑"/>
                      <w:color w:val="595959" w:themeColor="text1" w:themeTint="A6"/>
                      <w:szCs w:val="21"/>
                    </w:rPr>
                    <w:t>；</w:t>
                  </w:r>
                </w:p>
                <w:p w:rsidR="00E81369" w:rsidRDefault="00E81369" w:rsidP="00E81369">
                  <w:pPr>
                    <w:pStyle w:val="1"/>
                    <w:numPr>
                      <w:ilvl w:val="0"/>
                      <w:numId w:val="1"/>
                    </w:numPr>
                    <w:snapToGrid w:val="0"/>
                    <w:spacing w:line="400" w:lineRule="exact"/>
                    <w:ind w:firstLineChars="0"/>
                    <w:rPr>
                      <w:rFonts w:ascii="微软雅黑" w:eastAsia="微软雅黑" w:hAnsi="微软雅黑"/>
                      <w:color w:val="595959" w:themeColor="text1" w:themeTint="A6"/>
                      <w:szCs w:val="21"/>
                    </w:rPr>
                  </w:pPr>
                  <w:r>
                    <w:rPr>
                      <w:rFonts w:ascii="微软雅黑" w:eastAsia="微软雅黑" w:hAnsi="微软雅黑" w:hint="eastAsia"/>
                      <w:color w:val="595959" w:themeColor="text1" w:themeTint="A6"/>
                      <w:szCs w:val="21"/>
                    </w:rPr>
                    <w:t>参加护理教学，指导护生和护理员、卫生员工作</w:t>
                  </w:r>
                  <w:r>
                    <w:rPr>
                      <w:rFonts w:ascii="微软雅黑" w:eastAsia="微软雅黑" w:hAnsi="微软雅黑"/>
                      <w:color w:val="595959" w:themeColor="text1" w:themeTint="A6"/>
                      <w:szCs w:val="21"/>
                    </w:rPr>
                    <w:t>；</w:t>
                  </w:r>
                </w:p>
                <w:p w:rsidR="00E81369" w:rsidRDefault="00E81369" w:rsidP="00E81369">
                  <w:pPr>
                    <w:pStyle w:val="1"/>
                    <w:numPr>
                      <w:ilvl w:val="0"/>
                      <w:numId w:val="1"/>
                    </w:numPr>
                    <w:snapToGrid w:val="0"/>
                    <w:spacing w:line="400" w:lineRule="exact"/>
                    <w:ind w:firstLineChars="0"/>
                    <w:rPr>
                      <w:rFonts w:ascii="微软雅黑" w:eastAsia="微软雅黑" w:hAnsi="微软雅黑"/>
                      <w:color w:val="595959" w:themeColor="text1" w:themeTint="A6"/>
                      <w:szCs w:val="21"/>
                    </w:rPr>
                  </w:pPr>
                  <w:r>
                    <w:rPr>
                      <w:rFonts w:ascii="微软雅黑" w:eastAsia="微软雅黑" w:hAnsi="微软雅黑" w:hint="eastAsia"/>
                      <w:color w:val="595959" w:themeColor="text1" w:themeTint="A6"/>
                      <w:szCs w:val="21"/>
                    </w:rPr>
                    <w:t>在护士长的领导下，做好病房及物品管理，消毒隔离</w:t>
                  </w:r>
                  <w:r>
                    <w:rPr>
                      <w:rFonts w:ascii="微软雅黑" w:eastAsia="微软雅黑" w:hAnsi="微软雅黑"/>
                      <w:color w:val="595959" w:themeColor="text1" w:themeTint="A6"/>
                      <w:szCs w:val="21"/>
                    </w:rPr>
                    <w:t>；</w:t>
                  </w:r>
                </w:p>
                <w:p w:rsidR="00E81369" w:rsidRDefault="00E81369" w:rsidP="00E81369">
                  <w:pPr>
                    <w:pStyle w:val="1"/>
                    <w:numPr>
                      <w:ilvl w:val="0"/>
                      <w:numId w:val="1"/>
                    </w:numPr>
                    <w:snapToGrid w:val="0"/>
                    <w:spacing w:line="400" w:lineRule="exact"/>
                    <w:ind w:firstLineChars="0"/>
                    <w:rPr>
                      <w:rFonts w:ascii="微软雅黑" w:eastAsia="微软雅黑" w:hAnsi="微软雅黑"/>
                      <w:color w:val="595959" w:themeColor="text1" w:themeTint="A6"/>
                      <w:szCs w:val="21"/>
                    </w:rPr>
                  </w:pPr>
                  <w:r>
                    <w:rPr>
                      <w:rFonts w:ascii="微软雅黑" w:eastAsia="微软雅黑" w:hAnsi="微软雅黑" w:hint="eastAsia"/>
                      <w:color w:val="595959" w:themeColor="text1" w:themeTint="A6"/>
                      <w:szCs w:val="21"/>
                    </w:rPr>
                    <w:t>药品和器材请领保管等工作</w:t>
                  </w:r>
                  <w:r>
                    <w:rPr>
                      <w:rFonts w:ascii="微软雅黑" w:eastAsia="微软雅黑" w:hAnsi="微软雅黑"/>
                      <w:color w:val="595959" w:themeColor="text1" w:themeTint="A6"/>
                      <w:szCs w:val="21"/>
                    </w:rPr>
                    <w:t>；</w:t>
                  </w:r>
                </w:p>
                <w:p w:rsidR="00E81369" w:rsidRDefault="00E81369" w:rsidP="00E81369">
                  <w:pPr>
                    <w:pStyle w:val="Style1"/>
                    <w:adjustRightInd w:val="0"/>
                    <w:snapToGrid w:val="0"/>
                    <w:spacing w:line="400" w:lineRule="exact"/>
                    <w:ind w:firstLineChars="0" w:firstLine="0"/>
                    <w:rPr>
                      <w:rFonts w:ascii="微软雅黑" w:eastAsia="微软雅黑" w:hAnsi="微软雅黑"/>
                      <w:color w:val="000000"/>
                      <w:kern w:val="24"/>
                      <w:sz w:val="22"/>
                    </w:rPr>
                  </w:pPr>
                </w:p>
                <w:bookmarkEnd w:id="4"/>
                <w:p w:rsidR="00E81369" w:rsidRDefault="00E81369" w:rsidP="001D131C">
                  <w:pPr>
                    <w:snapToGrid w:val="0"/>
                    <w:spacing w:beforeLines="25" w:line="400" w:lineRule="exact"/>
                    <w:rPr>
                      <w:rFonts w:ascii="微软雅黑" w:eastAsia="微软雅黑" w:hAnsi="微软雅黑"/>
                      <w:b/>
                      <w:color w:val="000000"/>
                      <w:kern w:val="24"/>
                      <w:szCs w:val="21"/>
                    </w:rPr>
                  </w:pPr>
                  <w:r>
                    <w:rPr>
                      <w:rFonts w:ascii="微软雅黑" w:eastAsia="微软雅黑" w:hAnsi="微软雅黑" w:hint="eastAsia"/>
                      <w:b/>
                      <w:color w:val="000000"/>
                      <w:kern w:val="24"/>
                      <w:szCs w:val="21"/>
                    </w:rPr>
                    <w:t>201</w:t>
                  </w:r>
                  <w:r>
                    <w:rPr>
                      <w:rFonts w:ascii="微软雅黑" w:eastAsia="微软雅黑" w:hAnsi="微软雅黑"/>
                      <w:b/>
                      <w:color w:val="000000"/>
                      <w:kern w:val="24"/>
                      <w:szCs w:val="21"/>
                    </w:rPr>
                    <w:t>5</w:t>
                  </w:r>
                  <w:r>
                    <w:rPr>
                      <w:rFonts w:ascii="微软雅黑" w:eastAsia="微软雅黑" w:hAnsi="微软雅黑" w:hint="eastAsia"/>
                      <w:b/>
                      <w:color w:val="000000"/>
                      <w:kern w:val="24"/>
                      <w:szCs w:val="21"/>
                    </w:rPr>
                    <w:t>.0</w:t>
                  </w:r>
                  <w:r>
                    <w:rPr>
                      <w:rFonts w:ascii="微软雅黑" w:eastAsia="微软雅黑" w:hAnsi="微软雅黑"/>
                      <w:b/>
                      <w:color w:val="000000"/>
                      <w:kern w:val="24"/>
                      <w:szCs w:val="21"/>
                    </w:rPr>
                    <w:t>7</w:t>
                  </w:r>
                  <w:r>
                    <w:rPr>
                      <w:rFonts w:ascii="微软雅黑" w:eastAsia="微软雅黑" w:hAnsi="微软雅黑" w:hint="eastAsia"/>
                      <w:b/>
                      <w:color w:val="000000"/>
                      <w:kern w:val="24"/>
                      <w:szCs w:val="21"/>
                    </w:rPr>
                    <w:t>-2</w:t>
                  </w:r>
                  <w:r>
                    <w:rPr>
                      <w:rFonts w:ascii="微软雅黑" w:eastAsia="微软雅黑" w:hAnsi="微软雅黑"/>
                      <w:b/>
                      <w:color w:val="000000"/>
                      <w:kern w:val="24"/>
                      <w:szCs w:val="21"/>
                    </w:rPr>
                    <w:t xml:space="preserve">015.012     </w:t>
                  </w:r>
                  <w:r>
                    <w:rPr>
                      <w:rFonts w:ascii="微软雅黑" w:eastAsia="微软雅黑" w:hAnsi="微软雅黑" w:hint="eastAsia"/>
                      <w:b/>
                      <w:color w:val="000000"/>
                      <w:kern w:val="24"/>
                      <w:szCs w:val="21"/>
                    </w:rPr>
                    <w:t>广州市中医医院</w:t>
                  </w:r>
                  <w:r>
                    <w:rPr>
                      <w:rFonts w:ascii="微软雅黑" w:eastAsia="微软雅黑" w:hAnsi="微软雅黑"/>
                      <w:b/>
                      <w:color w:val="000000"/>
                      <w:kern w:val="24"/>
                      <w:szCs w:val="21"/>
                    </w:rPr>
                    <w:t xml:space="preserve">         </w:t>
                  </w:r>
                  <w:r w:rsidR="005E78F5">
                    <w:rPr>
                      <w:rFonts w:ascii="微软雅黑" w:eastAsia="微软雅黑" w:hAnsi="微软雅黑" w:hint="eastAsia"/>
                      <w:b/>
                      <w:color w:val="000000"/>
                      <w:kern w:val="24"/>
                      <w:szCs w:val="21"/>
                    </w:rPr>
                    <w:t>医生</w:t>
                  </w:r>
                </w:p>
                <w:p w:rsidR="00E81369" w:rsidRDefault="00E81369" w:rsidP="00E81369">
                  <w:pPr>
                    <w:pStyle w:val="1"/>
                    <w:numPr>
                      <w:ilvl w:val="0"/>
                      <w:numId w:val="1"/>
                    </w:numPr>
                    <w:snapToGrid w:val="0"/>
                    <w:spacing w:line="400" w:lineRule="exact"/>
                    <w:ind w:firstLineChars="0"/>
                    <w:rPr>
                      <w:rFonts w:ascii="微软雅黑" w:eastAsia="微软雅黑" w:hAnsi="微软雅黑"/>
                      <w:color w:val="595959" w:themeColor="text1" w:themeTint="A6"/>
                      <w:szCs w:val="21"/>
                    </w:rPr>
                  </w:pPr>
                  <w:r>
                    <w:rPr>
                      <w:rFonts w:ascii="微软雅黑" w:eastAsia="微软雅黑" w:hAnsi="微软雅黑" w:hint="eastAsia"/>
                      <w:color w:val="595959" w:themeColor="text1" w:themeTint="A6"/>
                      <w:szCs w:val="21"/>
                    </w:rPr>
                    <w:t>外科手术配合以及巡回。</w:t>
                  </w:r>
                </w:p>
                <w:p w:rsidR="00E81369" w:rsidRDefault="00E81369" w:rsidP="00E81369">
                  <w:pPr>
                    <w:pStyle w:val="1"/>
                    <w:numPr>
                      <w:ilvl w:val="0"/>
                      <w:numId w:val="1"/>
                    </w:numPr>
                    <w:snapToGrid w:val="0"/>
                    <w:spacing w:line="400" w:lineRule="exact"/>
                    <w:ind w:firstLineChars="0"/>
                    <w:rPr>
                      <w:rFonts w:ascii="微软雅黑" w:eastAsia="微软雅黑" w:hAnsi="微软雅黑"/>
                      <w:color w:val="595959" w:themeColor="text1" w:themeTint="A6"/>
                      <w:szCs w:val="21"/>
                    </w:rPr>
                  </w:pPr>
                  <w:r>
                    <w:rPr>
                      <w:rFonts w:ascii="微软雅黑" w:eastAsia="微软雅黑" w:hAnsi="微软雅黑" w:hint="eastAsia"/>
                      <w:color w:val="595959" w:themeColor="text1" w:themeTint="A6"/>
                      <w:szCs w:val="21"/>
                    </w:rPr>
                    <w:t>配合普外的台上台下开刀以及腔镜手术独立完成工作，</w:t>
                  </w:r>
                </w:p>
                <w:p w:rsidR="00E81369" w:rsidRDefault="00E81369" w:rsidP="00E81369">
                  <w:pPr>
                    <w:pStyle w:val="1"/>
                    <w:numPr>
                      <w:ilvl w:val="0"/>
                      <w:numId w:val="1"/>
                    </w:numPr>
                    <w:snapToGrid w:val="0"/>
                    <w:spacing w:line="400" w:lineRule="exact"/>
                    <w:ind w:firstLineChars="0"/>
                    <w:rPr>
                      <w:rFonts w:ascii="微软雅黑" w:eastAsia="微软雅黑" w:hAnsi="微软雅黑"/>
                      <w:color w:val="595959" w:themeColor="text1" w:themeTint="A6"/>
                      <w:szCs w:val="21"/>
                    </w:rPr>
                  </w:pPr>
                  <w:r>
                    <w:rPr>
                      <w:rFonts w:ascii="微软雅黑" w:eastAsia="微软雅黑" w:hAnsi="微软雅黑" w:hint="eastAsia"/>
                      <w:color w:val="595959" w:themeColor="text1" w:themeTint="A6"/>
                      <w:szCs w:val="21"/>
                    </w:rPr>
                    <w:t>并得到医生主任的一致好评。</w:t>
                  </w:r>
                </w:p>
                <w:p w:rsidR="00E81369" w:rsidRDefault="00E81369" w:rsidP="00E81369">
                  <w:pPr>
                    <w:pStyle w:val="Style1"/>
                    <w:adjustRightInd w:val="0"/>
                    <w:snapToGrid w:val="0"/>
                    <w:spacing w:line="400" w:lineRule="exact"/>
                    <w:ind w:firstLineChars="0" w:firstLine="0"/>
                    <w:rPr>
                      <w:rFonts w:ascii="微软雅黑" w:eastAsia="微软雅黑" w:hAnsi="微软雅黑"/>
                      <w:color w:val="4C4C4C"/>
                      <w:szCs w:val="21"/>
                    </w:rPr>
                  </w:pPr>
                </w:p>
              </w:txbxContent>
            </v:textbox>
          </v:shape>
        </w:pict>
      </w:r>
      <w:r w:rsidRPr="0008390F">
        <w:rPr>
          <w:rFonts w:ascii="微软雅黑" w:hAnsi="微软雅黑"/>
          <w:b/>
          <w:noProof/>
          <w:color w:val="7D7D7D"/>
          <w:szCs w:val="21"/>
        </w:rPr>
        <w:pict>
          <v:group id="组合 21612" o:spid="_x0000_s1045" style="position:absolute;left:0;text-align:left;margin-left:-74.25pt;margin-top:23.2pt;width:156.55pt;height:37.05pt;z-index:251680768" coordsize="19883,4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">
            <v:shape id="文本框 25" o:spid="_x0000_s1046" type="#_x0000_t202" style="position:absolute;width:9423;height:47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<v:textbox>
                <w:txbxContent>
                  <w:p w:rsidR="00E81369" w:rsidRDefault="00E81369" w:rsidP="00E81369">
                    <w:pPr>
                      <w:rPr>
                        <w:rFonts w:ascii="微软雅黑" w:eastAsia="微软雅黑" w:hAnsi="微软雅黑"/>
                        <w:b/>
                        <w:color w:val="2B7FB9"/>
                        <w:sz w:val="28"/>
                        <w:szCs w:val="28"/>
                      </w:rPr>
                    </w:pPr>
                    <w:r>
                      <w:rPr>
                        <w:rFonts w:ascii="微软雅黑" w:eastAsia="微软雅黑" w:hAnsi="微软雅黑" w:hint="eastAsia"/>
                        <w:b/>
                        <w:color w:val="2B7FB9"/>
                        <w:sz w:val="28"/>
                        <w:szCs w:val="28"/>
                      </w:rPr>
                      <w:t>基本信息</w:t>
                    </w:r>
                  </w:p>
                  <w:p w:rsidR="00E81369" w:rsidRDefault="00E81369" w:rsidP="00E81369">
                    <w:pPr>
                      <w:rPr>
                        <w:rFonts w:ascii="微软雅黑" w:eastAsia="微软雅黑" w:hAnsi="微软雅黑"/>
                        <w:b/>
                        <w:color w:val="2B7FB9"/>
                        <w:szCs w:val="28"/>
                      </w:rPr>
                    </w:pPr>
                  </w:p>
                </w:txbxContent>
              </v:textbox>
            </v:shape>
            <v:line id="直接连接符 21609" o:spid="_x0000_s1047" style="position:absolute;visibility:visible" from="8723,2627" to="19883,26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78H5sYAAADeAAAADwAAAGRycy9kb3ducmV2LnhtbESP0WrCQBRE3wX/YbmCb7oxD9ZENyEq&#10;QqEUrPUDLtnbJDR7N+yumvbru4VCH4eZOcPsytH04k7Od5YVrJYJCOLa6o4bBdf302IDwgdkjb1l&#10;UvBFHspiOtlhru2D3+h+CY2IEPY5KmhDGHIpfd2SQb+0A3H0PqwzGKJ0jdQOHxFuepkmyVoa7Dgu&#10;tDjQoaX683IzkZKNr/74ku2/j5U8p/XedVX6pNR8NlZbEIHG8B/+az9rBelqnWTweydeAVn8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O/B+bGAAAA3gAAAA8AAAAAAAAA&#10;AAAAAAAAoQIAAGRycy9kb3ducmV2LnhtbFBLBQYAAAAABAAEAPkAAACUAwAAAAA=&#10;" strokecolor="#2b7fb9" strokeweight="1pt">
              <v:stroke joinstyle="miter"/>
            </v:line>
          </v:group>
        </w:pict>
      </w:r>
      <w:r w:rsidR="00E81369">
        <w:rPr>
          <w:rFonts w:ascii="微软雅黑" w:hAnsi="微软雅黑" w:hint="eastAsia"/>
          <w:color w:val="7D7D7D"/>
          <w:szCs w:val="21"/>
        </w:rPr>
        <w:t xml:space="preserve"> </w:t>
      </w:r>
    </w:p>
    <w:p w:rsidR="00E81369" w:rsidRDefault="00E81369" w:rsidP="00E81369">
      <w:pPr>
        <w:adjustRightInd w:val="0"/>
        <w:snapToGrid w:val="0"/>
        <w:ind w:leftChars="300" w:left="630"/>
        <w:rPr>
          <w:color w:val="4C4C4C"/>
          <w:sz w:val="28"/>
          <w:szCs w:val="28"/>
        </w:rPr>
      </w:pPr>
      <w:r>
        <w:rPr>
          <w:rFonts w:hint="eastAsia"/>
          <w:color w:val="4C4C4C"/>
          <w:sz w:val="28"/>
          <w:szCs w:val="28"/>
        </w:rPr>
        <w:t xml:space="preserve"> </w:t>
      </w:r>
    </w:p>
    <w:p w:rsidR="00E81369" w:rsidRDefault="0008390F" w:rsidP="00E81369">
      <w:pPr>
        <w:adjustRightInd w:val="0"/>
        <w:snapToGrid w:val="0"/>
        <w:ind w:left="630"/>
        <w:rPr>
          <w:color w:val="4C4C4C"/>
          <w:sz w:val="28"/>
          <w:szCs w:val="28"/>
        </w:rPr>
      </w:pPr>
      <w:r w:rsidRPr="0008390F">
        <w:rPr>
          <w:rFonts w:ascii="微软雅黑" w:hAnsi="微软雅黑"/>
          <w:b/>
          <w:noProof/>
          <w:color w:val="7D7D7D"/>
          <w:szCs w:val="21"/>
        </w:rPr>
        <w:pict>
          <v:shape id="_x0000_s1048" type="#_x0000_t202" style="position:absolute;left:0;text-align:left;margin-left:-44.45pt;margin-top:20.5pt;width:154.05pt;height:184.75pt;z-index:251661312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" filled="f" stroked="f">
            <v:textbox>
              <w:txbxContent>
                <w:p w:rsidR="00E81369" w:rsidRDefault="00E81369" w:rsidP="00E81369">
                  <w:pPr>
                    <w:snapToGrid w:val="0"/>
                    <w:spacing w:line="540" w:lineRule="exact"/>
                    <w:rPr>
                      <w:rFonts w:ascii="微软雅黑" w:eastAsia="微软雅黑" w:hAnsi="微软雅黑"/>
                      <w:color w:val="595959" w:themeColor="text1" w:themeTint="A6"/>
                      <w:szCs w:val="21"/>
                    </w:rPr>
                  </w:pPr>
                  <w:r>
                    <w:rPr>
                      <w:rFonts w:ascii="微软雅黑" w:eastAsia="微软雅黑" w:hAnsi="微软雅黑" w:hint="eastAsia"/>
                      <w:color w:val="595959" w:themeColor="text1" w:themeTint="A6"/>
                      <w:szCs w:val="21"/>
                    </w:rPr>
                    <w:t>年龄：</w:t>
                  </w:r>
                  <w:r>
                    <w:rPr>
                      <w:rFonts w:ascii="微软雅黑" w:eastAsia="微软雅黑" w:hAnsi="微软雅黑"/>
                      <w:color w:val="595959" w:themeColor="text1" w:themeTint="A6"/>
                      <w:szCs w:val="21"/>
                    </w:rPr>
                    <w:t xml:space="preserve"> 22岁</w:t>
                  </w:r>
                  <w:r>
                    <w:rPr>
                      <w:rFonts w:ascii="微软雅黑" w:eastAsia="微软雅黑" w:hAnsi="微软雅黑"/>
                      <w:color w:val="595959" w:themeColor="text1" w:themeTint="A6"/>
                      <w:szCs w:val="21"/>
                    </w:rPr>
                    <w:cr/>
                    <w:t>住址：</w:t>
                  </w:r>
                  <w:r>
                    <w:rPr>
                      <w:rFonts w:ascii="微软雅黑" w:eastAsia="微软雅黑" w:hAnsi="微软雅黑" w:hint="eastAsia"/>
                      <w:color w:val="595959" w:themeColor="text1" w:themeTint="A6"/>
                      <w:szCs w:val="21"/>
                    </w:rPr>
                    <w:t>广东省广州市</w:t>
                  </w:r>
                </w:p>
                <w:p w:rsidR="00E81369" w:rsidRDefault="00E81369" w:rsidP="00E81369">
                  <w:pPr>
                    <w:snapToGrid w:val="0"/>
                    <w:spacing w:line="540" w:lineRule="exact"/>
                    <w:rPr>
                      <w:rFonts w:ascii="微软雅黑" w:eastAsia="微软雅黑" w:hAnsi="微软雅黑"/>
                      <w:color w:val="595959" w:themeColor="text1" w:themeTint="A6"/>
                      <w:szCs w:val="21"/>
                    </w:rPr>
                  </w:pPr>
                  <w:r>
                    <w:rPr>
                      <w:rFonts w:ascii="微软雅黑" w:eastAsia="微软雅黑" w:hAnsi="微软雅黑"/>
                      <w:color w:val="595959" w:themeColor="text1" w:themeTint="A6"/>
                      <w:szCs w:val="21"/>
                    </w:rPr>
                    <w:t xml:space="preserve">电话：13800138000 </w:t>
                  </w:r>
                  <w:r>
                    <w:rPr>
                      <w:rFonts w:ascii="微软雅黑" w:eastAsia="微软雅黑" w:hAnsi="微软雅黑"/>
                      <w:color w:val="595959" w:themeColor="text1" w:themeTint="A6"/>
                      <w:szCs w:val="21"/>
                    </w:rPr>
                    <w:cr/>
                    <w:t>邮箱：224438888@qq.com</w:t>
                  </w:r>
                  <w:r>
                    <w:rPr>
                      <w:rFonts w:ascii="微软雅黑" w:eastAsia="微软雅黑" w:hAnsi="微软雅黑"/>
                      <w:color w:val="595959" w:themeColor="text1" w:themeTint="A6"/>
                      <w:szCs w:val="21"/>
                    </w:rPr>
                    <w:cr/>
                    <w:t>专业：</w:t>
                  </w:r>
                  <w:r>
                    <w:rPr>
                      <w:rFonts w:ascii="微软雅黑" w:eastAsia="微软雅黑" w:hAnsi="微软雅黑" w:hint="eastAsia"/>
                      <w:color w:val="595959" w:themeColor="text1" w:themeTint="A6"/>
                      <w:szCs w:val="21"/>
                    </w:rPr>
                    <w:t>护理</w:t>
                  </w:r>
                </w:p>
                <w:p w:rsidR="00E81369" w:rsidRDefault="00E81369" w:rsidP="00E81369">
                  <w:pPr>
                    <w:snapToGrid w:val="0"/>
                    <w:spacing w:line="540" w:lineRule="exact"/>
                    <w:rPr>
                      <w:rFonts w:ascii="微软雅黑" w:eastAsia="微软雅黑" w:hAnsi="微软雅黑"/>
                      <w:color w:val="595959" w:themeColor="text1" w:themeTint="A6"/>
                      <w:szCs w:val="21"/>
                    </w:rPr>
                  </w:pPr>
                  <w:r>
                    <w:rPr>
                      <w:rFonts w:ascii="微软雅黑" w:eastAsia="微软雅黑" w:hAnsi="微软雅黑"/>
                      <w:color w:val="595959" w:themeColor="text1" w:themeTint="A6"/>
                      <w:szCs w:val="21"/>
                    </w:rPr>
                    <w:t>学校：广州飞扬大学</w:t>
                  </w:r>
                </w:p>
              </w:txbxContent>
            </v:textbox>
            <w10:wrap anchorx="margin"/>
          </v:shape>
        </w:pict>
      </w:r>
      <w:r w:rsidR="00E81369">
        <w:rPr>
          <w:rFonts w:hint="eastAsia"/>
          <w:color w:val="4C4C4C"/>
          <w:sz w:val="28"/>
          <w:szCs w:val="28"/>
        </w:rPr>
        <w:t xml:space="preserve"> </w:t>
      </w:r>
    </w:p>
    <w:p w:rsidR="00E81369" w:rsidRDefault="0008390F" w:rsidP="00E81369">
      <w:pPr>
        <w:pStyle w:val="Style1"/>
        <w:adjustRightInd w:val="0"/>
        <w:snapToGrid w:val="0"/>
        <w:ind w:firstLineChars="0" w:firstLine="0"/>
        <w:rPr>
          <w:rFonts w:ascii="微软雅黑" w:hAnsi="微软雅黑"/>
          <w:b/>
          <w:color w:val="7D7D7D"/>
          <w:szCs w:val="21"/>
        </w:rPr>
      </w:pPr>
      <w:r>
        <w:rPr>
          <w:rFonts w:ascii="微软雅黑" w:hAnsi="微软雅黑"/>
          <w:b/>
          <w:noProof/>
          <w:color w:val="7D7D7D"/>
          <w:szCs w:val="21"/>
        </w:rPr>
        <w:pict>
          <v:group id="组合 87" o:spid="_x0000_s1120" style="position:absolute;left:0;text-align:left;margin-left:-65.1pt;margin-top:15.2pt;width:16.7pt;height:152.65pt;z-index:251662336" coordorigin="190" coordsize="2122,19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">
            <v:shape id="Freeform 5" o:spid="_x0000_s1126" style="position:absolute;left:190;width:2102;height:2160;visibility:visible;mso-wrap-style:square;v-text-anchor:top" coordsize="191,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NK9MAA&#10;AADbAAAADwAAAGRycy9kb3ducmV2LnhtbERP3WrCMBS+F/YO4Qy803RTXOmMMgR/ULxYtwc4a45N&#10;WXNSmqjx7c2F4OXH9z9fRtuKC/W+cazgbZyBIK6cbrhW8PuzHuUgfEDW2DomBTfysFy8DOZYaHfl&#10;b7qUoRYphH2BCkwIXSGlrwxZ9GPXESfu5HqLIcG+lrrHawq3rXzPspm02HBqMNjRylD1X56tghXN&#10;zPb4t97z9OO0nWyaeAhlVGr4Gr8+QQSK4Sl+uHdaQZ7Gpi/pB8jF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qNK9MAAAADbAAAADwAAAAAAAAAAAAAAAACYAgAAZHJzL2Rvd25y&#10;ZXYueG1sUEsFBgAAAAAEAAQA9QAAAIUDAAAAAA==&#10;" path="m,98c,44,43,,96,v53,,95,44,95,98c191,152,149,196,96,196,43,196,,152,,98xm44,141v,2,,3,,3c44,145,44,146,44,147v,2,,3,2,4c46,151,46,151,46,152v34,,69,,103,c149,151,149,151,149,151v2,-1,2,-2,3,-3c152,146,152,145,152,144v,-5,-1,-9,-3,-12c148,130,146,128,144,127v-2,-2,-5,-4,-7,-5c131,119,125,119,120,118v-2,-1,-4,-1,-4,-2c116,117,116,118,116,118v,4,,10,-3,14c109,138,104,143,98,146v-1,,-1,,-1,c95,145,94,144,92,143v-5,-4,-8,-7,-11,-12c80,127,79,121,80,118v,-1,,-1,,-2c76,117,73,118,70,119v-5,,-11,2,-17,5c51,125,50,127,48,128v-2,3,-4,6,-4,10c44,139,44,140,44,141xm96,44v5,,10,1,13,2c114,49,117,53,120,59v2,3,2,7,2,12c122,72,122,73,122,73v,,,,,1c123,75,124,78,124,81v,2,-1,4,-1,7c122,88,122,88,122,88v-2,2,-2,3,-3,4c118,95,116,98,115,101v-3,4,-7,7,-12,9c95,112,88,110,82,106v-2,-3,-4,-4,-5,-7c75,96,74,93,73,91v,-1,,-1,-1,-2c71,88,70,87,69,84v-1,-3,,-8,2,-10c72,73,72,73,72,73v-1,-3,-1,-7,,-10c73,55,77,49,85,46v2,-1,7,-2,11,-2xm80,81v,-1,-1,-2,-1,-2c78,77,76,78,75,80v,1,,1,,2c76,83,77,85,78,86v1,1,1,1,1,2c80,90,81,93,83,96v1,3,3,4,4,5c90,103,94,104,99,103v5,-1,8,-2,10,-7c111,93,112,91,114,88v,-1,1,-1,1,-2c116,85,116,84,116,84v1,-2,1,-2,1,-4c117,79,117,78,116,78v,,-1,,-2,1c114,80,113,80,113,81v,-3,1,-6,2,-8c113,73,111,73,110,73v-4,,-7,-1,-10,-2c94,69,91,66,87,63v,,,,,c87,63,86,63,85,64v-3,1,-5,3,-7,6c78,70,78,70,78,70v1,3,1,4,1,5c79,77,80,79,80,81xm94,126v-2,-2,-4,-4,-5,-7c90,119,91,118,93,117v,,,,,-1c95,116,97,116,100,116v,,,,1,1c101,118,102,119,103,119v-1,3,-2,5,-4,7c99,126,99,126,99,126v2,4,2,8,4,11c103,137,103,137,103,138v-2,2,-3,4,-5,6c96,145,96,145,94,144v-1,-2,-3,-4,-5,-6c89,138,89,138,89,137v2,-3,4,-8,5,-11c94,126,94,126,94,126xe" fillcolor="#2b7fb9" stroked="f">
              <v:path arrowok="t" o:connecttype="custom" o:connectlocs="105641,0;105641,216000;48419,155388;48419,162000;50620,167510;163964,166408;167265,158694;158462,139959;132052,130041;127650,130041;107842,160898;101239,157592;88034,130041;77030,131143;52821,141061;48419,155388;119947,50694;134252,78245;134252,81551;135353,96980;130951,101388;113344,121224;84733,109102;79231,98082;78130,81551;79231,69429;105641,48490;86934,87061;82532,90367;86934,96980;95737,111306;119947,105796;126549,94776;128750,88163;125449,87061;126549,80449;110043,78245;95737,69429;85833,77143;86934,82653;103440,138857;102340,128939;110043,127837;113344,131143;108943,138857;113344,152082;103440,158694;97938,150980;103440,138857" o:connectangles="0,0,0,0,0,0,0,0,0,0,0,0,0,0,0,0,0,0,0,0,0,0,0,0,0,0,0,0,0,0,0,0,0,0,0,0,0,0,0,0,0,0,0,0,0,0,0,0,0"/>
              <o:lock v:ext="edit" aspectratio="t" verticies="t"/>
            </v:shape>
            <v:shape id="Freeform 25" o:spid="_x0000_s1125" style="position:absolute;left:190;top:6953;width:2102;height:2159;visibility:visible;mso-wrap-style:square;v-text-anchor:top" coordsize="187,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zj08IA&#10;AADbAAAADwAAAGRycy9kb3ducmV2LnhtbESPT4vCMBTE7wt+h/CEvSyauqyi1SgqFBY8+Q88Pppn&#10;W0xeShNt99tvBMHjMDO/YRarzhrxoMZXjhWMhgkI4tzpigsFp2M2mILwAVmjcUwK/sjDatn7WGCq&#10;Xct7ehxCISKEfYoKyhDqVEqfl2TRD11NHL2rayyGKJtC6gbbCLdGfifJRFqsOC6UWNO2pPx2uFsF&#10;5w1dWuvMafczbrNzcjTZV2WU+ux36zmIQF14h1/tX61gOoPnl/gD5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TOPTwgAAANsAAAAPAAAAAAAAAAAAAAAAAJgCAABkcnMvZG93&#10;bnJldi54bWxQSwUGAAAAAAQABAD1AAAAhwMAAAAA&#10;" path="m,96c,43,42,,94,v51,,93,43,93,96c187,149,145,192,94,192,42,192,,149,,96xm119,106v-7,7,-7,14,-15,14c97,120,90,113,83,106,76,99,68,92,68,85v,-7,8,-7,15,-14c90,65,68,44,61,44,54,44,40,65,40,65v,13,14,41,28,55c83,134,112,148,126,148v,,21,-14,21,-21c147,120,126,99,119,106e" fillcolor="#2b7fb9" stroked="f">
              <v:path arrowok="t" o:connecttype="custom" o:connectlocs="0,107950;105654,0;210185,107950;105654,215900;0,107950;133754,119195;116894,134938;93291,119195;76431,95581;93291,79838;68563,49477;44959,73091;76431,134938;141622,166423;165226,142809;133754,119195" o:connectangles="0,0,0,0,0,0,0,0,0,0,0,0,0,0,0,0"/>
              <o:lock v:ext="edit" aspectratio="t" verticies="t"/>
            </v:shape>
            <v:shape id="Freeform 29" o:spid="_x0000_s1124" style="position:absolute;left:190;top:3429;width:2102;height:2159;visibility:visible;mso-wrap-style:square;v-text-anchor:top" coordsize="187,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/ck8EA&#10;AADbAAAADwAAAGRycy9kb3ducmV2LnhtbERPz2vCMBS+D/wfwhN2GTN1TNHOWNygMPBkW2HHR/Ns&#10;y5KX0mRt998vh4HHj+/3IZutESMNvnOsYL1KQBDXTnfcKKjK/HkHwgdkjcYxKfglD9lx8XDAVLuJ&#10;LzQWoRExhH2KCtoQ+lRKX7dk0a9cTxy5mxsshgiHRuoBpxhujXxJkq202HFsaLGnj5bq7+LHKri+&#10;09dknanOr5spvyalyZ86o9Tjcj69gQg0h7v43/2pFezj+vgl/gB5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qv3JPBAAAA2wAAAA8AAAAAAAAAAAAAAAAAmAIAAGRycy9kb3du&#10;cmV2LnhtbFBLBQYAAAAABAAEAPUAAACGAwAAAAA=&#10;" path="m,96c,43,42,,94,v51,,93,43,93,96c187,149,145,192,94,192,42,192,,149,,96xm94,156v,,-46,-50,-46,-75c48,57,69,36,94,36v25,,45,21,45,45c139,106,94,156,94,156xm94,51c77,51,63,64,63,81v,16,14,31,31,31c110,112,125,97,125,81,125,64,110,51,94,51xm94,51v,,,,,e" fillcolor="#2b7fb9" stroked="f">
              <v:path arrowok="t" o:connecttype="custom" o:connectlocs="0,107950;105654,0;210185,107950;105654,215900;0,107950;105654,175419;53951,91083;105654,40481;156234,91083;105654,175419;105654,57348;70811,91083;105654,125942;140498,91083;105654,57348;105654,57348;105654,57348" o:connectangles="0,0,0,0,0,0,0,0,0,0,0,0,0,0,0,0,0"/>
              <o:lock v:ext="edit" aspectratio="t" verticies="t"/>
            </v:shape>
            <v:shape id="Freeform 33" o:spid="_x0000_s1123" style="position:absolute;left:190;top:10382;width:2007;height:2159;visibility:visible;mso-wrap-style:square;v-text-anchor:top" coordsize="183,1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vRSMIA&#10;AADbAAAADwAAAGRycy9kb3ducmV2LnhtbESPwWrDMBBE74H+g9hCb4nsHILrRg6hYDDk1LSHHhdr&#10;bbm2VkZSY+fvq0Khx2Fm3jDH02oncSMfBscK8l0Ggrh1euBewcd7vS1AhIiscXJMCu4U4FQ9bI5Y&#10;arfwG92usRcJwqFEBSbGuZQytIYshp2biZPXOW8xJul7qT0uCW4nuc+yg7Q4cFowONOroXa8flsF&#10;tpNfsxm74Jb6fuHi0BT1+VOpp8f1/AIi0hr/w3/tRit4zuH3S/oBsv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S9FIwgAAANsAAAAPAAAAAAAAAAAAAAAAAJgCAABkcnMvZG93&#10;bnJldi54bWxQSwUGAAAAAAQABAD1AAAAhwMAAAAA&#10;" path="m,99c,44,41,,92,v50,,91,44,91,99c183,153,142,197,92,197,41,197,,153,,99xm147,137v,,,,,c147,137,147,137,147,137v,,,,,c36,137,36,137,36,137,70,106,70,106,70,106v22,17,22,17,22,17c113,106,113,106,113,106v34,31,34,31,34,31xm67,102v,,,,,c67,102,67,102,67,102v,,,,,c36,130,36,130,36,130v,-52,,-52,,-52c67,102,67,102,67,102xm147,130v,,,,,c147,130,147,130,147,130v,,,,,c116,102,116,102,116,102,147,78,147,78,147,78v,52,,52,,52xm92,116v,,,,,c92,116,92,116,92,116v,,,,,c36,71,36,71,36,71v,-10,,-10,,-10c147,61,147,61,147,61v,10,,10,,10c92,116,92,116,92,116xm92,116v,,,,,c92,116,92,116,92,116xe" fillcolor="#2b7fb9" stroked="f">
              <v:path arrowok="t" o:connecttype="custom" o:connectlocs="0,108498;100878,0;200660,108498;100878,215900;0,108498;161186,150144;161186,150144;161186,150144;161186,150144;39474,150144;76755,116170;100878,134801;123905,116170;161186,150144;73466,111786;73466,111786;73466,111786;73466,111786;39474,142472;39474,85483;73466,111786;161186,142472;161186,142472;161186,142472;161186,142472;127194,111786;161186,85483;161186,142472;100878,127129;100878,127129;100878,127129;100878,127129;39474,77812;39474,66852;161186,66852;161186,77812;100878,127129;100878,127129;100878,127129;100878,127129" o:connectangles="0,0,0,0,0,0,0,0,0,0,0,0,0,0,0,0,0,0,0,0,0,0,0,0,0,0,0,0,0,0,0,0,0,0,0,0,0,0,0,0"/>
              <o:lock v:ext="edit" aspectratio="t" verticies="t"/>
            </v:shape>
            <v:shape id="Freeform 13" o:spid="_x0000_s1122" style="position:absolute;left:190;top:17240;width:2112;height:2160;visibility:visible;mso-wrap-style:square;v-text-anchor:top" coordsize="192,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zi3cYA&#10;AADbAAAADwAAAGRycy9kb3ducmV2LnhtbESPQWvCQBSE70L/w/IKvYhu9CA2uopUCqVIRVuCx0f2&#10;mY3Nvg3ZNUn767uC0OMwM98wy3VvK9FS40vHCibjBARx7nTJhYKvz9fRHIQPyBorx6TghzysVw+D&#10;JabadXyg9hgKESHsU1RgQqhTKX1uyKIfu5o4emfXWAxRNoXUDXYRbis5TZKZtFhyXDBY04uh/Pt4&#10;tQpsdn5vr5h97LqhudSb/a8+5Vulnh77zQJEoD78h+/tN63geQq3L/EHy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qzi3cYAAADbAAAADwAAAAAAAAAAAAAAAACYAgAAZHJz&#10;L2Rvd25yZXYueG1sUEsFBgAAAAAEAAQA9QAAAIsDAAAAAA==&#10;" path="m,98c,44,43,,96,v53,,96,44,96,98c192,152,149,196,96,196,43,196,,152,,98xm167,69v,,,,,c172,70,172,73,168,74v,,,,-67,23c97,99,98,99,94,97v,,,,-35,-11c59,86,59,86,98,70v1,-1,2,-3,1,-5c99,65,99,65,99,65v,-2,-2,-2,-4,-2c95,63,95,63,49,82v,,,,,1c43,87,41,94,40,103v3,1,4,3,4,6c44,112,43,114,41,115v1,15,3,31,-10,37c27,150,24,149,20,146v9,-12,12,-22,14,-30c31,114,29,112,29,109v,-3,2,-6,5,-7c34,94,35,87,42,80v,,,,-16,-6c21,73,21,70,26,69v,,,,67,-24c97,44,96,44,101,45v,,,,66,24xm94,106v,,,,,c98,108,96,108,101,106v,,,,43,-14c144,92,144,92,144,115v,2,-1,5,-4,6c113,136,80,136,55,123v-1,-1,-2,-3,-3,-4c54,117,55,114,55,111v,-3,-1,-6,-4,-8c51,103,51,103,51,92v,,,,43,14xm94,106v,,,,,e" fillcolor="#2b7fb9" stroked="f">
              <v:path arrowok="t" o:connecttype="custom" o:connectlocs="0,108000;105616,0;211232,108000;105616,216000;0,108000;183728,76041;183728,76041;184828,81551;111117,106898;103416,106898;64910,94776;107816,77143;108917,71633;108917,71633;104516,69429;53908,90367;53908,91469;44007,113510;48407,120122;45107,126735;34105,167510;22003,160898;37406,127837;31905,120122;37406,112408;46207,88163;28604,81551;28604,76041;102316,49592;111117,49592;183728,76041;103416,116816;103416,116816;111117,116816;158424,101388;158424,126735;154023,133347;60509,135551;57209,131143;60509,122327;56109,113510;56109,101388;103416,116816;103416,116816;103416,116816" o:connectangles="0,0,0,0,0,0,0,0,0,0,0,0,0,0,0,0,0,0,0,0,0,0,0,0,0,0,0,0,0,0,0,0,0,0,0,0,0,0,0,0,0,0,0,0,0"/>
              <o:lock v:ext="edit" aspectratio="t" verticies="t"/>
            </v:shape>
            <v:shape id="Freeform 13" o:spid="_x0000_s1121" style="position:absolute;left:190;top:13811;width:2123;height:2160;visibility:visible;mso-wrap-style:square;v-text-anchor:top" coordsize="287,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15PsQA&#10;AADbAAAADwAAAGRycy9kb3ducmV2LnhtbESPQWvCQBSE70L/w/IKvekmKYhNXUMVBEmhUlvw+sg+&#10;k7TZt2F3Nem/dwuCx2FmvmGWxWg6cSHnW8sK0lkCgriyuuVawffXdroA4QOyxs4yKfgjD8XqYbLE&#10;XNuBP+lyCLWIEPY5KmhC6HMpfdWQQT+zPXH0TtYZDFG6WmqHQ4SbTmZJMpcGW44LDfa0aaj6PZyN&#10;gv1PWZZ9sMdhvXk/ykymp480VerpcXx7BRFoDPfwrb3TCl6e4f9L/AFyd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HNeT7EAAAA2wAAAA8AAAAAAAAAAAAAAAAAmAIAAGRycy9k&#10;b3ducmV2LnhtbFBLBQYAAAAABAAEAPUAAACJAwAAAAA=&#10;" path="m,146c,65,64,,144,v79,,143,65,143,146c287,227,223,292,144,292,64,292,,227,,146xm40,146v,19,,39,,57c40,204,40,204,40,206v3,3,7,7,10,11c51,218,52,219,52,221v1,1,4,2,6,2c60,223,60,223,60,223v8,-2,17,-4,26,-5c93,217,101,216,108,217v4,,8,1,12,2c121,221,122,222,122,224v1,3,3,4,5,4c133,228,138,228,143,228v4,,8,,12,c157,228,158,227,158,224v2,-3,4,-5,7,-6c171,216,176,216,181,216v7,,14,1,20,2c208,219,216,222,223,223v3,,4,,5,-2c230,221,230,219,230,219v5,-5,8,-8,12,-13c242,204,243,204,243,204v,-39,,-77,,-116c243,87,242,86,241,85v-3,-4,-6,-7,-10,-9c221,70,210,66,198,65v-11,-1,-22,1,-32,5c157,72,150,77,142,82v-1,,-1,,-1,c137,80,135,78,132,77,122,71,112,66,100,65,91,64,82,64,73,66,61,70,51,76,41,85v-1,1,-1,2,-1,5c40,108,40,127,40,146xm50,196v,-1,,-1,,-1c50,160,50,125,50,92v,-1,,-2,1,-2c58,82,67,78,76,76v10,-2,20,-2,30,c116,78,125,83,132,88v1,2,4,2,4,3c137,92,136,95,136,96v,32,,63,,95c136,192,136,192,136,192v,,,,-1,c128,188,122,187,116,186v-11,-1,-21,-1,-33,1c72,188,62,192,51,196v-1,,-1,,-1,xm233,196v-5,-1,-8,-4,-13,-5c208,187,197,185,185,185v-9,-2,-19,,-28,2c155,188,151,190,148,191v-1,,-1,1,-2,1c146,191,146,191,146,191v,-33,,-66,,-99c146,92,146,91,147,91v8,-6,15,-10,25,-14c180,75,187,74,196,75v14,1,25,6,35,15c232,90,233,91,233,93v,34,,67,,100c233,195,233,195,233,196xm52,204v3,,4,,5,-1c68,201,78,197,90,196v8,-1,16,-1,25,c122,197,128,198,135,203v1,1,2,3,2,3c140,208,143,208,145,206v6,-6,12,-9,21,-11c172,195,177,193,183,195v17,1,32,5,45,9c230,204,230,204,230,204v-2,3,-4,4,-5,7c223,212,222,212,220,212v-10,-3,-20,-5,-30,-5c182,206,175,206,167,207v-4,1,-9,2,-12,6c153,214,152,216,151,217v,,,1,-1,1c143,218,138,218,132,218v-1,,-1,,-1,c128,212,123,209,117,208v-7,-1,-14,-1,-21,-1c83,207,72,209,60,212v,1,-2,,-2,c56,209,55,207,52,204xe" fillcolor="#2b7fb9" stroked="f">
              <v:path arrowok="t" o:connecttype="custom" o:connectlocs="106507,0;106507,216000;29585,108000;29585,152384;38461,163479;44378,164959;79880,160521;90235,165699;105768,168658;116862,165699;133874,159781;164938,164959;170116,162000;179731,150904;178252,62877;146448,48082;105028,60658;97632,56959;53993,48822;29585,66575;36982,144986;36982,68055;56212,56219;97632,65096;100590,71014;100590,142027;85798,137589;37721,144986;172335,144986;136832,136849;109466,141288;107987,141288;108726,67315;144968,55479;172335,68795;172335,144986;42159,150164;85058,144986;101330,152384;122779,144247;168637,150904;166418,156082;140530,153123;114643,157562;110945,161260;96892,161260;71005,153123;42899,156822" o:connectangles="0,0,0,0,0,0,0,0,0,0,0,0,0,0,0,0,0,0,0,0,0,0,0,0,0,0,0,0,0,0,0,0,0,0,0,0,0,0,0,0,0,0,0,0,0,0,0,0"/>
              <o:lock v:ext="edit" aspectratio="t" verticies="t"/>
            </v:shape>
          </v:group>
        </w:pict>
      </w:r>
    </w:p>
    <w:p w:rsidR="00E81369" w:rsidRDefault="00E81369" w:rsidP="00E81369"/>
    <w:p w:rsidR="00E81369" w:rsidRDefault="00E81369" w:rsidP="00E81369">
      <w:pPr>
        <w:pStyle w:val="1"/>
        <w:snapToGrid w:val="0"/>
        <w:spacing w:line="276" w:lineRule="auto"/>
        <w:ind w:left="420" w:firstLineChars="0" w:firstLine="0"/>
      </w:pPr>
    </w:p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08390F" w:rsidP="00E81369">
      <w:r>
        <w:rPr>
          <w:noProof/>
        </w:rPr>
        <w:pict>
          <v:group id="组合 21613" o:spid="_x0000_s1049" style="position:absolute;left:0;text-align:left;margin-left:-75.85pt;margin-top:24.15pt;width:155.75pt;height:37.1pt;z-index:251681792" coordsize="19778,47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">
            <v:shape id="文本框 25" o:spid="_x0000_s1050" type="#_x0000_t202" style="position:absolute;width:9413;height:471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jSG8YA&#10;AADeAAAADwAAAGRycy9kb3ducmV2LnhtbESPQWvCQBSE74L/YXlCb2Y3UqWmboJYCj21qFXw9sg+&#10;k9Ds25DdmvTfdwsFj8PMfMNsitG24ka9bxxrSBMFgrh0puFKw+fxdf4Ewgdkg61j0vBDHop8Otlg&#10;ZtzAe7odQiUihH2GGuoQukxKX9Zk0SeuI47e1fUWQ5R9JU2PQ4TbVi6UWkmLDceFGjva1VR+Hb6t&#10;htP79XJ+VB/Vi112gxuVZLuWWj/Mxu0ziEBjuIf/229GwyJdpin83YlXQO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9jSG8YAAADeAAAADwAAAAAAAAAAAAAAAACYAgAAZHJz&#10;L2Rvd25yZXYueG1sUEsFBgAAAAAEAAQA9QAAAIsDAAAAAA==&#10;" filled="f" stroked="f">
              <v:textbox>
                <w:txbxContent>
                  <w:p w:rsidR="00E81369" w:rsidRDefault="00E81369" w:rsidP="00E81369">
                    <w:pPr>
                      <w:rPr>
                        <w:rFonts w:ascii="微软雅黑" w:eastAsia="微软雅黑" w:hAnsi="微软雅黑"/>
                        <w:b/>
                        <w:color w:val="2B7FB9"/>
                        <w:sz w:val="28"/>
                        <w:szCs w:val="28"/>
                      </w:rPr>
                    </w:pPr>
                    <w:r>
                      <w:rPr>
                        <w:rFonts w:ascii="微软雅黑" w:eastAsia="微软雅黑" w:hAnsi="微软雅黑" w:hint="eastAsia"/>
                        <w:b/>
                        <w:color w:val="2B7FB9"/>
                        <w:sz w:val="28"/>
                        <w:szCs w:val="28"/>
                      </w:rPr>
                      <w:t>专业技能</w:t>
                    </w:r>
                  </w:p>
                  <w:p w:rsidR="00E81369" w:rsidRDefault="00E81369" w:rsidP="00E81369">
                    <w:pPr>
                      <w:rPr>
                        <w:rFonts w:ascii="微软雅黑" w:eastAsia="微软雅黑" w:hAnsi="微软雅黑"/>
                        <w:b/>
                        <w:color w:val="2B7FB9"/>
                        <w:szCs w:val="28"/>
                      </w:rPr>
                    </w:pPr>
                  </w:p>
                </w:txbxContent>
              </v:textbox>
            </v:shape>
            <v:line id="直接连接符 21610" o:spid="_x0000_s1051" style="position:absolute;visibility:visible" from="8618,2522" to="19778,25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1w4pscAAADeAAAADwAAAGRycy9kb3ducmV2LnhtbESPy2rDMBBF94H+g5hCd4lsL/JwowSn&#10;IVAohSTtBwzW1Da1RkZSErdf31kEuhzu3HM56+3oenWlEDvPBvJZBoq49rbjxsDnx2G6BBUTssXe&#10;Mxn4oQjbzcNkjaX1Nz7R9ZwaJRCOJRpoUxpKrWPdksM48wOxZF8+OExyhkbbgDeBu14XWTbXDjuW&#10;hRYHemmp/j5fnFBW43vcv612v/tKH4t6F7qqWBjz9DhWz6ASjen/+d5+tQaKfJ6LgOiICujN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3XDimxwAAAN4AAAAPAAAAAAAA&#10;AAAAAAAAAKECAABkcnMvZG93bnJldi54bWxQSwUGAAAAAAQABAD5AAAAlQMAAAAA&#10;" strokecolor="#2b7fb9" strokeweight="1pt">
              <v:stroke joinstyle="miter"/>
            </v:line>
          </v:group>
        </w:pict>
      </w:r>
    </w:p>
    <w:p w:rsidR="00E81369" w:rsidRDefault="00E81369" w:rsidP="00E81369"/>
    <w:p w:rsidR="00E81369" w:rsidRDefault="00E81369" w:rsidP="00E81369"/>
    <w:p w:rsidR="00E81369" w:rsidRDefault="0008390F" w:rsidP="00E81369">
      <w:r w:rsidRPr="0008390F">
        <w:rPr>
          <w:rFonts w:ascii="微软雅黑" w:hAnsi="微软雅黑"/>
          <w:b/>
          <w:noProof/>
          <w:color w:val="7D7D7D"/>
          <w:szCs w:val="21"/>
        </w:rPr>
        <w:pict>
          <v:shape id="_x0000_s1052" type="#_x0000_t202" style="position:absolute;left:0;text-align:left;margin-left:-75.7pt;margin-top:15.25pt;width:170.25pt;height:103.25pt;z-index:25166438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" filled="f" stroked="f">
            <v:textbox>
              <w:txbxContent>
                <w:p w:rsidR="00E81369" w:rsidRDefault="00E81369" w:rsidP="00E81369">
                  <w:pPr>
                    <w:pStyle w:val="1"/>
                    <w:numPr>
                      <w:ilvl w:val="0"/>
                      <w:numId w:val="1"/>
                    </w:numPr>
                    <w:snapToGrid w:val="0"/>
                    <w:spacing w:line="400" w:lineRule="exact"/>
                    <w:ind w:firstLineChars="0"/>
                    <w:rPr>
                      <w:rFonts w:ascii="微软雅黑" w:eastAsia="微软雅黑" w:hAnsi="微软雅黑"/>
                      <w:color w:val="595959" w:themeColor="text1" w:themeTint="A6"/>
                      <w:szCs w:val="21"/>
                    </w:rPr>
                  </w:pPr>
                  <w:r>
                    <w:rPr>
                      <w:rFonts w:ascii="微软雅黑" w:eastAsia="微软雅黑" w:hAnsi="微软雅黑" w:hint="eastAsia"/>
                      <w:color w:val="595959" w:themeColor="text1" w:themeTint="A6"/>
                      <w:szCs w:val="21"/>
                    </w:rPr>
                    <w:t>基础护理操作</w:t>
                  </w:r>
                </w:p>
                <w:p w:rsidR="00E81369" w:rsidRDefault="00E81369" w:rsidP="00E81369">
                  <w:pPr>
                    <w:pStyle w:val="1"/>
                    <w:numPr>
                      <w:ilvl w:val="0"/>
                      <w:numId w:val="1"/>
                    </w:numPr>
                    <w:snapToGrid w:val="0"/>
                    <w:spacing w:line="400" w:lineRule="exact"/>
                    <w:ind w:firstLineChars="0"/>
                    <w:rPr>
                      <w:rFonts w:ascii="微软雅黑" w:eastAsia="微软雅黑" w:hAnsi="微软雅黑"/>
                      <w:color w:val="595959" w:themeColor="text1" w:themeTint="A6"/>
                      <w:szCs w:val="21"/>
                    </w:rPr>
                  </w:pPr>
                  <w:r>
                    <w:rPr>
                      <w:rFonts w:ascii="微软雅黑" w:eastAsia="微软雅黑" w:hAnsi="微软雅黑" w:hint="eastAsia"/>
                      <w:color w:val="595959" w:themeColor="text1" w:themeTint="A6"/>
                      <w:szCs w:val="21"/>
                    </w:rPr>
                    <w:t>临床护理操作</w:t>
                  </w:r>
                </w:p>
                <w:p w:rsidR="00E81369" w:rsidRDefault="00E81369" w:rsidP="00E81369">
                  <w:pPr>
                    <w:pStyle w:val="1"/>
                    <w:numPr>
                      <w:ilvl w:val="0"/>
                      <w:numId w:val="1"/>
                    </w:numPr>
                    <w:snapToGrid w:val="0"/>
                    <w:spacing w:line="400" w:lineRule="exact"/>
                    <w:ind w:firstLineChars="0"/>
                    <w:rPr>
                      <w:rFonts w:ascii="微软雅黑" w:eastAsia="微软雅黑" w:hAnsi="微软雅黑"/>
                      <w:color w:val="595959" w:themeColor="text1" w:themeTint="A6"/>
                      <w:szCs w:val="21"/>
                    </w:rPr>
                  </w:pPr>
                  <w:r>
                    <w:rPr>
                      <w:rFonts w:ascii="微软雅黑" w:eastAsia="微软雅黑" w:hAnsi="微软雅黑" w:hint="eastAsia"/>
                      <w:color w:val="595959" w:themeColor="text1" w:themeTint="A6"/>
                      <w:szCs w:val="21"/>
                    </w:rPr>
                    <w:t>动脉血气分析</w:t>
                  </w:r>
                </w:p>
                <w:p w:rsidR="00E81369" w:rsidRDefault="00E81369" w:rsidP="00E81369">
                  <w:pPr>
                    <w:pStyle w:val="1"/>
                    <w:numPr>
                      <w:ilvl w:val="0"/>
                      <w:numId w:val="1"/>
                    </w:numPr>
                    <w:snapToGrid w:val="0"/>
                    <w:spacing w:line="400" w:lineRule="exact"/>
                    <w:ind w:firstLineChars="0"/>
                    <w:rPr>
                      <w:rFonts w:ascii="微软雅黑" w:eastAsia="微软雅黑" w:hAnsi="微软雅黑"/>
                      <w:color w:val="595959" w:themeColor="text1" w:themeTint="A6"/>
                      <w:szCs w:val="21"/>
                    </w:rPr>
                  </w:pPr>
                  <w:r>
                    <w:rPr>
                      <w:rFonts w:ascii="微软雅黑" w:eastAsia="微软雅黑" w:hAnsi="微软雅黑" w:hint="eastAsia"/>
                      <w:color w:val="595959" w:themeColor="text1" w:themeTint="A6"/>
                      <w:szCs w:val="21"/>
                    </w:rPr>
                    <w:t>留置针操作</w:t>
                  </w:r>
                </w:p>
              </w:txbxContent>
            </v:textbox>
          </v:shape>
        </w:pict>
      </w:r>
    </w:p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08390F" w:rsidP="00E81369">
      <w:r>
        <w:rPr>
          <w:noProof/>
        </w:rPr>
        <w:pict>
          <v:group id="组合 21601" o:spid="_x0000_s1053" style="position:absolute;left:0;text-align:left;margin-left:117.4pt;margin-top:2.2pt;width:350.6pt;height:40.05pt;z-index:251678720" coordsize="44528,50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">
            <v:shape id="文本框 58" o:spid="_x0000_s1054" type="#_x0000_t202" style="position:absolute;width:10585;height:50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uCfcUA&#10;AADeAAAADwAAAGRycy9kb3ducmV2LnhtbESPT4vCMBTE74LfITzB25r4b1mrUUQRPLmsugt7ezTP&#10;tti8lCba+u3NwoLHYWZ+wyxWrS3FnWpfONYwHCgQxKkzBWcazqfd2wcIH5ANlo5Jw4M8rJbdzgIT&#10;4xr+ovsxZCJC2CeoIQ+hSqT0aU4W/cBVxNG7uNpiiLLOpKmxiXBbypFS79JiwXEhx4o2OaXX481q&#10;+D5cfn8m6jPb2mnVuFZJtjOpdb/XrucgArXhFf5v742G0XA6nsHfnXgF5PI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G4J9xQAAAN4AAAAPAAAAAAAAAAAAAAAAAJgCAABkcnMv&#10;ZG93bnJldi54bWxQSwUGAAAAAAQABAD1AAAAigMAAAAA&#10;" filled="f" stroked="f">
              <v:textbox>
                <w:txbxContent>
                  <w:p w:rsidR="00E81369" w:rsidRDefault="00E81369" w:rsidP="00E81369">
                    <w:pPr>
                      <w:rPr>
                        <w:rFonts w:ascii="微软雅黑" w:eastAsia="微软雅黑" w:hAnsi="微软雅黑"/>
                        <w:b/>
                        <w:color w:val="2B7FB9"/>
                        <w:sz w:val="28"/>
                        <w:szCs w:val="28"/>
                      </w:rPr>
                    </w:pPr>
                    <w:r>
                      <w:rPr>
                        <w:rFonts w:ascii="微软雅黑" w:eastAsia="微软雅黑" w:hAnsi="微软雅黑" w:hint="eastAsia"/>
                        <w:b/>
                        <w:color w:val="2B7FB9"/>
                        <w:sz w:val="28"/>
                        <w:szCs w:val="28"/>
                      </w:rPr>
                      <w:t>自我评价</w:t>
                    </w:r>
                  </w:p>
                  <w:p w:rsidR="00E81369" w:rsidRDefault="00E81369" w:rsidP="00E81369">
                    <w:pPr>
                      <w:rPr>
                        <w:rFonts w:ascii="微软雅黑" w:eastAsia="微软雅黑" w:hAnsi="微软雅黑"/>
                        <w:b/>
                        <w:sz w:val="28"/>
                        <w:szCs w:val="28"/>
                      </w:rPr>
                    </w:pPr>
                  </w:p>
                </w:txbxContent>
              </v:textbox>
            </v:shape>
            <v:line id="直接连接符 21600" o:spid="_x0000_s1055" style="position:absolute;visibility:visible" from="8529,2797" to="44528,27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oWue8YAAADeAAAADwAAAGRycy9kb3ducmV2LnhtbESP3WrCQBCF7wt9h2UE7+rGXNiaukqs&#10;CEIp1J8HGLLTJJidDburRp++c1Ho5XDmfIdvsRpcp64UYuvZwHSSgSKuvG25NnA6bl/eQMWEbLHz&#10;TAbuFGG1fH5aYGH9jfd0PaRaCYRjgQaalPpC61g15DBOfE8s2Y8PDpOcodY24E3grtN5ls20w5Zl&#10;ocGePhqqzoeLE8p8+Iqbz/n6sSn1d16tQ1vmr8aMR0P5DirRkP6f/9o7ayCfzjIREB1RAb38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KFrnvGAAAA3gAAAA8AAAAAAAAA&#10;AAAAAAAAoQIAAGRycy9kb3ducmV2LnhtbFBLBQYAAAAABAAEAPkAAACUAwAAAAA=&#10;" strokecolor="#2b7fb9" strokeweight="1pt">
              <v:stroke joinstyle="miter"/>
            </v:line>
          </v:group>
        </w:pict>
      </w:r>
    </w:p>
    <w:p w:rsidR="00E81369" w:rsidRDefault="00E81369" w:rsidP="00E81369"/>
    <w:p w:rsidR="00E81369" w:rsidRDefault="0008390F" w:rsidP="00E81369">
      <w:r w:rsidRPr="0008390F">
        <w:rPr>
          <w:rFonts w:ascii="微软雅黑" w:hAnsi="微软雅黑"/>
          <w:b/>
          <w:noProof/>
          <w:color w:val="7D7D7D"/>
          <w:szCs w:val="21"/>
        </w:rPr>
        <w:pict>
          <v:group id="组合 21614" o:spid="_x0000_s1056" style="position:absolute;left:0;text-align:left;margin-left:-74.25pt;margin-top:18.95pt;width:155.7pt;height:37.15pt;z-index:251682816" coordsize="19775,47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">
            <v:shape id="文本框 25" o:spid="_x0000_s1057" type="#_x0000_t202" style="position:absolute;width:9415;height:47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ElScYA&#10;AADeAAAADwAAAGRycy9kb3ducmV2LnhtbESPQWvCQBSE74L/YXlCb3U3odo2uhGxFHpStFXo7ZF9&#10;JsHs25DdmvTfd4WCx2FmvmGWq8E24kqdrx1rSKYKBHHhTM2lhq/P98cXED4gG2wck4Zf8rDKx6Ml&#10;Zsb1vKfrIZQiQthnqKEKoc2k9EVFFv3UtcTRO7vOYoiyK6XpsI9w28hUqbm0WHNcqLClTUXF5fBj&#10;NRy35+/Tk9qVb3bW9m5Qku2r1PphMqwXIAIN4R7+b38YDWkyS5/hdideAZn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RElScYAAADeAAAADwAAAAAAAAAAAAAAAACYAgAAZHJz&#10;L2Rvd25yZXYueG1sUEsFBgAAAAAEAAQA9QAAAIsDAAAAAA==&#10;" filled="f" stroked="f">
              <v:textbox>
                <w:txbxContent>
                  <w:p w:rsidR="00E81369" w:rsidRDefault="00E81369" w:rsidP="00E81369">
                    <w:pPr>
                      <w:rPr>
                        <w:rFonts w:ascii="微软雅黑" w:eastAsia="微软雅黑" w:hAnsi="微软雅黑"/>
                        <w:b/>
                        <w:color w:val="2B7FB9"/>
                        <w:sz w:val="28"/>
                        <w:szCs w:val="28"/>
                      </w:rPr>
                    </w:pPr>
                    <w:r>
                      <w:rPr>
                        <w:rFonts w:ascii="微软雅黑" w:eastAsia="微软雅黑" w:hAnsi="微软雅黑" w:hint="eastAsia"/>
                        <w:b/>
                        <w:color w:val="2B7FB9"/>
                        <w:sz w:val="28"/>
                        <w:szCs w:val="28"/>
                      </w:rPr>
                      <w:t>证书技能</w:t>
                    </w:r>
                  </w:p>
                  <w:p w:rsidR="00E81369" w:rsidRDefault="00E81369" w:rsidP="00E81369">
                    <w:pPr>
                      <w:rPr>
                        <w:rFonts w:ascii="微软雅黑" w:eastAsia="微软雅黑" w:hAnsi="微软雅黑"/>
                        <w:b/>
                        <w:color w:val="2B7FB9"/>
                        <w:szCs w:val="28"/>
                      </w:rPr>
                    </w:pPr>
                  </w:p>
                </w:txbxContent>
              </v:textbox>
            </v:shape>
            <v:line id="直接连接符 21611" o:spid="_x0000_s1058" style="position:absolute;visibility:visible" from="8618,2522" to="19775,25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BCdPcYAAADeAAAADwAAAGRycy9kb3ducmV2LnhtbESP3WrCQBSE74W+w3IKvdNNcqEmdZVY&#10;KQgi+NMHOGRPk9Ds2bC71ejTu0Khl8PMfMMsVoPpxIWcby0rSCcJCOLK6pZrBV/nz/EchA/IGjvL&#10;pOBGHlbLl9ECC22vfKTLKdQiQtgXqKAJoS+k9FVDBv3E9sTR+7bOYIjS1VI7vEa46WSWJFNpsOW4&#10;0GBPHw1VP6dfEyn5sPebXb6+b0p5yKq1a8tsptTb61C+gwg0hP/wX3urFWTpNE3heSdeAbl8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gQnT3GAAAA3gAAAA8AAAAAAAAA&#10;AAAAAAAAoQIAAGRycy9kb3ducmV2LnhtbFBLBQYAAAAABAAEAPkAAACUAwAAAAA=&#10;" strokecolor="#2b7fb9" strokeweight="1pt">
              <v:stroke joinstyle="miter"/>
            </v:line>
          </v:group>
        </w:pict>
      </w:r>
    </w:p>
    <w:p w:rsidR="00E81369" w:rsidRDefault="0008390F" w:rsidP="00E81369">
      <w:r w:rsidRPr="0008390F">
        <w:rPr>
          <w:rFonts w:ascii="微软雅黑" w:hAnsi="微软雅黑"/>
          <w:b/>
          <w:noProof/>
          <w:color w:val="7D7D7D"/>
          <w:szCs w:val="21"/>
        </w:rPr>
        <w:pict>
          <v:shape id="文本框 97" o:spid="_x0000_s1059" type="#_x0000_t202" style="position:absolute;left:0;text-align:left;margin-left:114.35pt;margin-top:.65pt;width:360.55pt;height:151.95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" filled="f" stroked="f">
            <v:textbox>
              <w:txbxContent>
                <w:p w:rsidR="00E81369" w:rsidRDefault="00E81369" w:rsidP="00E81369">
                  <w:pPr>
                    <w:pStyle w:val="1"/>
                    <w:numPr>
                      <w:ilvl w:val="0"/>
                      <w:numId w:val="1"/>
                    </w:numPr>
                    <w:snapToGrid w:val="0"/>
                    <w:spacing w:line="400" w:lineRule="exact"/>
                    <w:ind w:firstLineChars="0"/>
                    <w:rPr>
                      <w:rFonts w:ascii="微软雅黑" w:eastAsia="微软雅黑" w:hAnsi="微软雅黑"/>
                      <w:color w:val="595959" w:themeColor="text1" w:themeTint="A6"/>
                      <w:szCs w:val="21"/>
                    </w:rPr>
                  </w:pPr>
                  <w:r>
                    <w:rPr>
                      <w:rFonts w:ascii="微软雅黑" w:eastAsia="微软雅黑" w:hAnsi="微软雅黑" w:hint="eastAsia"/>
                      <w:color w:val="595959" w:themeColor="text1" w:themeTint="A6"/>
                      <w:szCs w:val="21"/>
                    </w:rPr>
                    <w:t>护理</w:t>
                  </w:r>
                  <w:r>
                    <w:rPr>
                      <w:rFonts w:ascii="微软雅黑" w:eastAsia="微软雅黑" w:hAnsi="微软雅黑"/>
                      <w:color w:val="595959" w:themeColor="text1" w:themeTint="A6"/>
                      <w:szCs w:val="21"/>
                    </w:rPr>
                    <w:t>专业毕业，专业成绩优秀，</w:t>
                  </w:r>
                  <w:r>
                    <w:rPr>
                      <w:rFonts w:ascii="微软雅黑" w:eastAsia="微软雅黑" w:hAnsi="微软雅黑" w:hint="eastAsia"/>
                      <w:color w:val="595959" w:themeColor="text1" w:themeTint="A6"/>
                      <w:szCs w:val="21"/>
                    </w:rPr>
                    <w:t>具备</w:t>
                  </w:r>
                  <w:r>
                    <w:rPr>
                      <w:rFonts w:ascii="微软雅黑" w:eastAsia="微软雅黑" w:hAnsi="微软雅黑"/>
                      <w:color w:val="595959" w:themeColor="text1" w:themeTint="A6"/>
                      <w:szCs w:val="21"/>
                    </w:rPr>
                    <w:t>扎实的专业知识基础；</w:t>
                  </w:r>
                </w:p>
                <w:p w:rsidR="00E81369" w:rsidRDefault="00E81369" w:rsidP="00E81369">
                  <w:pPr>
                    <w:pStyle w:val="1"/>
                    <w:numPr>
                      <w:ilvl w:val="0"/>
                      <w:numId w:val="1"/>
                    </w:numPr>
                    <w:snapToGrid w:val="0"/>
                    <w:spacing w:line="400" w:lineRule="exact"/>
                    <w:ind w:firstLineChars="0"/>
                    <w:rPr>
                      <w:rFonts w:ascii="微软雅黑" w:eastAsia="微软雅黑" w:hAnsi="微软雅黑"/>
                      <w:color w:val="595959" w:themeColor="text1" w:themeTint="A6"/>
                      <w:szCs w:val="21"/>
                    </w:rPr>
                  </w:pPr>
                  <w:r>
                    <w:rPr>
                      <w:rFonts w:ascii="微软雅黑" w:eastAsia="微软雅黑" w:hAnsi="微软雅黑" w:hint="eastAsia"/>
                      <w:color w:val="595959" w:themeColor="text1" w:themeTint="A6"/>
                      <w:szCs w:val="21"/>
                    </w:rPr>
                    <w:t>有</w:t>
                  </w:r>
                  <w:r w:rsidR="005E78F5">
                    <w:rPr>
                      <w:rFonts w:ascii="微软雅黑" w:eastAsia="微软雅黑" w:hAnsi="微软雅黑" w:hint="eastAsia"/>
                      <w:color w:val="595959" w:themeColor="text1" w:themeTint="A6"/>
                      <w:szCs w:val="21"/>
                    </w:rPr>
                    <w:t>医生</w:t>
                  </w:r>
                  <w:r>
                    <w:rPr>
                      <w:rFonts w:ascii="微软雅黑" w:eastAsia="微软雅黑" w:hAnsi="微软雅黑"/>
                      <w:color w:val="595959" w:themeColor="text1" w:themeTint="A6"/>
                      <w:szCs w:val="21"/>
                    </w:rPr>
                    <w:t>实习</w:t>
                  </w:r>
                  <w:r>
                    <w:rPr>
                      <w:rFonts w:ascii="微软雅黑" w:eastAsia="微软雅黑" w:hAnsi="微软雅黑" w:hint="eastAsia"/>
                      <w:color w:val="595959" w:themeColor="text1" w:themeTint="A6"/>
                      <w:szCs w:val="21"/>
                    </w:rPr>
                    <w:t>工作</w:t>
                  </w:r>
                  <w:r>
                    <w:rPr>
                      <w:rFonts w:ascii="微软雅黑" w:eastAsia="微软雅黑" w:hAnsi="微软雅黑"/>
                      <w:color w:val="595959" w:themeColor="text1" w:themeTint="A6"/>
                      <w:szCs w:val="21"/>
                    </w:rPr>
                    <w:t>经验，</w:t>
                  </w:r>
                  <w:r>
                    <w:rPr>
                      <w:rFonts w:ascii="微软雅黑" w:eastAsia="微软雅黑" w:hAnsi="微软雅黑" w:hint="eastAsia"/>
                      <w:color w:val="595959" w:themeColor="text1" w:themeTint="A6"/>
                      <w:szCs w:val="21"/>
                    </w:rPr>
                    <w:t>有</w:t>
                  </w:r>
                  <w:r>
                    <w:rPr>
                      <w:rFonts w:ascii="微软雅黑" w:eastAsia="微软雅黑" w:hAnsi="微软雅黑"/>
                      <w:color w:val="595959" w:themeColor="text1" w:themeTint="A6"/>
                      <w:szCs w:val="21"/>
                    </w:rPr>
                    <w:t>一定的动手实践经历，熟悉</w:t>
                  </w:r>
                  <w:r>
                    <w:rPr>
                      <w:rFonts w:ascii="微软雅黑" w:eastAsia="微软雅黑" w:hAnsi="微软雅黑" w:hint="eastAsia"/>
                      <w:color w:val="595959" w:themeColor="text1" w:themeTint="A6"/>
                      <w:szCs w:val="21"/>
                    </w:rPr>
                    <w:t>医院</w:t>
                  </w:r>
                  <w:r>
                    <w:rPr>
                      <w:rFonts w:ascii="微软雅黑" w:eastAsia="微软雅黑" w:hAnsi="微软雅黑"/>
                      <w:color w:val="595959" w:themeColor="text1" w:themeTint="A6"/>
                      <w:szCs w:val="21"/>
                    </w:rPr>
                    <w:t>工作流程和工作制度</w:t>
                  </w:r>
                  <w:r>
                    <w:rPr>
                      <w:rFonts w:ascii="微软雅黑" w:eastAsia="微软雅黑" w:hAnsi="微软雅黑" w:hint="eastAsia"/>
                      <w:color w:val="595959" w:themeColor="text1" w:themeTint="A6"/>
                      <w:szCs w:val="21"/>
                    </w:rPr>
                    <w:t>；</w:t>
                  </w:r>
                </w:p>
                <w:p w:rsidR="00E81369" w:rsidRDefault="00E81369" w:rsidP="00E81369">
                  <w:pPr>
                    <w:pStyle w:val="1"/>
                    <w:numPr>
                      <w:ilvl w:val="0"/>
                      <w:numId w:val="1"/>
                    </w:numPr>
                    <w:snapToGrid w:val="0"/>
                    <w:spacing w:line="400" w:lineRule="exact"/>
                    <w:ind w:firstLineChars="0"/>
                    <w:rPr>
                      <w:rFonts w:ascii="微软雅黑" w:eastAsia="微软雅黑" w:hAnsi="微软雅黑"/>
                      <w:color w:val="595959" w:themeColor="text1" w:themeTint="A6"/>
                      <w:szCs w:val="21"/>
                    </w:rPr>
                  </w:pPr>
                  <w:r>
                    <w:rPr>
                      <w:rFonts w:ascii="微软雅黑" w:eastAsia="微软雅黑" w:hAnsi="微软雅黑" w:hint="eastAsia"/>
                      <w:color w:val="595959" w:themeColor="text1" w:themeTint="A6"/>
                      <w:szCs w:val="21"/>
                    </w:rPr>
                    <w:t>具备</w:t>
                  </w:r>
                  <w:r>
                    <w:rPr>
                      <w:rFonts w:ascii="微软雅黑" w:eastAsia="微软雅黑" w:hAnsi="微软雅黑"/>
                      <w:color w:val="595959" w:themeColor="text1" w:themeTint="A6"/>
                      <w:szCs w:val="21"/>
                    </w:rPr>
                    <w:t>良好的沟通表达能力，能很好的处理人际关系，能沉着应对</w:t>
                  </w:r>
                  <w:r>
                    <w:rPr>
                      <w:rFonts w:ascii="微软雅黑" w:eastAsia="微软雅黑" w:hAnsi="微软雅黑" w:hint="eastAsia"/>
                      <w:color w:val="595959" w:themeColor="text1" w:themeTint="A6"/>
                      <w:szCs w:val="21"/>
                    </w:rPr>
                    <w:t>突发</w:t>
                  </w:r>
                  <w:r>
                    <w:rPr>
                      <w:rFonts w:ascii="微软雅黑" w:eastAsia="微软雅黑" w:hAnsi="微软雅黑"/>
                      <w:color w:val="595959" w:themeColor="text1" w:themeTint="A6"/>
                      <w:szCs w:val="21"/>
                    </w:rPr>
                    <w:t>情况，</w:t>
                  </w:r>
                  <w:r>
                    <w:rPr>
                      <w:rFonts w:ascii="微软雅黑" w:eastAsia="微软雅黑" w:hAnsi="微软雅黑" w:hint="eastAsia"/>
                      <w:color w:val="595959" w:themeColor="text1" w:themeTint="A6"/>
                      <w:szCs w:val="21"/>
                    </w:rPr>
                    <w:t>抗压能力强.能很快融入新环境。</w:t>
                  </w:r>
                </w:p>
              </w:txbxContent>
            </v:textbox>
          </v:shape>
        </w:pict>
      </w:r>
    </w:p>
    <w:p w:rsidR="00E81369" w:rsidRDefault="00E81369" w:rsidP="00E81369"/>
    <w:p w:rsidR="00E81369" w:rsidRDefault="0008390F" w:rsidP="00E81369">
      <w:r w:rsidRPr="0008390F">
        <w:rPr>
          <w:rFonts w:ascii="微软雅黑" w:hAnsi="微软雅黑"/>
          <w:b/>
          <w:noProof/>
          <w:color w:val="7D7D7D"/>
          <w:szCs w:val="21"/>
        </w:rPr>
        <w:pict>
          <v:shape id="_x0000_s1060" type="#_x0000_t202" style="position:absolute;left:0;text-align:left;margin-left:-74.05pt;margin-top:10.25pt;width:170.25pt;height:147.95pt;z-index:25166540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" filled="f" stroked="f">
            <v:textbox>
              <w:txbxContent>
                <w:p w:rsidR="00E81369" w:rsidRDefault="00E81369" w:rsidP="00E81369">
                  <w:pPr>
                    <w:pStyle w:val="1"/>
                    <w:numPr>
                      <w:ilvl w:val="0"/>
                      <w:numId w:val="1"/>
                    </w:numPr>
                    <w:snapToGrid w:val="0"/>
                    <w:spacing w:line="400" w:lineRule="exact"/>
                    <w:ind w:firstLineChars="0"/>
                    <w:rPr>
                      <w:rFonts w:ascii="微软雅黑" w:eastAsia="微软雅黑" w:hAnsi="微软雅黑"/>
                      <w:color w:val="595959" w:themeColor="text1" w:themeTint="A6"/>
                      <w:szCs w:val="21"/>
                    </w:rPr>
                  </w:pPr>
                  <w:r>
                    <w:rPr>
                      <w:rFonts w:ascii="微软雅黑" w:eastAsia="微软雅黑" w:hAnsi="微软雅黑" w:hint="eastAsia"/>
                      <w:color w:val="595959" w:themeColor="text1" w:themeTint="A6"/>
                      <w:szCs w:val="21"/>
                    </w:rPr>
                    <w:t>英语CET4</w:t>
                  </w:r>
                </w:p>
                <w:p w:rsidR="00E81369" w:rsidRDefault="005E78F5" w:rsidP="00E81369">
                  <w:pPr>
                    <w:pStyle w:val="1"/>
                    <w:numPr>
                      <w:ilvl w:val="0"/>
                      <w:numId w:val="1"/>
                    </w:numPr>
                    <w:snapToGrid w:val="0"/>
                    <w:spacing w:line="400" w:lineRule="exact"/>
                    <w:ind w:firstLineChars="0"/>
                    <w:rPr>
                      <w:rFonts w:ascii="微软雅黑" w:eastAsia="微软雅黑" w:hAnsi="微软雅黑"/>
                      <w:color w:val="595959" w:themeColor="text1" w:themeTint="A6"/>
                      <w:szCs w:val="21"/>
                    </w:rPr>
                  </w:pPr>
                  <w:r>
                    <w:rPr>
                      <w:rFonts w:ascii="微软雅黑" w:eastAsia="微软雅黑" w:hAnsi="微软雅黑" w:hint="eastAsia"/>
                      <w:color w:val="595959" w:themeColor="text1" w:themeTint="A6"/>
                      <w:szCs w:val="21"/>
                    </w:rPr>
                    <w:t>医生</w:t>
                  </w:r>
                  <w:r w:rsidR="00E81369">
                    <w:rPr>
                      <w:rFonts w:ascii="微软雅黑" w:eastAsia="微软雅黑" w:hAnsi="微软雅黑" w:hint="eastAsia"/>
                      <w:color w:val="595959" w:themeColor="text1" w:themeTint="A6"/>
                      <w:szCs w:val="21"/>
                    </w:rPr>
                    <w:t>职业资格证</w:t>
                  </w:r>
                </w:p>
                <w:p w:rsidR="00E81369" w:rsidRDefault="00E81369" w:rsidP="00E81369">
                  <w:pPr>
                    <w:pStyle w:val="1"/>
                    <w:numPr>
                      <w:ilvl w:val="0"/>
                      <w:numId w:val="1"/>
                    </w:numPr>
                    <w:snapToGrid w:val="0"/>
                    <w:spacing w:line="400" w:lineRule="exact"/>
                    <w:ind w:firstLineChars="0"/>
                    <w:rPr>
                      <w:rFonts w:ascii="微软雅黑" w:eastAsia="微软雅黑" w:hAnsi="微软雅黑"/>
                      <w:color w:val="595959" w:themeColor="text1" w:themeTint="A6"/>
                      <w:szCs w:val="21"/>
                    </w:rPr>
                  </w:pPr>
                  <w:r>
                    <w:rPr>
                      <w:rFonts w:ascii="微软雅黑" w:eastAsia="微软雅黑" w:hAnsi="微软雅黑" w:hint="eastAsia"/>
                      <w:color w:val="595959" w:themeColor="text1" w:themeTint="A6"/>
                      <w:szCs w:val="21"/>
                    </w:rPr>
                    <w:t>计算机一级</w:t>
                  </w:r>
                </w:p>
                <w:p w:rsidR="00E81369" w:rsidRDefault="00E81369" w:rsidP="00E81369">
                  <w:pPr>
                    <w:pStyle w:val="1"/>
                    <w:numPr>
                      <w:ilvl w:val="0"/>
                      <w:numId w:val="1"/>
                    </w:numPr>
                    <w:snapToGrid w:val="0"/>
                    <w:spacing w:line="400" w:lineRule="exact"/>
                    <w:ind w:firstLineChars="0"/>
                    <w:rPr>
                      <w:rFonts w:ascii="微软雅黑" w:eastAsia="微软雅黑" w:hAnsi="微软雅黑"/>
                      <w:color w:val="595959" w:themeColor="text1" w:themeTint="A6"/>
                      <w:szCs w:val="21"/>
                    </w:rPr>
                  </w:pPr>
                  <w:r>
                    <w:rPr>
                      <w:rFonts w:ascii="微软雅黑" w:eastAsia="微软雅黑" w:hAnsi="微软雅黑" w:hint="eastAsia"/>
                      <w:color w:val="595959" w:themeColor="text1" w:themeTint="A6"/>
                      <w:szCs w:val="21"/>
                    </w:rPr>
                    <w:t>熟练使用</w:t>
                  </w:r>
                  <w:proofErr w:type="spellStart"/>
                  <w:r>
                    <w:rPr>
                      <w:rFonts w:ascii="微软雅黑" w:eastAsia="微软雅黑" w:hAnsi="微软雅黑" w:hint="eastAsia"/>
                      <w:color w:val="595959" w:themeColor="text1" w:themeTint="A6"/>
                      <w:szCs w:val="21"/>
                    </w:rPr>
                    <w:t>word,excel</w:t>
                  </w:r>
                  <w:proofErr w:type="spellEnd"/>
                  <w:r>
                    <w:rPr>
                      <w:rFonts w:ascii="微软雅黑" w:eastAsia="微软雅黑" w:hAnsi="微软雅黑" w:hint="eastAsia"/>
                      <w:color w:val="595959" w:themeColor="text1" w:themeTint="A6"/>
                      <w:szCs w:val="21"/>
                    </w:rPr>
                    <w:t>等办公软件</w:t>
                  </w:r>
                </w:p>
                <w:p w:rsidR="00E81369" w:rsidRDefault="00E81369" w:rsidP="00E81369">
                  <w:pPr>
                    <w:pStyle w:val="a5"/>
                    <w:snapToGrid w:val="0"/>
                    <w:spacing w:line="400" w:lineRule="exact"/>
                    <w:rPr>
                      <w:rFonts w:ascii="微软雅黑" w:eastAsia="微软雅黑" w:hAnsi="微软雅黑"/>
                      <w:color w:val="595959" w:themeColor="text1" w:themeTint="A6"/>
                      <w:szCs w:val="21"/>
                    </w:rPr>
                  </w:pPr>
                </w:p>
              </w:txbxContent>
            </v:textbox>
          </v:shape>
        </w:pict>
      </w:r>
    </w:p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08390F" w:rsidP="00E81369">
      <w:r w:rsidRPr="0008390F">
        <w:rPr>
          <w:rFonts w:asciiTheme="minorHAnsi" w:eastAsiaTheme="minorEastAsia" w:hAnsiTheme="minorHAnsi" w:cstheme="minorBidi"/>
          <w:noProof/>
        </w:rPr>
        <w:pict>
          <v:group id="组合 21604" o:spid="_x0000_s1117" style="position:absolute;left:0;text-align:left;margin-left:-69pt;margin-top:66.45pt;width:960pt;height:95.6pt;z-index:251679744;mso-position-horizontal-relative:page" coordsize="121920,12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">
            <v:rect id="矩形 21605" o:spid="_x0000_s1119" style="position:absolute;width:121920;height:1009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ghusgA&#10;AADeAAAADwAAAGRycy9kb3ducmV2LnhtbESPQWvCQBSE74X+h+UJvdWNYqVEN0EKihUaqQri7Zl9&#10;Jmmzb0N2q6m/vlsQPA4z8w0zTTtTizO1rrKsYNCPQBDnVldcKNht58+vIJxH1lhbJgW/5CBNHh+m&#10;GGt74U86b3whAoRdjApK75tYSpeXZND1bUMcvJNtDfog20LqFi8Bbmo5jKKxNFhxWCixobeS8u/N&#10;j1HAx4yzD7neL66NzLLR1+odDyulnnrdbALCU+fv4Vt7qRUMB+PoBf7vhCsgk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kOCG6yAAAAN4AAAAPAAAAAAAAAAAAAAAAAJgCAABk&#10;cnMvZG93bnJldi54bWxQSwUGAAAAAAQABAD1AAAAjQMAAAAA&#10;" fillcolor="#2b7fb9" stroked="f" strokeweight="1pt"/>
            <v:shape id="等腰三角形 21606" o:spid="_x0000_s1118" type="#_x0000_t5" style="position:absolute;left:341;top:7744;width:18113;height:440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GybsYA&#10;AADeAAAADwAAAGRycy9kb3ducmV2LnhtbESPQWvCQBSE74X+h+UVvJS6iUKQ6CqiWDzWKBRvz+wz&#10;G8y+Ddmtxv56Vyj0OMzMN8xs0dtGXKnztWMF6TABQVw6XXOl4LDffExA+ICssXFMCu7kYTF/fZlh&#10;rt2Nd3QtQiUihH2OCkwIbS6lLw1Z9EPXEkfv7DqLIcqukrrDW4TbRo6SJJMWa44LBltaGSovxY9V&#10;4L7aovger83ne3r87Zv1aWuPJ6UGb/1yCiJQH/7Df+2tVjBKsySD5514BeT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hGybsYAAADeAAAADwAAAAAAAAAAAAAAAACYAgAAZHJz&#10;L2Rvd25yZXYueG1sUEsFBgAAAAAEAAQA9QAAAIsDAAAAAA==&#10;" fillcolor="white [3212]" strokecolor="white [3212]" strokeweight="1pt"/>
            <w10:wrap anchorx="page"/>
          </v:group>
        </w:pict>
      </w:r>
    </w:p>
    <w:p w:rsidR="00E81369" w:rsidRDefault="0008390F" w:rsidP="00E81369">
      <w:r>
        <w:rPr>
          <w:noProof/>
        </w:rPr>
        <w:lastRenderedPageBreak/>
        <w:pict>
          <v:shape id="文本框 71" o:spid="_x0000_s1061" type="#_x0000_t202" style="position:absolute;left:0;text-align:left;margin-left:0;margin-top:-28.1pt;width:195.9pt;height:102.2pt;z-index:251659264;visibility:visibl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" filled="f" stroked="f" strokeweight=".5pt">
            <v:textbox>
              <w:txbxContent>
                <w:p w:rsidR="00E81369" w:rsidRDefault="00E81369" w:rsidP="00E81369">
                  <w:pPr>
                    <w:jc w:val="center"/>
                    <w:rPr>
                      <w:rFonts w:ascii="微软雅黑" w:eastAsia="微软雅黑" w:hAnsi="微软雅黑"/>
                      <w:bCs/>
                      <w:color w:val="2B7FB9"/>
                      <w:sz w:val="100"/>
                      <w:szCs w:val="100"/>
                    </w:rPr>
                  </w:pPr>
                  <w:bookmarkStart w:id="5" w:name="OLE_LINK4"/>
                  <w:r>
                    <w:rPr>
                      <w:rFonts w:ascii="微软雅黑" w:eastAsia="微软雅黑" w:hAnsi="微软雅黑" w:hint="eastAsia"/>
                      <w:bCs/>
                      <w:color w:val="2B7FB9"/>
                      <w:sz w:val="100"/>
                      <w:szCs w:val="100"/>
                    </w:rPr>
                    <w:t>自荐信</w:t>
                  </w:r>
                  <w:bookmarkEnd w:id="5"/>
                </w:p>
              </w:txbxContent>
            </v:textbox>
            <w10:wrap anchorx="margin"/>
          </v:shape>
        </w:pict>
      </w:r>
      <w:r w:rsidRPr="0008390F">
        <w:rPr>
          <w:rFonts w:asciiTheme="minorHAnsi" w:eastAsiaTheme="minorEastAsia" w:hAnsiTheme="minorHAnsi" w:cstheme="minorBidi"/>
          <w:noProof/>
        </w:rPr>
        <w:pict>
          <v:group id="组合 21618" o:spid="_x0000_s1114" style="position:absolute;left:0;text-align:left;margin-left:-11.6pt;margin-top:-114.05pt;width:960.1pt;height:95.55pt;z-index:251684864;mso-position-horizontal-relative:page" coordsize="121920,12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">
            <v:rect id="矩形 21619" o:spid="_x0000_s1116" style="position:absolute;width:121920;height:1009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y9YscA&#10;AADeAAAADwAAAGRycy9kb3ducmV2LnhtbESPQWvCQBSE70L/w/IK3nQTKWKjq5RCSxWMVAXx9pp9&#10;TdJm34bsqtFf7wqCx2FmvmEms9ZU4kiNKy0riPsRCOLM6pJzBdvNR28EwnlkjZVlUnAmB7PpU2eC&#10;ibYn/qbj2uciQNglqKDwvk6kdFlBBl3f1sTB+7WNQR9kk0vd4CnATSUHUTSUBksOCwXW9F5Q9r8+&#10;GAX8k3K6lKvd56WWafryt5jjfqFU97l9G4Pw1PpH+N7+0goG8TB+hdudcAXk9A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CsvWLHAAAA3gAAAA8AAAAAAAAAAAAAAAAAmAIAAGRy&#10;cy9kb3ducmV2LnhtbFBLBQYAAAAABAAEAPUAAACMAwAAAAA=&#10;" fillcolor="#2b7fb9" stroked="f" strokeweight="1pt"/>
            <v:shape id="等腰三角形 21620" o:spid="_x0000_s1115" type="#_x0000_t5" style="position:absolute;left:341;top:7744;width:18113;height:440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HT4cYA&#10;AADeAAAADwAAAGRycy9kb3ducmV2LnhtbESPzWrCQBSF90LfYbiFbqROkoKUNBMpFYvLGoXi7pq5&#10;zYRm7oTMqNGndxaCy8P54ysWo+3EiQbfOlaQzhIQxLXTLTcKdtvV6zsIH5A1do5JwYU8LMqnSYG5&#10;dmfe0KkKjYgj7HNUYELocyl9bciin7meOHp/brAYohwaqQc8x3HbySxJ5tJiy/HBYE9fhur/6mgV&#10;uJ++qn7fluZ7mu6vY7c8rO3+oNTL8/j5ASLQGB7he3utFWTpPIsAESeigCx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QHT4cYAAADeAAAADwAAAAAAAAAAAAAAAACYAgAAZHJz&#10;L2Rvd25yZXYueG1sUEsFBgAAAAAEAAQA9QAAAIsDAAAAAA==&#10;" fillcolor="white [3212]" strokecolor="white [3212]" strokeweight="1pt"/>
            <w10:wrap anchorx="page"/>
          </v:group>
        </w:pict>
      </w:r>
    </w:p>
    <w:p w:rsidR="00E81369" w:rsidRDefault="00E81369" w:rsidP="00E81369"/>
    <w:p w:rsidR="00E81369" w:rsidRDefault="00E81369" w:rsidP="00E81369"/>
    <w:p w:rsidR="00E81369" w:rsidRDefault="00E81369" w:rsidP="00E81369"/>
    <w:p w:rsidR="00E81369" w:rsidRDefault="0008390F" w:rsidP="00E81369">
      <w:r w:rsidRPr="0008390F">
        <w:rPr>
          <w:rFonts w:ascii="微软雅黑" w:hAnsi="微软雅黑"/>
          <w:noProof/>
        </w:rPr>
        <w:pict>
          <v:shape id="文本框 21544" o:spid="_x0000_s1062" type="#_x0000_t202" style="position:absolute;left:0;text-align:left;margin-left:0;margin-top:10.1pt;width:520.4pt;height:632.1pt;z-index:251666432;visibility:visible;mso-position-horizontal:center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" filled="f" stroked="f" strokeweight=".5pt">
            <v:textbox>
              <w:txbxContent>
                <w:p w:rsidR="00E81369" w:rsidRDefault="00E81369" w:rsidP="00E81369">
                  <w:pPr>
                    <w:pStyle w:val="10"/>
                    <w:numPr>
                      <w:ilvl w:val="0"/>
                      <w:numId w:val="2"/>
                    </w:numPr>
                    <w:snapToGrid w:val="0"/>
                    <w:spacing w:line="360" w:lineRule="auto"/>
                    <w:ind w:firstLineChars="0"/>
                    <w:rPr>
                      <w:rFonts w:ascii="微软雅黑" w:eastAsia="微软雅黑" w:hAnsi="微软雅黑"/>
                      <w:color w:val="404040" w:themeColor="text1" w:themeTint="BF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微软雅黑" w:eastAsia="微软雅黑" w:hAnsi="微软雅黑" w:hint="eastAsia"/>
                      <w:color w:val="404040" w:themeColor="text1" w:themeTint="BF"/>
                      <w:sz w:val="24"/>
                      <w:szCs w:val="24"/>
                      <w:shd w:val="clear" w:color="auto" w:fill="FFFFFF"/>
                    </w:rPr>
                    <w:t>有丰富的临床护理知识基础，各项基础护理措施熟练掌握，如打针、输液、无菌技术的应用，呼吸机和心电图等的使用也基本掌握</w:t>
                  </w:r>
                  <w:r>
                    <w:rPr>
                      <w:rFonts w:ascii="微软雅黑" w:eastAsia="微软雅黑" w:hAnsi="微软雅黑"/>
                      <w:color w:val="404040" w:themeColor="text1" w:themeTint="BF"/>
                      <w:sz w:val="24"/>
                      <w:szCs w:val="24"/>
                      <w:shd w:val="clear" w:color="auto" w:fill="FFFFFF"/>
                    </w:rPr>
                    <w:t>；</w:t>
                  </w:r>
                  <w:r>
                    <w:rPr>
                      <w:rFonts w:ascii="微软雅黑" w:eastAsia="微软雅黑" w:hAnsi="微软雅黑" w:hint="eastAsia"/>
                      <w:color w:val="404040" w:themeColor="text1" w:themeTint="BF"/>
                      <w:sz w:val="24"/>
                      <w:szCs w:val="24"/>
                      <w:shd w:val="clear" w:color="auto" w:fill="FFFFFF"/>
                    </w:rPr>
                    <w:t>认真执行各项规章制度、岗位职责和护理技术操作规程，准确及时完成各项护理工作，杜绝差错事故的发生。参加护理教学和科研工作，工作中不断总结经验，提高护理水平。</w:t>
                  </w:r>
                </w:p>
                <w:p w:rsidR="00E81369" w:rsidRDefault="00E81369" w:rsidP="00E81369">
                  <w:pPr>
                    <w:snapToGrid w:val="0"/>
                    <w:rPr>
                      <w:rFonts w:ascii="微软雅黑" w:eastAsia="微软雅黑" w:hAnsi="微软雅黑"/>
                      <w:color w:val="404040" w:themeColor="text1" w:themeTint="BF"/>
                      <w:sz w:val="24"/>
                      <w:shd w:val="clear" w:color="auto" w:fill="FFFFFF"/>
                    </w:rPr>
                  </w:pPr>
                </w:p>
                <w:p w:rsidR="00E81369" w:rsidRDefault="00E81369" w:rsidP="00E81369">
                  <w:pPr>
                    <w:pStyle w:val="10"/>
                    <w:numPr>
                      <w:ilvl w:val="0"/>
                      <w:numId w:val="2"/>
                    </w:numPr>
                    <w:snapToGrid w:val="0"/>
                    <w:spacing w:line="360" w:lineRule="auto"/>
                    <w:ind w:firstLineChars="0"/>
                    <w:rPr>
                      <w:rFonts w:ascii="微软雅黑" w:eastAsia="微软雅黑" w:hAnsi="微软雅黑"/>
                      <w:color w:val="404040" w:themeColor="text1" w:themeTint="BF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微软雅黑" w:eastAsia="微软雅黑" w:hAnsi="微软雅黑" w:hint="eastAsia"/>
                      <w:color w:val="404040" w:themeColor="text1" w:themeTint="BF"/>
                      <w:sz w:val="24"/>
                      <w:szCs w:val="24"/>
                      <w:shd w:val="clear" w:color="auto" w:fill="FFFFFF"/>
                    </w:rPr>
                    <w:t>尽职尽责，搞好护理工作。严格遵守医德规范和操作规程，认真书写护理记录，千方百计减少病人的痛苦，安安全全做好自己的工作。无论是职工家属，还是地方患者，我都坚持视病人如亲人，做到态度好、话语亲、动作柔，受到病人及其家属的一致好评。</w:t>
                  </w:r>
                </w:p>
                <w:p w:rsidR="00E81369" w:rsidRDefault="00E81369" w:rsidP="00E81369">
                  <w:pPr>
                    <w:snapToGrid w:val="0"/>
                    <w:rPr>
                      <w:rFonts w:ascii="微软雅黑" w:eastAsia="微软雅黑" w:hAnsi="微软雅黑"/>
                      <w:color w:val="404040" w:themeColor="text1" w:themeTint="BF"/>
                      <w:sz w:val="24"/>
                      <w:shd w:val="clear" w:color="auto" w:fill="FFFFFF"/>
                    </w:rPr>
                  </w:pPr>
                </w:p>
                <w:p w:rsidR="00E81369" w:rsidRDefault="00E81369" w:rsidP="00E81369">
                  <w:pPr>
                    <w:pStyle w:val="10"/>
                    <w:numPr>
                      <w:ilvl w:val="0"/>
                      <w:numId w:val="2"/>
                    </w:numPr>
                    <w:snapToGrid w:val="0"/>
                    <w:spacing w:line="360" w:lineRule="auto"/>
                    <w:ind w:firstLineChars="0"/>
                    <w:rPr>
                      <w:rFonts w:ascii="微软雅黑" w:eastAsia="微软雅黑" w:hAnsi="微软雅黑"/>
                      <w:color w:val="404040" w:themeColor="text1" w:themeTint="BF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微软雅黑" w:eastAsia="微软雅黑" w:hAnsi="微软雅黑" w:hint="eastAsia"/>
                      <w:color w:val="404040" w:themeColor="text1" w:themeTint="BF"/>
                      <w:sz w:val="24"/>
                      <w:szCs w:val="24"/>
                      <w:shd w:val="clear" w:color="auto" w:fill="FFFFFF"/>
                    </w:rPr>
                    <w:t>不断学习，提高思想业务水平。认真学习党的方针路线政策，学习上级的各项指示精神和规章制度，通过学习，提高了自己的政治理论水平，进一步端正了服务态度，增强了做好本职工作、自觉维护医院良好形象的积极性。并坚持自学了相关的业务书籍，通过不断地学习新知识，更新自己的知识积累，较好地提高了自己的专业修养和业务能力，适应了不断提高的医疗专业发展的需要。</w:t>
                  </w:r>
                </w:p>
                <w:p w:rsidR="00E81369" w:rsidRDefault="00E81369" w:rsidP="00E81369">
                  <w:pPr>
                    <w:snapToGrid w:val="0"/>
                    <w:rPr>
                      <w:rFonts w:ascii="微软雅黑" w:eastAsia="微软雅黑" w:hAnsi="微软雅黑"/>
                      <w:color w:val="404040" w:themeColor="text1" w:themeTint="BF"/>
                      <w:sz w:val="24"/>
                      <w:shd w:val="clear" w:color="auto" w:fill="FFFFFF"/>
                    </w:rPr>
                  </w:pPr>
                </w:p>
                <w:p w:rsidR="00E81369" w:rsidRDefault="00E81369" w:rsidP="00E81369">
                  <w:pPr>
                    <w:pStyle w:val="10"/>
                    <w:numPr>
                      <w:ilvl w:val="0"/>
                      <w:numId w:val="2"/>
                    </w:numPr>
                    <w:snapToGrid w:val="0"/>
                    <w:spacing w:line="360" w:lineRule="auto"/>
                    <w:ind w:firstLineChars="0"/>
                    <w:rPr>
                      <w:rFonts w:ascii="微软雅黑" w:eastAsia="微软雅黑" w:hAnsi="微软雅黑"/>
                      <w:color w:val="404040" w:themeColor="text1" w:themeTint="BF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微软雅黑" w:eastAsia="微软雅黑" w:hAnsi="微软雅黑" w:hint="eastAsia"/>
                      <w:color w:val="404040" w:themeColor="text1" w:themeTint="BF"/>
                      <w:sz w:val="24"/>
                      <w:szCs w:val="24"/>
                      <w:shd w:val="clear" w:color="auto" w:fill="FFFFFF"/>
                    </w:rPr>
                    <w:t>本人性格开朗，思维严谨、乐观豁达、容易相处，团队荣誉感强；立志于医疗行业，崇敬医疗职业精神。</w:t>
                  </w:r>
                  <w:r>
                    <w:rPr>
                      <w:rFonts w:ascii="微软雅黑" w:eastAsia="微软雅黑" w:hAnsi="微软雅黑"/>
                      <w:color w:val="404040" w:themeColor="text1" w:themeTint="BF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</w:p>
                <w:p w:rsidR="00E81369" w:rsidRDefault="00E81369" w:rsidP="00E81369"/>
                <w:p w:rsidR="00E81369" w:rsidRDefault="00E81369" w:rsidP="00E81369"/>
                <w:p w:rsidR="00E81369" w:rsidRDefault="00E81369" w:rsidP="00E81369"/>
                <w:p w:rsidR="00E81369" w:rsidRDefault="00E81369" w:rsidP="00E81369">
                  <w:pPr>
                    <w:rPr>
                      <w:rFonts w:ascii="微软雅黑" w:eastAsia="微软雅黑" w:hAnsi="微软雅黑"/>
                      <w:color w:val="404040" w:themeColor="text1" w:themeTint="BF"/>
                      <w:sz w:val="24"/>
                      <w:shd w:val="clear" w:color="auto" w:fill="FFFFFF"/>
                    </w:rPr>
                  </w:pPr>
                  <w:r>
                    <w:rPr>
                      <w:rFonts w:hint="eastAsia"/>
                    </w:rPr>
                    <w:t xml:space="preserve">                                                                         </w:t>
                  </w:r>
                  <w:r>
                    <w:rPr>
                      <w:rFonts w:ascii="微软雅黑" w:eastAsia="微软雅黑" w:hAnsi="微软雅黑" w:hint="eastAsia"/>
                      <w:color w:val="404040" w:themeColor="text1" w:themeTint="BF"/>
                      <w:sz w:val="24"/>
                      <w:shd w:val="clear" w:color="auto" w:fill="FFFFFF"/>
                    </w:rPr>
                    <w:t>自荐人：</w:t>
                  </w:r>
                  <w:r w:rsidR="001D131C">
                    <w:rPr>
                      <w:rFonts w:ascii="微软雅黑" w:eastAsia="微软雅黑" w:hAnsi="微软雅黑" w:hint="eastAsia"/>
                      <w:color w:val="404040" w:themeColor="text1" w:themeTint="BF"/>
                      <w:sz w:val="24"/>
                      <w:shd w:val="clear" w:color="auto" w:fill="FFFFFF"/>
                    </w:rPr>
                    <w:t>幸运日</w:t>
                  </w:r>
                </w:p>
                <w:p w:rsidR="00E81369" w:rsidRDefault="00E81369" w:rsidP="00E81369">
                  <w:r>
                    <w:rPr>
                      <w:rFonts w:ascii="微软雅黑" w:eastAsia="微软雅黑" w:hAnsi="微软雅黑" w:hint="eastAsia"/>
                      <w:color w:val="404040" w:themeColor="text1" w:themeTint="BF"/>
                      <w:sz w:val="24"/>
                      <w:shd w:val="clear" w:color="auto" w:fill="FFFFFF"/>
                    </w:rPr>
                    <w:t xml:space="preserve">                                                                20</w:t>
                  </w:r>
                  <w:r w:rsidR="001D131C">
                    <w:rPr>
                      <w:rFonts w:ascii="微软雅黑" w:eastAsia="微软雅黑" w:hAnsi="微软雅黑" w:hint="eastAsia"/>
                      <w:color w:val="404040" w:themeColor="text1" w:themeTint="BF"/>
                      <w:sz w:val="24"/>
                      <w:shd w:val="clear" w:color="auto" w:fill="FFFFFF"/>
                    </w:rPr>
                    <w:t>xx</w:t>
                  </w:r>
                  <w:r>
                    <w:rPr>
                      <w:rFonts w:ascii="微软雅黑" w:eastAsia="微软雅黑" w:hAnsi="微软雅黑" w:hint="eastAsia"/>
                      <w:color w:val="404040" w:themeColor="text1" w:themeTint="BF"/>
                      <w:sz w:val="24"/>
                      <w:shd w:val="clear" w:color="auto" w:fill="FFFFFF"/>
                    </w:rPr>
                    <w:t>年03月</w:t>
                  </w:r>
                </w:p>
                <w:p w:rsidR="00E81369" w:rsidRDefault="00E81369" w:rsidP="00E81369">
                  <w:pPr>
                    <w:snapToGrid w:val="0"/>
                    <w:ind w:left="420"/>
                    <w:rPr>
                      <w:rFonts w:ascii="微软雅黑" w:eastAsia="微软雅黑" w:hAnsi="微软雅黑"/>
                      <w:color w:val="404040" w:themeColor="text1" w:themeTint="BF"/>
                      <w:sz w:val="24"/>
                      <w:shd w:val="clear" w:color="auto" w:fill="FFFFFF"/>
                    </w:rPr>
                  </w:pPr>
                </w:p>
                <w:p w:rsidR="00E81369" w:rsidRDefault="00E81369" w:rsidP="00E81369">
                  <w:pPr>
                    <w:snapToGrid w:val="0"/>
                    <w:rPr>
                      <w:rFonts w:ascii="微软雅黑" w:eastAsia="微软雅黑" w:hAnsi="微软雅黑"/>
                      <w:color w:val="404040" w:themeColor="text1" w:themeTint="BF"/>
                      <w:sz w:val="24"/>
                      <w:shd w:val="clear" w:color="auto" w:fill="FFFFFF"/>
                    </w:rPr>
                  </w:pPr>
                </w:p>
                <w:p w:rsidR="00E81369" w:rsidRDefault="00E81369" w:rsidP="00E81369">
                  <w:pPr>
                    <w:snapToGrid w:val="0"/>
                    <w:rPr>
                      <w:rFonts w:ascii="微软雅黑" w:eastAsia="微软雅黑" w:hAnsi="微软雅黑"/>
                      <w:color w:val="404040" w:themeColor="text1" w:themeTint="BF"/>
                      <w:sz w:val="24"/>
                      <w:shd w:val="clear" w:color="auto" w:fill="FFFFFF"/>
                    </w:rPr>
                  </w:pPr>
                </w:p>
                <w:p w:rsidR="00E81369" w:rsidRDefault="00E81369" w:rsidP="00E81369">
                  <w:pPr>
                    <w:snapToGrid w:val="0"/>
                    <w:rPr>
                      <w:rFonts w:ascii="微软雅黑" w:eastAsia="微软雅黑" w:hAnsi="微软雅黑"/>
                      <w:color w:val="404040" w:themeColor="text1" w:themeTint="BF"/>
                      <w:sz w:val="24"/>
                      <w:shd w:val="clear" w:color="auto" w:fill="FFFFFF"/>
                    </w:rPr>
                  </w:pPr>
                </w:p>
                <w:p w:rsidR="00E81369" w:rsidRDefault="00E81369" w:rsidP="00E81369">
                  <w:pPr>
                    <w:snapToGrid w:val="0"/>
                    <w:rPr>
                      <w:rFonts w:ascii="微软雅黑" w:eastAsia="微软雅黑" w:hAnsi="微软雅黑"/>
                      <w:color w:val="404040" w:themeColor="text1" w:themeTint="BF"/>
                      <w:sz w:val="24"/>
                      <w:shd w:val="clear" w:color="auto" w:fill="FFFFFF"/>
                    </w:rPr>
                  </w:pPr>
                </w:p>
                <w:p w:rsidR="00E81369" w:rsidRDefault="00E81369" w:rsidP="00E81369">
                  <w:pPr>
                    <w:snapToGrid w:val="0"/>
                    <w:ind w:firstLineChars="3700" w:firstLine="8880"/>
                    <w:rPr>
                      <w:rFonts w:ascii="微软雅黑" w:eastAsia="微软雅黑" w:hAnsi="微软雅黑"/>
                      <w:color w:val="404040" w:themeColor="text1" w:themeTint="BF"/>
                      <w:sz w:val="24"/>
                      <w:shd w:val="clear" w:color="auto" w:fill="FFFFFF"/>
                    </w:rPr>
                  </w:pPr>
                  <w:r>
                    <w:rPr>
                      <w:rFonts w:ascii="微软雅黑" w:eastAsia="微软雅黑" w:hAnsi="微软雅黑" w:hint="eastAsia"/>
                      <w:color w:val="404040" w:themeColor="text1" w:themeTint="BF"/>
                      <w:sz w:val="24"/>
                      <w:shd w:val="clear" w:color="auto" w:fill="FFFFFF"/>
                    </w:rPr>
                    <w:t>自荐人</w:t>
                  </w:r>
                  <w:r>
                    <w:rPr>
                      <w:rFonts w:ascii="微软雅黑" w:eastAsia="微软雅黑" w:hAnsi="微软雅黑"/>
                      <w:color w:val="404040" w:themeColor="text1" w:themeTint="BF"/>
                      <w:sz w:val="24"/>
                      <w:shd w:val="clear" w:color="auto" w:fill="FFFFFF"/>
                    </w:rPr>
                    <w:t xml:space="preserve"> ：李飞扬</w:t>
                  </w:r>
                </w:p>
                <w:p w:rsidR="00E81369" w:rsidRDefault="00E81369" w:rsidP="00E81369">
                  <w:pPr>
                    <w:snapToGrid w:val="0"/>
                    <w:ind w:firstLineChars="3700" w:firstLine="8880"/>
                    <w:rPr>
                      <w:rFonts w:ascii="微软雅黑" w:eastAsia="微软雅黑" w:hAnsi="微软雅黑"/>
                      <w:color w:val="404040" w:themeColor="text1" w:themeTint="BF"/>
                      <w:sz w:val="24"/>
                      <w:shd w:val="clear" w:color="auto" w:fill="FFFFFF"/>
                    </w:rPr>
                  </w:pPr>
                </w:p>
                <w:p w:rsidR="00E81369" w:rsidRDefault="00E81369" w:rsidP="00E81369">
                  <w:pPr>
                    <w:snapToGrid w:val="0"/>
                    <w:rPr>
                      <w:rFonts w:ascii="微软雅黑" w:eastAsia="微软雅黑" w:hAnsi="微软雅黑"/>
                      <w:color w:val="404040" w:themeColor="text1" w:themeTint="BF"/>
                      <w:sz w:val="24"/>
                      <w:shd w:val="clear" w:color="auto" w:fill="FFFFFF"/>
                    </w:rPr>
                  </w:pPr>
                  <w:r>
                    <w:rPr>
                      <w:rFonts w:ascii="微软雅黑" w:eastAsia="微软雅黑" w:hAnsi="微软雅黑"/>
                      <w:color w:val="404040" w:themeColor="text1" w:themeTint="BF"/>
                      <w:sz w:val="24"/>
                      <w:shd w:val="clear" w:color="auto" w:fill="FFFFFF"/>
                    </w:rPr>
                    <w:t xml:space="preserve">                                                                   申请时间： 2017年02月</w:t>
                  </w:r>
                </w:p>
              </w:txbxContent>
            </v:textbox>
            <w10:wrap anchorx="margin"/>
          </v:shape>
        </w:pict>
      </w:r>
    </w:p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E81369" w:rsidP="00E81369"/>
    <w:p w:rsidR="00E81369" w:rsidRDefault="0008390F" w:rsidP="00E81369">
      <w:r w:rsidRPr="0008390F">
        <w:rPr>
          <w:rFonts w:asciiTheme="minorHAnsi" w:eastAsiaTheme="minorEastAsia" w:hAnsiTheme="minorHAnsi" w:cstheme="minorBidi"/>
          <w:noProof/>
        </w:rPr>
        <w:pict>
          <v:group id="组合 21615" o:spid="_x0000_s1111" style="position:absolute;left:0;text-align:left;margin-left:-124.65pt;margin-top:249.3pt;width:960pt;height:95.6pt;z-index:251683840;mso-position-horizontal-relative:page" coordsize="121920,12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">
            <v:rect id="矩形 21616" o:spid="_x0000_s1113" style="position:absolute;width:121920;height:1009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MpEMcA&#10;AADeAAAADwAAAGRycy9kb3ducmV2LnhtbESPQWvCQBSE70L/w/KE3nQTKUFSVxFBaYVG1IJ4e82+&#10;JrHZtyG71bS/3hUEj8PMfMNMZp2pxZlaV1lWEA8jEMS51RUXCj73y8EYhPPIGmvLpOCPHMymT70J&#10;ptpeeEvnnS9EgLBLUUHpfZNK6fKSDLqhbYiD921bgz7ItpC6xUuAm1qOoiiRBisOCyU2tCgp/9n9&#10;GgX8lXH2ITeH1X8js+zltH7H41qp5343fwXhqfOP8L39phWM4iRO4HYnXAE5v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EzKRDHAAAA3gAAAA8AAAAAAAAAAAAAAAAAmAIAAGRy&#10;cy9kb3ducmV2LnhtbFBLBQYAAAAABAAEAPUAAACMAwAAAAA=&#10;" fillcolor="#2b7fb9" stroked="f" strokeweight="1pt"/>
            <v:shape id="等腰三角形 21617" o:spid="_x0000_s1112" type="#_x0000_t5" style="position:absolute;left:341;top:7744;width:18113;height:440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SBKMcA&#10;AADeAAAADwAAAGRycy9kb3ducmV2LnhtbESPQWvCQBSE70L/w/IKvUjdRMGW1E0oFYvHGgvF2zP7&#10;mg3Nvg3ZVaO/3i0IHoeZ+YZZFINtxZF63zhWkE4SEMSV0w3XCr63q+dXED4ga2wdk4IzeSjyh9EC&#10;M+1OvKFjGWoRIewzVGBC6DIpfWXIop+4jjh6v663GKLsa6l7PEW4beU0SebSYsNxwWBHH4aqv/Jg&#10;Fbivrix/ZkvzOU53l6Fd7td2t1fq6XF4fwMRaAj38K291gqm6Tx9gf878QrI/A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iEgSjHAAAA3gAAAA8AAAAAAAAAAAAAAAAAmAIAAGRy&#10;cy9kb3ducmV2LnhtbFBLBQYAAAAABAAEAPUAAACMAwAAAAA=&#10;" fillcolor="white [3212]" strokecolor="white [3212]" strokeweight="1pt"/>
            <w10:wrap anchorx="page"/>
          </v:group>
        </w:pict>
      </w:r>
    </w:p>
    <w:p w:rsidR="00E81369" w:rsidRDefault="00E81369" w:rsidP="00E81369"/>
    <w:p w:rsidR="00E81369" w:rsidRDefault="00E81369">
      <w:pPr>
        <w:widowControl/>
        <w:jc w:val="left"/>
      </w:pPr>
      <w:r>
        <w:br w:type="page"/>
      </w:r>
    </w:p>
    <w:p w:rsidR="00E053F1" w:rsidRPr="00E81369" w:rsidRDefault="0008390F" w:rsidP="00E81369">
      <w:r>
        <w:rPr>
          <w:noProof/>
        </w:rPr>
        <w:lastRenderedPageBreak/>
        <w:pict>
          <v:shape id="文本框 292" o:spid="_x0000_s1077" type="#_x0000_t202" style="position:absolute;left:0;text-align:left;margin-left:-2.7pt;margin-top:338.4pt;width:402.85pt;height:62.45pt;z-index:2516910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" filled="f" stroked="f">
            <v:textbox inset="2.53997mm,,2.53997mm">
              <w:txbxContent>
                <w:p w:rsidR="00AB652B" w:rsidRPr="00AB652B" w:rsidRDefault="00AB652B" w:rsidP="00AB652B">
                  <w:pPr>
                    <w:jc w:val="center"/>
                    <w:rPr>
                      <w:rFonts w:ascii="Microsoft PhagsPa" w:eastAsia="微软雅黑" w:hAnsi="Microsoft PhagsPa" w:cs="Microsoft PhagsPa"/>
                      <w:color w:val="2B7FB9"/>
                      <w:sz w:val="52"/>
                      <w:szCs w:val="40"/>
                    </w:rPr>
                  </w:pPr>
                  <w:r w:rsidRPr="00AB652B">
                    <w:rPr>
                      <w:rFonts w:ascii="Microsoft PhagsPa" w:hAnsi="Microsoft PhagsPa" w:cs="Microsoft PhagsPa"/>
                      <w:color w:val="2B7FB9"/>
                      <w:sz w:val="48"/>
                      <w:szCs w:val="36"/>
                      <w:shd w:val="clear" w:color="auto" w:fill="FFFFFF"/>
                    </w:rPr>
                    <w:t>Looking Forward To Your Reply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8" type="#_x0000_t202" style="position:absolute;left:0;text-align:left;margin-left:68.15pt;margin-top:258.55pt;width:279pt;height:64.05pt;z-index:251689984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" filled="f" stroked="f">
            <v:textbox inset="2.53997mm,,2.53997mm">
              <w:txbxContent>
                <w:p w:rsidR="00AB652B" w:rsidRPr="00AB652B" w:rsidRDefault="00AB652B" w:rsidP="00AB652B">
                  <w:pPr>
                    <w:jc w:val="center"/>
                    <w:rPr>
                      <w:rFonts w:ascii="微软雅黑" w:eastAsia="微软雅黑" w:hAnsi="微软雅黑" w:cs="微软雅黑"/>
                      <w:b/>
                      <w:bCs/>
                      <w:color w:val="2B7FB9"/>
                      <w:sz w:val="72"/>
                      <w:szCs w:val="44"/>
                    </w:rPr>
                  </w:pPr>
                  <w:r w:rsidRPr="00AB652B">
                    <w:rPr>
                      <w:rFonts w:ascii="微软雅黑" w:eastAsia="微软雅黑" w:hAnsi="微软雅黑" w:cs="微软雅黑" w:hint="eastAsia"/>
                      <w:b/>
                      <w:bCs/>
                      <w:color w:val="2B7FB9"/>
                      <w:sz w:val="72"/>
                      <w:szCs w:val="44"/>
                    </w:rPr>
                    <w:t>期待您的回复</w:t>
                  </w:r>
                </w:p>
              </w:txbxContent>
            </v:textbox>
            <w10:wrap anchorx="margin"/>
          </v:shape>
        </w:pict>
      </w:r>
      <w:r>
        <w:rPr>
          <w:noProof/>
        </w:rPr>
        <w:pict>
          <v:group id="_x0000_s1095" style="position:absolute;left:0;text-align:left;margin-left:-372.1pt;margin-top:620.25pt;width:1158.75pt;height:148.65pt;z-index:251687936;mso-position-horizontal-relative:margin" coordsize="147164,18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">
            <v:shape id="等腰三角形 42" o:spid="_x0000_s1110" type="#_x0000_t5" style="position:absolute;left:33830;width:44246;height:1888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fWDcQA&#10;AADbAAAADwAAAGRycy9kb3ducmV2LnhtbESP3YrCMBSE7wXfIRxh7zS1aJVqFFlW2AVB/AHx7tAc&#10;22pzUpqs1rc3CwteDjPzDTNftqYSd2pcaVnBcBCBIM6sLjlXcDys+1MQziNrrCyTgic5WC66nTmm&#10;2j54R/e9z0WAsEtRQeF9nUrpsoIMuoGtiYN3sY1BH2STS93gI8BNJeMoSqTBksNCgTV9FpTd9r9G&#10;QXLh7XYTm1N7PeuvXZX83PxkrNRHr13NQHhq/Tv83/7WCkYx/H0JP0AuX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n1g3EAAAA2wAAAA8AAAAAAAAAAAAAAAAAmAIAAGRycy9k&#10;b3ducmV2LnhtbFBLBQYAAAAABAAEAPUAAACJAwAAAAA=&#10;" fillcolor="#59a5d9" stroked="f" strokeweight="1pt">
              <v:fill opacity="22102f"/>
            </v:shape>
            <v:shape id="等腰三角形 43" o:spid="_x0000_s1109" type="#_x0000_t5" style="position:absolute;left:50184;width:44245;height:1888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tzlsUA&#10;AADbAAAADwAAAGRycy9kb3ducmV2LnhtbESPQWvCQBSE7wX/w/KE3urGtE1LdBURCy0UJKkgvT2y&#10;zySafRuy25j+e1cQPA4z8w0zXw6mET11rrasYDqJQBAXVtdcKtj9fDy9g3AeWWNjmRT8k4PlYvQw&#10;x1TbM2fU574UAcIuRQWV920qpSsqMugmtiUO3sF2Bn2QXSl1h+cAN42MoyiRBmsOCxW2tK6oOOV/&#10;RkFy4O32Ozb74firN1mTfJ3826tSj+NhNQPhafD38K39qRW8PMP1S/gBcnE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63OWxQAAANsAAAAPAAAAAAAAAAAAAAAAAJgCAABkcnMv&#10;ZG93bnJldi54bWxQSwUGAAAAAAQABAD1AAAAigMAAAAA&#10;" fillcolor="#59a5d9" stroked="f" strokeweight="1pt">
              <v:fill opacity="22102f"/>
            </v:shape>
            <v:shape id="等腰三角形 44" o:spid="_x0000_s1108" type="#_x0000_t5" style="position:absolute;left:70612;width:44246;height:1888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Lr4sUA&#10;AADbAAAADwAAAGRycy9kb3ducmV2LnhtbESPQWvCQBSE7wX/w/IEb3Wj2FRS1yDSgoIg2oL09sg+&#10;k5js25Bdk/Tfu4VCj8PMfMOs0sHUoqPWlZYVzKYRCOLM6pJzBV+fH89LEM4ja6wtk4IfcpCuR08r&#10;TLTt+UTd2eciQNglqKDwvkmkdFlBBt3UNsTBu9rWoA+yzaVusQ9wU8t5FMXSYMlhocCGtgVl1flu&#10;FMRXPh4Pc3MZbt/6/VTH+8q/vig1GQ+bNxCeBv8f/mvvtILFAn6/hB8g1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AuvixQAAANsAAAAPAAAAAAAAAAAAAAAAAJgCAABkcnMv&#10;ZG93bnJldi54bWxQSwUGAAAAAAQABAD1AAAAigMAAAAA&#10;" fillcolor="#59a5d9" stroked="f" strokeweight="1pt">
              <v:fill opacity="22102f"/>
            </v:shape>
            <v:shape id="等腰三角形 45" o:spid="_x0000_s1107" type="#_x0000_t5" style="position:absolute;left:88259;width:44245;height:1888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5OecMA&#10;AADbAAAADwAAAGRycy9kb3ducmV2LnhtbESP3YrCMBSE7xd8h3AE79ZU0SrVKCIKKwjiD4h3h+bY&#10;VpuT0mS1vr1ZWPBymJlvmOm8MaV4UO0Kywp63QgEcWp1wZmC03H9PQbhPLLG0jIpeJGD+az1NcVE&#10;2yfv6XHwmQgQdgkqyL2vEildmpNB17UVcfCutjbog6wzqWt8BrgpZT+KYmmw4LCQY0XLnNL74dco&#10;iK+822375tzcLnq1L+PN3Y+GSnXazWICwlPjP+H/9o9WMBjC35fwA+Ts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05OecMAAADbAAAADwAAAAAAAAAAAAAAAACYAgAAZHJzL2Rv&#10;d25yZXYueG1sUEsFBgAAAAAEAAQA9QAAAIgDAAAAAA==&#10;" fillcolor="#59a5d9" stroked="f" strokeweight="1pt">
              <v:fill opacity="22102f"/>
            </v:shape>
            <v:shape id="等腰三角形 46" o:spid="_x0000_s1106" type="#_x0000_t5" style="position:absolute;left:102918;width:44246;height:1888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zQDsUA&#10;AADbAAAADwAAAGRycy9kb3ducmV2LnhtbESPQWvCQBSE74X+h+UJ3upGqbGkrqGIhRYKklgQb4/s&#10;M0mTfRuyq4n/vlsoeBxm5htmnY6mFVfqXW1ZwXwWgSAurK65VPB9eH96AeE8ssbWMim4kYN08/iw&#10;xkTbgTO65r4UAcIuQQWV910ipSsqMuhmtiMO3tn2Bn2QfSl1j0OAm1YuoiiWBmsOCxV2tK2oaPKL&#10;URCfeb//Wpjj+HPSu6yNPxu/Wio1nYxvryA8jf4e/m9/aAXPMfx9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nNAOxQAAANsAAAAPAAAAAAAAAAAAAAAAAJgCAABkcnMv&#10;ZG93bnJldi54bWxQSwUGAAAAAAQABAD1AAAAigMAAAAA&#10;" fillcolor="#59a5d9" stroked="f" strokeweight="1pt">
              <v:fill opacity="22102f"/>
            </v:shape>
            <v:shape id="等腰三角形 47" o:spid="_x0000_s1105" type="#_x0000_t5" style="position:absolute;left:25341;width:44246;height:1888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B1lcUA&#10;AADbAAAADwAAAGRycy9kb3ducmV2LnhtbESPQWvCQBSE74L/YXlCb2ZTaaOkWYNICxYKYlqQ3h7Z&#10;Z5Im+zZkV03/fbcgeBxm5hsmy0fTiQsNrrGs4DGKQRCXVjdcKfj6fJuvQDiPrLGzTAp+yUG+nk4y&#10;TLW98oEuha9EgLBLUUHtfZ9K6cqaDLrI9sTBO9nBoA9yqKQe8BrgppOLOE6kwYbDQo09bWsq2+Js&#10;FCQn3u8/FuY4/nzr10OXvLd++azUw2zcvIDwNPp7+NbeaQVPS/j/En6AX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0HWVxQAAANsAAAAPAAAAAAAAAAAAAAAAAJgCAABkcnMv&#10;ZG93bnJldi54bWxQSwUGAAAAAAQABAD1AAAAigMAAAAA&#10;" fillcolor="#59a5d9" stroked="f" strokeweight="1pt">
              <v:fill opacity="22102f"/>
            </v:shape>
            <v:shape id="等腰三角形 48" o:spid="_x0000_s1104" type="#_x0000_t5" style="position:absolute;left:11083;width:44246;height:1888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/h58EA&#10;AADbAAAADwAAAGRycy9kb3ducmV2LnhtbERPy4rCMBTdC/MP4Q6403REq3QaZRgUFATxATK7S3P7&#10;GJub0kStf28WgsvDeaeLztTiRq2rLCv4GkYgiDOrKy4UnI6rwQyE88gaa8uk4EEOFvOPXoqJtnfe&#10;0+3gCxFC2CWooPS+SaR0WUkG3dA2xIHLbWvQB9gWUrd4D+GmlqMoiqXBikNDiQ39lpRdDlejIM55&#10;t9uOzLn7/9PLfR1vLn46Uar/2f18g/DU+bf45V5rBeMwNnwJP0DO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P4efBAAAA2wAAAA8AAAAAAAAAAAAAAAAAmAIAAGRycy9kb3du&#10;cmV2LnhtbFBLBQYAAAAABAAEAPUAAACGAwAAAAA=&#10;" fillcolor="#59a5d9" stroked="f" strokeweight="1pt">
              <v:fill opacity="22102f"/>
            </v:shape>
            <v:shape id="等腰三角形 49" o:spid="_x0000_s1103" type="#_x0000_t5" style="position:absolute;left:18413;width:44246;height:1888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NEfMQA&#10;AADbAAAADwAAAGRycy9kb3ducmV2LnhtbESP3YrCMBSE7xd8h3CEvVtTRatWo4i4sMKC+APi3aE5&#10;ttXmpDRZrW+/EQQvh5n5hpnOG1OKG9WusKyg24lAEKdWF5wpOOy/v0YgnEfWWFomBQ9yMJ+1PqaY&#10;aHvnLd12PhMBwi5BBbn3VSKlS3My6Dq2Ig7e2dYGfZB1JnWN9wA3pexFUSwNFhwWcqxomVN63f0Z&#10;BfGZN5vfnjk2l5Nebct4ffXDgVKf7WYxAeGp8e/wq/2jFfTH8PwSfoCc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oDRHzEAAAA2wAAAA8AAAAAAAAAAAAAAAAAmAIAAGRycy9k&#10;b3ducmV2LnhtbFBLBQYAAAAABAAEAPUAAACJAwAAAAA=&#10;" fillcolor="#59a5d9" stroked="f" strokeweight="1pt">
              <v:fill opacity="22102f"/>
            </v:shape>
            <v:shape id="等腰三角形 50" o:spid="_x0000_s1102" type="#_x0000_t5" style="position:absolute;left:4912;width:44246;height:1888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B7PMEA&#10;AADbAAAADwAAAGRycy9kb3ducmV2LnhtbERPy4rCMBTdC/MP4Q6403QEq1RTkUFBQRDrwODu0tw+&#10;tLkpTdT695PFgMvDeS9XvWnEgzpXW1bwNY5AEOdW11wq+DlvR3MQziNrbCyTghc5WKUfgyUm2j75&#10;RI/MlyKEsEtQQeV9m0jp8ooMurFtiQNX2M6gD7Arpe7wGcJNIydRFEuDNYeGClv6rii/ZXejIC74&#10;eDxMzG9/vejNqYn3Nz+bKjX87NcLEJ56/xb/u3dawTSsD1/CD5Dp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7gezzBAAAA2wAAAA8AAAAAAAAAAAAAAAAAmAIAAGRycy9kb3du&#10;cmV2LnhtbFBLBQYAAAAABAAEAPUAAACGAwAAAAA=&#10;" fillcolor="#59a5d9" stroked="f" strokeweight="1pt">
              <v:fill opacity="22102f"/>
            </v:shape>
            <v:shape id="等腰三角形 51" o:spid="_x0000_s1101" type="#_x0000_t5" style="position:absolute;width:44245;height:1888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zep8UA&#10;AADbAAAADwAAAGRycy9kb3ducmV2LnhtbESP3WrCQBSE7wXfYTmF3pmNgqnEbKRICy0IQSuU3h2y&#10;Jz+aPRuyWxPfvlso9HKYmW+YbDeZTtxocK1lBcsoBkFcWt1yreD88brYgHAeWWNnmRTcycEun88y&#10;TLUd+Ui3k69FgLBLUUHjfZ9K6cqGDLrI9sTBq+xg0Ac51FIPOAa46eQqjhNpsOWw0GBP+4bK6+nb&#10;KEgqLorDynxOly/9cuyS96t/Wiv1+DA9b0F4mvx/+K/9phWsl/D7JfwAmf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rN6nxQAAANsAAAAPAAAAAAAAAAAAAAAAAJgCAABkcnMv&#10;ZG93bnJldi54bWxQSwUGAAAAAAQABAD1AAAAigMAAAAA&#10;" fillcolor="#59a5d9" stroked="f" strokeweight="1pt">
              <v:fill opacity="22102f"/>
            </v:shape>
            <v:shape id="等腰三角形 52" o:spid="_x0000_s1100" type="#_x0000_t5" style="position:absolute;left:54876;width:44246;height:1888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5A0MQA&#10;AADbAAAADwAAAGRycy9kb3ducmV2LnhtbESPQWvCQBSE7wX/w/IEb3VjwFhSVynSQoVCMBWkt0f2&#10;maRm34bsNkn/vSsIHoeZ+YZZb0fTiJ46V1tWsJhHIIgLq2suFRy/P55fQDiPrLGxTAr+ycF2M3la&#10;Y6rtwAfqc1+KAGGXooLK+zaV0hUVGXRz2xIH72w7gz7IrpS6wyHATSPjKEqkwZrDQoUt7SoqLvmf&#10;UZCcOcu+YnMaf3/0+6FJ9he/Wio1m45vryA8jf4Rvrc/tYJlDLcv4QfIz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F+QNDEAAAA2wAAAA8AAAAAAAAAAAAAAAAAmAIAAGRycy9k&#10;b3ducmV2LnhtbFBLBQYAAAAABAAEAPUAAACJAwAAAAA=&#10;" fillcolor="#59a5d9" stroked="f" strokeweight="1pt">
              <v:fill opacity="22102f"/>
            </v:shape>
            <v:shape id="等腰三角形 53" o:spid="_x0000_s1099" type="#_x0000_t5" style="position:absolute;left:78885;width:44245;height:1888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LlS8MA&#10;AADbAAAADwAAAGRycy9kb3ducmV2LnhtbESP3YrCMBSE7xd8h3AE79ZUxSrVKCIKKwjiD4h3h+bY&#10;VpuT0mS1vr1ZWPBymJlvmOm8MaV4UO0Kywp63QgEcWp1wZmC03H9PQbhPLLG0jIpeJGD+az1NcVE&#10;2yfv6XHwmQgQdgkqyL2vEildmpNB17UVcfCutjbog6wzqWt8BrgpZT+KYmmw4LCQY0XLnNL74dco&#10;iK+822375tzcLnq1L+PN3Y+GSnXazWICwlPjP+H/9o9WMBzA35fwA+Ts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jLlS8MAAADbAAAADwAAAAAAAAAAAAAAAACYAgAAZHJzL2Rv&#10;d25yZXYueG1sUEsFBgAAAAAEAAQA9QAAAIgDAAAAAA==&#10;" fillcolor="#59a5d9" stroked="f" strokeweight="1pt">
              <v:fill opacity="22102f"/>
            </v:shape>
            <v:shape id="等腰三角形 54" o:spid="_x0000_s1098" type="#_x0000_t5" style="position:absolute;left:62027;width:44246;height:1888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t9P8MA&#10;AADbAAAADwAAAGRycy9kb3ducmV2LnhtbESP3YrCMBSE7xd8h3AE79ZU0SrVKCIKKwjiD4h3h+bY&#10;VpuT0mS1vr1ZWPBymJlvmOm8MaV4UO0Kywp63QgEcWp1wZmC03H9PQbhPLLG0jIpeJGD+az1NcVE&#10;2yfv6XHwmQgQdgkqyL2vEildmpNB17UVcfCutjbog6wzqWt8BrgpZT+KYmmw4LCQY0XLnNL74dco&#10;iK+822375tzcLnq1L+PN3Y+GSnXazWICwlPjP+H/9o9WMBzA35fwA+Ts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dt9P8MAAADbAAAADwAAAAAAAAAAAAAAAACYAgAAZHJzL2Rv&#10;d25yZXYueG1sUEsFBgAAAAAEAAQA9QAAAIgDAAAAAA==&#10;" fillcolor="#59a5d9" stroked="f" strokeweight="1pt">
              <v:fill opacity="22102f"/>
            </v:shape>
            <v:shape id="等腰三角形 55" o:spid="_x0000_s1097" type="#_x0000_t5" style="position:absolute;left:93524;width:44246;height:1888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fYpMUA&#10;AADbAAAADwAAAGRycy9kb3ducmV2LnhtbESP3WrCQBSE7wt9h+UI3tWNQmKJWUVKCxUKoi0U7w7Z&#10;kx/Nng3ZbZK+vSsIXg4z8w2TbUbTiJ46V1tWMJ9FIIhzq2suFfx8f7y8gnAeWWNjmRT8k4PN+vkp&#10;w1TbgQ/UH30pAoRdigoq79tUSpdXZNDNbEscvMJ2Bn2QXSl1h0OAm0YuoiiRBmsOCxW29FZRfjn+&#10;GQVJwfv918L8jueTfj80ye7il7FS08m4XYHwNPpH+N7+1AriGG5fwg+Q6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l9ikxQAAANsAAAAPAAAAAAAAAAAAAAAAAJgCAABkcnMv&#10;ZG93bnJldi54bWxQSwUGAAAAAAQABAD1AAAAigMAAAAA&#10;" fillcolor="#59a5d9" stroked="f" strokeweight="1pt">
              <v:fill opacity="22102f"/>
            </v:shape>
            <v:shape id="等腰三角形 56" o:spid="_x0000_s1096" type="#_x0000_t5" style="position:absolute;left:42270;width:44246;height:1888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VG08IA&#10;AADbAAAADwAAAGRycy9kb3ducmV2LnhtbESP3YrCMBSE7wXfIRxh7zRVsEo1ioiCCwviD4h3h+bY&#10;VpuT0kTtvr0RBC+HmfmGmc4bU4oH1a6wrKDfi0AQp1YXnCk4HtbdMQjnkTWWlknBPzmYz9qtKSba&#10;PnlHj73PRICwS1BB7n2VSOnSnAy6nq2Ig3extUEfZJ1JXeMzwE0pB1EUS4MFh4UcK1rmlN72d6Mg&#10;vvB2+zcwp+Z61qtdGf/e/Gio1E+nWUxAeGr8N/xpb7SCYQzvL+EHyN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RUbTwgAAANsAAAAPAAAAAAAAAAAAAAAAAJgCAABkcnMvZG93&#10;bnJldi54bWxQSwUGAAAAAAQABAD1AAAAhwMAAAAA&#10;" fillcolor="#59a5d9" stroked="f" strokeweight="1pt">
              <v:fill opacity="22102f"/>
            </v:shape>
            <w10:wrap anchorx="margin"/>
          </v:group>
        </w:pict>
      </w:r>
      <w:r>
        <w:rPr>
          <w:noProof/>
        </w:rPr>
        <w:pict>
          <v:group id="_x0000_s1079" style="position:absolute;left:0;text-align:left;margin-left:-372.15pt;margin-top:-80.45pt;width:1158.75pt;height:148.7pt;flip:y;z-index:251686912;mso-position-horizontal-relative:margin" coordsize="147164,18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">
            <v:shape id="等腰三角形 2" o:spid="_x0000_s1094" type="#_x0000_t5" style="position:absolute;left:33830;width:44246;height:1888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TwP8IA&#10;AADaAAAADwAAAGRycy9kb3ducmV2LnhtbESPQYvCMBSE7wv+h/AEb2tqwSrVKCIKCguiK4i3R/Ns&#10;q81LaaJ2/70RhD0OM/MNM523phIPalxpWcGgH4EgzqwuOVdw/F1/j0E4j6yxskwK/sjBfNb5mmKq&#10;7ZP39Dj4XAQIuxQVFN7XqZQuK8ig69uaOHgX2xj0QTa51A0+A9xUMo6iRBosOSwUWNOyoOx2uBsF&#10;yYV3u5/YnNrrWa/2VbK9+dFQqV63XUxAeGr9f/jT3mgFMbyvhBsgZ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hPA/wgAAANoAAAAPAAAAAAAAAAAAAAAAAJgCAABkcnMvZG93&#10;bnJldi54bWxQSwUGAAAAAAQABAD1AAAAhwMAAAAA&#10;" fillcolor="#59a5d9" stroked="f" strokeweight="1pt">
              <v:fill opacity="22102f"/>
            </v:shape>
            <v:shape id="等腰三角形 3" o:spid="_x0000_s1093" type="#_x0000_t5" style="position:absolute;left:50184;width:44245;height:1888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hVpMQA&#10;AADaAAAADwAAAGRycy9kb3ducmV2LnhtbESPQWvCQBSE7wX/w/KE3upGS6NE1yClhRYEiQri7ZF9&#10;JjHZtyG7Nem/dwsFj8PMfMOs0sE04kadqywrmE4iEMS51RUXCo6Hz5cFCOeRNTaWScEvOUjXo6cV&#10;Jtr2nNFt7wsRIOwSVFB63yZSurwkg25iW+LgXWxn0AfZFVJ32Ae4aeQsimJpsOKwUGJL7yXl9f7H&#10;KIgvvNttZ+Y0XM/6I2vi79rP35R6Hg+bJQhPg3+E/9tfWsEr/F0JN0C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LIVaTEAAAA2gAAAA8AAAAAAAAAAAAAAAAAmAIAAGRycy9k&#10;b3ducmV2LnhtbFBLBQYAAAAABAAEAPUAAACJAwAAAAA=&#10;" fillcolor="#59a5d9" stroked="f" strokeweight="1pt">
              <v:fill opacity="22102f"/>
            </v:shape>
            <v:shape id="等腰三角形 4" o:spid="_x0000_s1092" type="#_x0000_t5" style="position:absolute;left:70612;width:44246;height:1888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HN0MQA&#10;AADaAAAADwAAAGRycy9kb3ducmV2LnhtbESPQWvCQBSE7wX/w/KE3upGaaNE1yClhRYEiQri7ZF9&#10;JjHZtyG7Nem/dwsFj8PMfMOs0sE04kadqywrmE4iEMS51RUXCo6Hz5cFCOeRNTaWScEvOUjXo6cV&#10;Jtr2nNFt7wsRIOwSVFB63yZSurwkg25iW+LgXWxn0AfZFVJ32Ae4aeQsimJpsOKwUGJL7yXl9f7H&#10;KIgvvNttZ+Y0XM/6I2vi79rP35R6Hg+bJQhPg3+E/9tfWsEr/F0JN0C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hzdDEAAAA2gAAAA8AAAAAAAAAAAAAAAAAmAIAAGRycy9k&#10;b3ducmV2LnhtbFBLBQYAAAAABAAEAPUAAACJAwAAAAA=&#10;" fillcolor="#59a5d9" stroked="f" strokeweight="1pt">
              <v:fill opacity="22102f"/>
            </v:shape>
            <v:shape id="等腰三角形 6" o:spid="_x0000_s1091" type="#_x0000_t5" style="position:absolute;left:88259;width:44245;height:1888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/2PMIA&#10;AADaAAAADwAAAGRycy9kb3ducmV2LnhtbESPQYvCMBSE7wv+h/AEb2uqYFeqsYgoKCyIriDeHs2z&#10;rW1eShO1+++NsLDHYeabYeZpZ2rxoNaVlhWMhhEI4szqknMFp5/N5xSE88gaa8uk4JccpIvexxwT&#10;bZ98oMfR5yKUsEtQQeF9k0jpsoIMuqFtiIN3ta1BH2SbS93iM5SbWo6jKJYGSw4LBTa0Kiirjnej&#10;IL7yfv89NufudtHrQx3vKv81UWrQ75YzEJ46/x/+o7c6cPC+Em6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v/Y8wgAAANoAAAAPAAAAAAAAAAAAAAAAAJgCAABkcnMvZG93&#10;bnJldi54bWxQSwUGAAAAAAQABAD1AAAAhwMAAAAA&#10;" fillcolor="#59a5d9" stroked="f" strokeweight="1pt">
              <v:fill opacity="22102f"/>
            </v:shape>
            <v:shape id="等腰三角形 7" o:spid="_x0000_s1090" type="#_x0000_t5" style="position:absolute;left:102918;width:44246;height:1888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NTp8IA&#10;AADaAAAADwAAAGRycy9kb3ducmV2LnhtbESP3YrCMBSE7wXfIRxh7zRV2CrVKCIKLgjiD4h3h+bY&#10;VpuT0kTtvr0RBC+HmfmGmcwaU4oH1a6wrKDfi0AQp1YXnCk4HlbdEQjnkTWWlknBPzmYTdutCSba&#10;PnlHj73PRICwS1BB7n2VSOnSnAy6nq2Ig3extUEfZJ1JXeMzwE0pB1EUS4MFh4UcK1rklN72d6Mg&#10;vvB2uxmYU3M96+WujP9ufvir1E+nmY9BeGr8N/xpr7WCIbyvhBsgp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81OnwgAAANoAAAAPAAAAAAAAAAAAAAAAAJgCAABkcnMvZG93&#10;bnJldi54bWxQSwUGAAAAAAQABAD1AAAAhwMAAAAA&#10;" fillcolor="#59a5d9" stroked="f" strokeweight="1pt">
              <v:fill opacity="22102f"/>
            </v:shape>
            <v:shape id="等腰三角形 8" o:spid="_x0000_s1089" type="#_x0000_t5" style="position:absolute;left:25341;width:44246;height:1888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zH1cAA&#10;AADaAAAADwAAAGRycy9kb3ducmV2LnhtbERPTYvCMBC9C/sfwix403QF61KNZVlWUBDEuiDehmZs&#10;a5tJaaLWf28OgsfH+16kvWnEjTpXWVbwNY5AEOdWV1wo+D+sRt8gnEfW2FgmBQ9ykC4/BgtMtL3z&#10;nm6ZL0QIYZeggtL7NpHS5SUZdGPbEgfubDuDPsCukLrDewg3jZxEUSwNVhwaSmzpt6S8zq5GQXzm&#10;3W47Mcf+ctJ/+ybe1H42VWr42f/MQXjq/Vv8cq+1grA1XAk3QC6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GzH1cAAAADaAAAADwAAAAAAAAAAAAAAAACYAgAAZHJzL2Rvd25y&#10;ZXYueG1sUEsFBgAAAAAEAAQA9QAAAIUDAAAAAA==&#10;" fillcolor="#59a5d9" stroked="f" strokeweight="1pt">
              <v:fill opacity="22102f"/>
            </v:shape>
            <v:shape id="等腰三角形 17" o:spid="_x0000_s1088" type="#_x0000_t5" style="position:absolute;left:11083;width:44246;height:1888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2NaiMMA&#10;AADbAAAADwAAAGRycy9kb3ducmV2LnhtbERPTWvCQBC9F/oflil4q5sKJiW6BiktVCiIqSDehuyY&#10;xGRnQ3abxH/fLRS8zeN9zjqbTCsG6l1tWcHLPAJBXFhdc6ng+P3x/ArCeWSNrWVScCMH2ebxYY2p&#10;tiMfaMh9KUIIuxQVVN53qZSuqMigm9uOOHAX2xv0Afal1D2OIdy0chFFsTRYc2iosKO3ioom/zEK&#10;4gvv918Lc5quZ/1+aONd45OlUrOnabsC4Wnyd/G/+1OH+Qn8/RIO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2NaiMMAAADbAAAADwAAAAAAAAAAAAAAAACYAgAAZHJzL2Rv&#10;d25yZXYueG1sUEsFBgAAAAAEAAQA9QAAAIgDAAAAAA==&#10;" fillcolor="#59a5d9" stroked="f" strokeweight="1pt">
              <v:fill opacity="22102f"/>
            </v:shape>
            <v:shape id="等腰三角形 32" o:spid="_x0000_s1087" type="#_x0000_t5" style="position:absolute;left:18413;width:44246;height:1888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GlcMQA&#10;AADbAAAADwAAAGRycy9kb3ducmV2LnhtbESP3YrCMBSE7wXfIRxh7zS1YpVqFFlW2AVB/AHx7tAc&#10;22pzUpqs1rc3CwteDjPzDTNftqYSd2pcaVnBcBCBIM6sLjlXcDys+1MQziNrrCyTgic5WC66nTmm&#10;2j54R/e9z0WAsEtRQeF9nUrpsoIMuoGtiYN3sY1BH2STS93gI8BNJeMoSqTBksNCgTV9FpTd9r9G&#10;QXLh7XYTm1N7PeuvXZX83PxkrNRHr13NQHhq/Tv83/7WCkYx/H0JP0AuX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hpXDEAAAA2wAAAA8AAAAAAAAAAAAAAAAAmAIAAGRycy9k&#10;b3ducmV2LnhtbFBLBQYAAAAABAAEAPUAAACJAwAAAAA=&#10;" fillcolor="#59a5d9" stroked="f" strokeweight="1pt">
              <v:fill opacity="22102f"/>
            </v:shape>
            <v:shape id="等腰三角形 33" o:spid="_x0000_s1086" type="#_x0000_t5" style="position:absolute;left:4912;width:44246;height:1888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0A68UA&#10;AADbAAAADwAAAGRycy9kb3ducmV2LnhtbESPQWvCQBSE7wX/w/IEb3Wj0lRS1yDSgoIg2oL09sg+&#10;k5js25Bdk/Tfu4VCj8PMfMOs0sHUoqPWlZYVzKYRCOLM6pJzBV+fH89LEM4ja6wtk4IfcpCuR08r&#10;TLTt+UTd2eciQNglqKDwvkmkdFlBBt3UNsTBu9rWoA+yzaVusQ9wU8t5FMXSYMlhocCGtgVl1flu&#10;FMRXPh4Pc3MZbt/6/VTH+8q/vig1GQ+bNxCeBv8f/mvvtILFAn6/hB8g1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QDrxQAAANsAAAAPAAAAAAAAAAAAAAAAAJgCAABkcnMv&#10;ZG93bnJldi54bWxQSwUGAAAAAAQABAD1AAAAigMAAAAA&#10;" fillcolor="#59a5d9" stroked="f" strokeweight="1pt">
              <v:fill opacity="22102f"/>
            </v:shape>
            <v:shape id="等腰三角形 34" o:spid="_x0000_s1085" type="#_x0000_t5" style="position:absolute;width:44245;height:1888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SYn8UA&#10;AADbAAAADwAAAGRycy9kb3ducmV2LnhtbESPQWvCQBSE7wX/w/KE3urGtE1LdBURCy0UJKkgvT2y&#10;zySafRuy25j+e1cQPA4z8w0zXw6mET11rrasYDqJQBAXVtdcKtj9fDy9g3AeWWNjmRT8k4PlYvQw&#10;x1TbM2fU574UAcIuRQWV920qpSsqMugmtiUO3sF2Bn2QXSl1h+cAN42MoyiRBmsOCxW2tK6oOOV/&#10;RkFy4O32Ozb74firN1mTfJ3826tSj+NhNQPhafD38K39qRU8v8D1S/gBcnE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BJifxQAAANsAAAAPAAAAAAAAAAAAAAAAAJgCAABkcnMv&#10;ZG93bnJldi54bWxQSwUGAAAAAAQABAD1AAAAigMAAAAA&#10;" fillcolor="#59a5d9" stroked="f" strokeweight="1pt">
              <v:fill opacity="22102f"/>
            </v:shape>
            <v:shape id="等腰三角形 35" o:spid="_x0000_s1084" type="#_x0000_t5" style="position:absolute;left:54876;width:44246;height:1888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g9BMMA&#10;AADbAAAADwAAAGRycy9kb3ducmV2LnhtbESP3YrCMBSE7xd8h3AE79ZUxSrVKCIKKwjiD4h3h+bY&#10;VpuT0mS1vr1ZWPBymJlvmOm8MaV4UO0Kywp63QgEcWp1wZmC03H9PQbhPLLG0jIpeJGD+az1NcVE&#10;2yfv6XHwmQgQdgkqyL2vEildmpNB17UVcfCutjbog6wzqWt8BrgpZT+KYmmw4LCQY0XLnNL74dco&#10;iK+822375tzcLnq1L+PN3Y+GSnXazWICwlPjP+H/9o9WMBjC35fwA+Ts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0g9BMMAAADbAAAADwAAAAAAAAAAAAAAAACYAgAAZHJzL2Rv&#10;d25yZXYueG1sUEsFBgAAAAAEAAQA9QAAAIgDAAAAAA==&#10;" fillcolor="#59a5d9" stroked="f" strokeweight="1pt">
              <v:fill opacity="22102f"/>
            </v:shape>
            <v:shape id="等腰三角形 36" o:spid="_x0000_s1083" type="#_x0000_t5" style="position:absolute;left:78885;width:44245;height:1888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5qjc8UA&#10;AADbAAAADwAAAGRycy9kb3ducmV2LnhtbESPQWvCQBSE74X+h+UJ3upGi7GkrqGIhRYKklgQb4/s&#10;M0mTfRuyq4n/vlsoeBxm5htmnY6mFVfqXW1ZwXwWgSAurK65VPB9eH96AeE8ssbWMim4kYN08/iw&#10;xkTbgTO65r4UAcIuQQWV910ipSsqMuhmtiMO3tn2Bn2QfSl1j0OAm1YuoiiWBmsOCxV2tK2oaPKL&#10;URCfeb//Wpjj+HPSu6yNPxu/Wio1nYxvryA8jf4e/m9/aAXPMfx9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mqNzxQAAANsAAAAPAAAAAAAAAAAAAAAAAJgCAABkcnMv&#10;ZG93bnJldi54bWxQSwUGAAAAAAQABAD1AAAAigMAAAAA&#10;" fillcolor="#59a5d9" stroked="f" strokeweight="1pt">
              <v:fill opacity="22102f"/>
            </v:shape>
            <v:shape id="等腰三角形 37" o:spid="_x0000_s1082" type="#_x0000_t5" style="position:absolute;left:62027;width:44246;height:1888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YG6MUA&#10;AADbAAAADwAAAGRycy9kb3ducmV2LnhtbESPQWvCQBSE74L/YXlCb2ZTS6OkWYNICxYKYlqQ3h7Z&#10;Z5Im+zZkV03/fbcgeBxm5hsmy0fTiQsNrrGs4DGKQRCXVjdcKfj6fJuvQDiPrLGzTAp+yUG+nk4y&#10;TLW98oEuha9EgLBLUUHtfZ9K6cqaDLrI9sTBO9nBoA9yqKQe8BrgppOLOE6kwYbDQo09bWsq2+Js&#10;FCQn3u8/FuY4/nzr10OXvLd++azUw2zcvIDwNPp7+NbeaQVPS/j/En6AX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1gboxQAAANsAAAAPAAAAAAAAAAAAAAAAAJgCAABkcnMv&#10;ZG93bnJldi54bWxQSwUGAAAAAAQABAD1AAAAigMAAAAA&#10;" fillcolor="#59a5d9" stroked="f" strokeweight="1pt">
              <v:fill opacity="22102f"/>
            </v:shape>
            <v:shape id="等腰三角形 39" o:spid="_x0000_s1081" type="#_x0000_t5" style="position:absolute;left:93524;width:44246;height:1888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U3AcQA&#10;AADbAAAADwAAAGRycy9kb3ducmV2LnhtbESP3YrCMBSE7xd8h3CEvVtTFatWo4i4sMKC+APi3aE5&#10;ttXmpDRZrW+/EQQvh5n5hpnOG1OKG9WusKyg24lAEKdWF5wpOOy/v0YgnEfWWFomBQ9yMJ+1PqaY&#10;aHvnLd12PhMBwi5BBbn3VSKlS3My6Dq2Ig7e2dYGfZB1JnWN9wA3pexFUSwNFhwWcqxomVN63f0Z&#10;BfGZN5vfnjk2l5Nebct4ffXDgVKf7WYxAeGp8e/wq/2jFfTH8PwSfoCc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FNwHEAAAA2wAAAA8AAAAAAAAAAAAAAAAAmAIAAGRycy9k&#10;b3ducmV2LnhtbFBLBQYAAAAABAAEAPUAAACJAwAAAAA=&#10;" fillcolor="#59a5d9" stroked="f" strokeweight="1pt">
              <v:fill opacity="22102f"/>
            </v:shape>
            <v:shape id="等腰三角形 40" o:spid="_x0000_s1080" type="#_x0000_t5" style="position:absolute;left:42270;width:44246;height:1888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nt4cEA&#10;AADbAAAADwAAAGRycy9kb3ducmV2LnhtbERPy4rCMBTdC/MP4Q6403REq3QaZRgUFATxATK7S3P7&#10;GJub0kStf28WgsvDeaeLztTiRq2rLCv4GkYgiDOrKy4UnI6rwQyE88gaa8uk4EEOFvOPXoqJtnfe&#10;0+3gCxFC2CWooPS+SaR0WUkG3dA2xIHLbWvQB9gWUrd4D+GmlqMoiqXBikNDiQ39lpRdDlejIM55&#10;t9uOzLn7/9PLfR1vLn46Uar/2f18g/DU+bf45V5rBeOwPnwJP0DO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s57eHBAAAA2wAAAA8AAAAAAAAAAAAAAAAAmAIAAGRycy9kb3du&#10;cmV2LnhtbFBLBQYAAAAABAAEAPUAAACGAwAAAAA=&#10;" fillcolor="#59a5d9" stroked="f" strokeweight="1pt">
              <v:fill opacity="22102f"/>
            </v:shape>
            <w10:wrap anchorx="margin"/>
          </v:group>
        </w:pict>
      </w:r>
    </w:p>
    <w:sectPr w:rsidR="00E053F1" w:rsidRPr="00E81369" w:rsidSect="0008390F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37D0" w:rsidRDefault="008B37D0" w:rsidP="006D2B5B">
      <w:r>
        <w:separator/>
      </w:r>
    </w:p>
  </w:endnote>
  <w:endnote w:type="continuationSeparator" w:id="0">
    <w:p w:rsidR="008B37D0" w:rsidRDefault="008B37D0" w:rsidP="006D2B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华文隶书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libri Light">
    <w:altName w:val="Arial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+mn-cs">
    <w:altName w:val="Segoe Print"/>
    <w:charset w:val="00"/>
    <w:family w:val="roman"/>
    <w:pitch w:val="default"/>
    <w:sig w:usb0="00000000" w:usb1="00000000" w:usb2="00000000" w:usb3="00000000" w:csb0="00000000" w:csb1="00000000"/>
  </w:font>
  <w:font w:name="Microsoft PhagsPa">
    <w:panose1 w:val="020B0502040204020203"/>
    <w:charset w:val="00"/>
    <w:family w:val="swiss"/>
    <w:pitch w:val="variable"/>
    <w:sig w:usb0="00000003" w:usb1="00000000" w:usb2="08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37D0" w:rsidRDefault="008B37D0" w:rsidP="006D2B5B">
      <w:r>
        <w:separator/>
      </w:r>
    </w:p>
  </w:footnote>
  <w:footnote w:type="continuationSeparator" w:id="0">
    <w:p w:rsidR="008B37D0" w:rsidRDefault="008B37D0" w:rsidP="006D2B5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105D0"/>
    <w:multiLevelType w:val="multilevel"/>
    <w:tmpl w:val="172105D0"/>
    <w:lvl w:ilvl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27B42D3"/>
    <w:multiLevelType w:val="multilevel"/>
    <w:tmpl w:val="627B42D3"/>
    <w:lvl w:ilvl="0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  <w:color w:val="000000" w:themeColor="text1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bordersDoNotSurroundHeader/>
  <w:bordersDoNotSurroundFooter/>
  <w:proofState w:spelling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1E9F5DBE"/>
    <w:rsid w:val="000575E6"/>
    <w:rsid w:val="0008390F"/>
    <w:rsid w:val="00094F0B"/>
    <w:rsid w:val="001D131C"/>
    <w:rsid w:val="00220FF3"/>
    <w:rsid w:val="002E0196"/>
    <w:rsid w:val="002E1732"/>
    <w:rsid w:val="00333433"/>
    <w:rsid w:val="004823EC"/>
    <w:rsid w:val="00533789"/>
    <w:rsid w:val="005E78F5"/>
    <w:rsid w:val="0061323D"/>
    <w:rsid w:val="006D2B5B"/>
    <w:rsid w:val="006F773B"/>
    <w:rsid w:val="007A733F"/>
    <w:rsid w:val="007C69C7"/>
    <w:rsid w:val="00826B35"/>
    <w:rsid w:val="00865FCC"/>
    <w:rsid w:val="008A56AD"/>
    <w:rsid w:val="008B37D0"/>
    <w:rsid w:val="00910C2E"/>
    <w:rsid w:val="0098717D"/>
    <w:rsid w:val="009B0C03"/>
    <w:rsid w:val="00A1004A"/>
    <w:rsid w:val="00AB652B"/>
    <w:rsid w:val="00B531DD"/>
    <w:rsid w:val="00BB04EA"/>
    <w:rsid w:val="00CB21FE"/>
    <w:rsid w:val="00CE0ECD"/>
    <w:rsid w:val="00E053F1"/>
    <w:rsid w:val="00E44615"/>
    <w:rsid w:val="00E60483"/>
    <w:rsid w:val="00E81369"/>
    <w:rsid w:val="00E83547"/>
    <w:rsid w:val="00F512A8"/>
    <w:rsid w:val="00F709E8"/>
    <w:rsid w:val="00F823B0"/>
    <w:rsid w:val="102A0862"/>
    <w:rsid w:val="11C4200B"/>
    <w:rsid w:val="1E9F5DBE"/>
    <w:rsid w:val="1F814598"/>
    <w:rsid w:val="2AC850A8"/>
    <w:rsid w:val="42E66629"/>
    <w:rsid w:val="5F4B3300"/>
    <w:rsid w:val="794D1F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390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839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839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rsid w:val="0008390F"/>
    <w:pPr>
      <w:widowControl/>
      <w:spacing w:before="100" w:beforeAutospacing="1" w:after="100" w:afterAutospacing="1"/>
      <w:jc w:val="left"/>
    </w:pPr>
    <w:rPr>
      <w:rFonts w:ascii="Times New Roman" w:hAnsi="Times New Roman"/>
      <w:kern w:val="0"/>
      <w:sz w:val="24"/>
      <w:szCs w:val="20"/>
    </w:rPr>
  </w:style>
  <w:style w:type="paragraph" w:customStyle="1" w:styleId="Style1">
    <w:name w:val="_Style 1"/>
    <w:basedOn w:val="a"/>
    <w:uiPriority w:val="34"/>
    <w:qFormat/>
    <w:rsid w:val="0008390F"/>
    <w:pPr>
      <w:ind w:firstLineChars="200" w:firstLine="420"/>
    </w:pPr>
  </w:style>
  <w:style w:type="paragraph" w:customStyle="1" w:styleId="1">
    <w:name w:val="列出段落1"/>
    <w:basedOn w:val="a"/>
    <w:uiPriority w:val="99"/>
    <w:qFormat/>
    <w:rsid w:val="0008390F"/>
    <w:pPr>
      <w:ind w:firstLineChars="200" w:firstLine="420"/>
    </w:pPr>
  </w:style>
  <w:style w:type="paragraph" w:customStyle="1" w:styleId="10">
    <w:name w:val="列出段落1"/>
    <w:basedOn w:val="a"/>
    <w:next w:val="a"/>
    <w:uiPriority w:val="34"/>
    <w:qFormat/>
    <w:rsid w:val="0008390F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paragraph" w:customStyle="1" w:styleId="2">
    <w:name w:val="列出段落2"/>
    <w:basedOn w:val="a"/>
    <w:uiPriority w:val="99"/>
    <w:qFormat/>
    <w:rsid w:val="0008390F"/>
    <w:pPr>
      <w:ind w:firstLineChars="200" w:firstLine="420"/>
    </w:pPr>
    <w:rPr>
      <w:rFonts w:ascii="Arial Unicode MS" w:eastAsia="微软雅黑" w:hAnsi="Arial Unicode MS"/>
      <w:szCs w:val="22"/>
    </w:rPr>
  </w:style>
  <w:style w:type="character" w:customStyle="1" w:styleId="Char0">
    <w:name w:val="页眉 Char"/>
    <w:basedOn w:val="a0"/>
    <w:link w:val="a4"/>
    <w:rsid w:val="0008390F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8390F"/>
    <w:rPr>
      <w:kern w:val="2"/>
      <w:sz w:val="18"/>
      <w:szCs w:val="18"/>
    </w:rPr>
  </w:style>
  <w:style w:type="paragraph" w:styleId="a6">
    <w:name w:val="Balloon Text"/>
    <w:basedOn w:val="a"/>
    <w:link w:val="Char1"/>
    <w:rsid w:val="005E78F5"/>
    <w:rPr>
      <w:sz w:val="18"/>
      <w:szCs w:val="18"/>
    </w:rPr>
  </w:style>
  <w:style w:type="character" w:customStyle="1" w:styleId="Char1">
    <w:name w:val="批注框文本 Char"/>
    <w:basedOn w:val="a0"/>
    <w:link w:val="a6"/>
    <w:rsid w:val="005E78F5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pPr>
      <w:widowControl/>
      <w:spacing w:before="100" w:beforeAutospacing="1" w:after="100" w:afterAutospacing="1"/>
      <w:jc w:val="left"/>
    </w:pPr>
    <w:rPr>
      <w:rFonts w:ascii="Times New Roman" w:hAnsi="Times New Roman"/>
      <w:kern w:val="0"/>
      <w:sz w:val="24"/>
      <w:szCs w:val="20"/>
    </w:rPr>
  </w:style>
  <w:style w:type="paragraph" w:customStyle="1" w:styleId="Style1">
    <w:name w:val="_Style 1"/>
    <w:basedOn w:val="a"/>
    <w:uiPriority w:val="34"/>
    <w:qFormat/>
    <w:pPr>
      <w:ind w:firstLineChars="200" w:firstLine="420"/>
    </w:pPr>
  </w:style>
  <w:style w:type="paragraph" w:customStyle="1" w:styleId="1">
    <w:name w:val="列出段落1"/>
    <w:basedOn w:val="a"/>
    <w:uiPriority w:val="99"/>
    <w:qFormat/>
    <w:pPr>
      <w:ind w:firstLineChars="200" w:firstLine="420"/>
    </w:pPr>
  </w:style>
  <w:style w:type="paragraph" w:customStyle="1" w:styleId="10">
    <w:name w:val="列出段落1"/>
    <w:basedOn w:val="a"/>
    <w:next w:val="a"/>
    <w:uiPriority w:val="34"/>
    <w:qFormat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paragraph" w:customStyle="1" w:styleId="2">
    <w:name w:val="列出段落2"/>
    <w:basedOn w:val="a"/>
    <w:uiPriority w:val="99"/>
    <w:qFormat/>
    <w:pPr>
      <w:ind w:firstLineChars="200" w:firstLine="420"/>
    </w:pPr>
    <w:rPr>
      <w:rFonts w:ascii="Arial Unicode MS" w:eastAsia="微软雅黑" w:hAnsi="Arial Unicode MS"/>
      <w:szCs w:val="22"/>
    </w:rPr>
  </w:style>
  <w:style w:type="character" w:customStyle="1" w:styleId="Char0">
    <w:name w:val="页眉 Char"/>
    <w:basedOn w:val="a0"/>
    <w:link w:val="a4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kern w:val="2"/>
      <w:sz w:val="18"/>
      <w:szCs w:val="18"/>
    </w:rPr>
  </w:style>
  <w:style w:type="paragraph" w:styleId="a6">
    <w:name w:val="Balloon Text"/>
    <w:basedOn w:val="a"/>
    <w:link w:val="Char1"/>
    <w:rsid w:val="005E78F5"/>
    <w:rPr>
      <w:sz w:val="18"/>
      <w:szCs w:val="18"/>
    </w:rPr>
  </w:style>
  <w:style w:type="character" w:customStyle="1" w:styleId="Char1">
    <w:name w:val="批注框文本 Char"/>
    <w:basedOn w:val="a0"/>
    <w:link w:val="a6"/>
    <w:rsid w:val="005E78F5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WPS&#31616;&#21382;&#27169;&#26495;\&#40664;&#35748;\&#12304;&#21307;&#25252;&#31616;&#21382;&#12305;&#31616;&#21382;&#22871;&#35013;&#24212;&#23626;&#29983;&#31616;&#21382;&#36890;&#29992;&#31616;&#21382;&#31616;&#32422;&#31616;&#21382;&#23553;&#38754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【医护简历】简历套装应届生简历通用简历简约简历封面.docx</Template>
  <TotalTime>20</TotalTime>
  <Pages>4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yuhua</dc:creator>
  <cp:lastModifiedBy>Administrator</cp:lastModifiedBy>
  <cp:revision>20</cp:revision>
  <dcterms:created xsi:type="dcterms:W3CDTF">2017-07-07T01:38:00Z</dcterms:created>
  <dcterms:modified xsi:type="dcterms:W3CDTF">2018-03-14T02:09:00Z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